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809" w:rsidRDefault="00CF3D69" w:rsidP="00A13E79">
      <w:pPr>
        <w:pStyle w:val="Title"/>
      </w:pPr>
      <w:r>
        <w:t>HDF5 Dynamically Loaded Filters</w:t>
      </w:r>
    </w:p>
    <w:p w:rsidR="00485751" w:rsidRDefault="00485751" w:rsidP="00485751"/>
    <w:p w:rsidR="00621809" w:rsidRDefault="003C12D9" w:rsidP="0053342D">
      <w:pPr>
        <w:pStyle w:val="Subtitle"/>
      </w:pPr>
      <w:r>
        <w:t>Introduced with</w:t>
      </w:r>
    </w:p>
    <w:p w:rsidR="003C12D9" w:rsidRPr="003C12D9" w:rsidRDefault="00CF3D69" w:rsidP="003C12D9">
      <w:pPr>
        <w:pStyle w:val="Subtitle"/>
      </w:pPr>
      <w:r>
        <w:rPr>
          <w:rFonts w:cstheme="minorHAnsi"/>
        </w:rPr>
        <w:t>HDF5-1.8.11</w:t>
      </w:r>
    </w:p>
    <w:p w:rsidR="003C12D9" w:rsidRDefault="003C12D9" w:rsidP="00874E7A">
      <w:pPr>
        <w:pStyle w:val="Subtitle"/>
      </w:pPr>
      <w:proofErr w:type="gramStart"/>
      <w:r>
        <w:t>in</w:t>
      </w:r>
      <w:proofErr w:type="gramEnd"/>
    </w:p>
    <w:p w:rsidR="00874E7A" w:rsidRDefault="00CF3D69" w:rsidP="00874E7A">
      <w:pPr>
        <w:pStyle w:val="Subtitle"/>
      </w:pPr>
      <w:r>
        <w:rPr>
          <w:rFonts w:cstheme="minorHAnsi"/>
        </w:rPr>
        <w:t>May 2013</w:t>
      </w:r>
    </w:p>
    <w:p w:rsidR="00D9653E" w:rsidRDefault="00D9653E"/>
    <w:p w:rsidR="00C27E3A" w:rsidRDefault="00C27E3A"/>
    <w:p w:rsidR="00C27E3A" w:rsidRDefault="00C27E3A"/>
    <w:p w:rsidR="002E2C16" w:rsidRDefault="002E2C16" w:rsidP="00C66687"/>
    <w:p w:rsidR="002E2C16" w:rsidRDefault="002E2C16"/>
    <w:p w:rsidR="002E2C16" w:rsidRDefault="00801C42">
      <w:r>
        <w:rPr>
          <w:noProof/>
        </w:rPr>
        <w:pict>
          <v:shapetype id="_x0000_t202" coordsize="21600,21600" o:spt="202" path="m,l,21600r21600,l21600,xe">
            <v:stroke joinstyle="miter"/>
            <v:path gradientshapeok="t" o:connecttype="rect"/>
          </v:shapetype>
          <v:shape id="Text Box 2" o:spid="_x0000_s1026" type="#_x0000_t202" style="position:absolute;margin-left:272pt;margin-top:34.85pt;width:19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2HS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" filled="f" stroked="f">
            <v:textbox style="mso-fit-shape-to-text:t">
              <w:txbxContent>
                <w:p w:rsidR="002E2C16" w:rsidRDefault="00801D68"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31720" cy="1449070"/>
                                </a:xfrm>
                                <a:prstGeom prst="rect">
                                  <a:avLst/>
                                </a:prstGeom>
                              </pic:spPr>
                            </pic:pic>
                          </a:graphicData>
                        </a:graphic>
                      </wp:inline>
                    </w:drawing>
                  </w:r>
                </w:p>
                <w:p w:rsidR="00801D68" w:rsidRDefault="00801C42" w:rsidP="002E2C16">
                  <w:pPr>
                    <w:jc w:val="center"/>
                  </w:pPr>
                  <w:hyperlink r:id="rId9" w:history="1">
                    <w:r w:rsidR="00801D68" w:rsidRPr="003575B2">
                      <w:rPr>
                        <w:rStyle w:val="Hyperlink"/>
                      </w:rPr>
                      <w:t>http://www.HDFGroup.org</w:t>
                    </w:r>
                  </w:hyperlink>
                  <w:r w:rsidR="00801D68">
                    <w:t xml:space="preserve"> </w:t>
                  </w:r>
                </w:p>
              </w:txbxContent>
            </v:textbox>
          </v:shape>
        </w:pict>
      </w:r>
    </w:p>
    <w:p w:rsidR="00B24139" w:rsidRDefault="00B24139">
      <w:pPr>
        <w:sectPr w:rsidR="00B24139" w:rsidSect="00981886">
          <w:headerReference w:type="default" r:id="rId10"/>
          <w:footerReference w:type="default" r:id="rId11"/>
          <w:headerReference w:type="first" r:id="rId12"/>
          <w:pgSz w:w="12240" w:h="15840" w:code="1"/>
          <w:pgMar w:top="1440" w:right="1440" w:bottom="1440" w:left="1440" w:header="432" w:footer="720" w:gutter="0"/>
          <w:cols w:space="720"/>
          <w:titlePg/>
          <w:docGrid w:linePitch="360"/>
        </w:sectPr>
      </w:pPr>
    </w:p>
    <w:p w:rsidR="008B4FA6" w:rsidRDefault="008B4FA6" w:rsidP="008B4FA6">
      <w:pPr>
        <w:pStyle w:val="SubSectionHeading"/>
      </w:pPr>
      <w:r>
        <w:lastRenderedPageBreak/>
        <w:t>Copyright Notice and License Terms for HDF5 (Hierarchical Data Format 5) Software Library and Utilities</w:t>
      </w:r>
    </w:p>
    <w:p w:rsidR="008B4FA6" w:rsidRDefault="008B4FA6" w:rsidP="008B4FA6">
      <w:r>
        <w:t>HDF5 (Hierarchical Data Format 5) Software Library and Utilities</w:t>
      </w:r>
    </w:p>
    <w:p w:rsidR="008B4FA6" w:rsidRDefault="008B4FA6" w:rsidP="008B4FA6">
      <w:r>
        <w:t>Copyright 2006-201</w:t>
      </w:r>
      <w:r w:rsidR="00CF3D69">
        <w:t>3</w:t>
      </w:r>
      <w:r>
        <w:t xml:space="preserve"> by </w:t>
      </w:r>
      <w:proofErr w:type="gramStart"/>
      <w:r>
        <w:t>The</w:t>
      </w:r>
      <w:proofErr w:type="gramEnd"/>
      <w:r>
        <w:t xml:space="preserve"> HDF Group.</w:t>
      </w:r>
    </w:p>
    <w:p w:rsidR="008B4FA6" w:rsidRDefault="008B4FA6" w:rsidP="008B4FA6"/>
    <w:p w:rsidR="008B4FA6" w:rsidRDefault="008B4FA6" w:rsidP="008B4FA6">
      <w:r>
        <w:t>NCSA HDF5 (Hierarchical Data Format 5) Software Library and Utilities</w:t>
      </w:r>
    </w:p>
    <w:p w:rsidR="008B4FA6" w:rsidRDefault="008B4FA6" w:rsidP="008B4FA6">
      <w:proofErr w:type="gramStart"/>
      <w:r>
        <w:t>Copyright 1998-2006 by the Board of Trustees of the University of Illinois.</w:t>
      </w:r>
      <w:proofErr w:type="gramEnd"/>
    </w:p>
    <w:p w:rsidR="008B4FA6" w:rsidRDefault="008B4FA6" w:rsidP="008B4FA6"/>
    <w:p w:rsidR="008B4FA6" w:rsidRPr="00702264" w:rsidRDefault="008B4FA6" w:rsidP="008B4FA6">
      <w:pPr>
        <w:rPr>
          <w:b/>
        </w:rPr>
      </w:pPr>
      <w:r w:rsidRPr="00702264">
        <w:rPr>
          <w:b/>
        </w:rPr>
        <w:t>All rights reserved.</w:t>
      </w:r>
    </w:p>
    <w:p w:rsidR="008B4FA6" w:rsidRDefault="008B4FA6" w:rsidP="008B4FA6"/>
    <w:p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rsidR="008B4FA6" w:rsidRDefault="008B4FA6" w:rsidP="008B4FA6">
      <w:pPr>
        <w:pStyle w:val="Normal9"/>
      </w:pPr>
    </w:p>
    <w:p w:rsidR="008B4FA6" w:rsidRDefault="008B4FA6" w:rsidP="005033AA">
      <w:pPr>
        <w:pStyle w:val="Normal9"/>
        <w:numPr>
          <w:ilvl w:val="0"/>
          <w:numId w:val="12"/>
        </w:numPr>
      </w:pPr>
      <w:r>
        <w:t>Redistributions of source code must retain the above copyright notice, this list of conditions, and the following disclaimer.</w:t>
      </w:r>
    </w:p>
    <w:p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8B4FA6" w:rsidRDefault="008B4FA6" w:rsidP="008B4FA6">
      <w:pPr>
        <w:pStyle w:val="Normal9"/>
      </w:pPr>
    </w:p>
    <w:p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8B4FA6" w:rsidRDefault="008B4FA6" w:rsidP="008B4FA6">
      <w:pPr>
        <w:pStyle w:val="Normal9"/>
      </w:pPr>
    </w:p>
    <w:p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8B4FA6" w:rsidRDefault="008B4FA6" w:rsidP="008B4FA6">
      <w:pPr>
        <w:pStyle w:val="Normal9"/>
      </w:pPr>
    </w:p>
    <w:p w:rsidR="008B4FA6" w:rsidRDefault="008B4FA6" w:rsidP="008B4FA6">
      <w:pPr>
        <w:pStyle w:val="Normal9"/>
      </w:pPr>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8B4FA6" w:rsidRDefault="008B4FA6" w:rsidP="008B4FA6">
      <w:pPr>
        <w:pStyle w:val="Normal9"/>
      </w:pPr>
    </w:p>
    <w:p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8B4FA6" w:rsidRDefault="008B4FA6" w:rsidP="008B4FA6">
      <w:pPr>
        <w:pStyle w:val="Normal9"/>
      </w:pPr>
    </w:p>
    <w:p w:rsidR="008B4FA6" w:rsidRDefault="008B4FA6" w:rsidP="008B4FA6">
      <w:pPr>
        <w:pStyle w:val="Normal9"/>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8B4FA6" w:rsidRDefault="008B4FA6" w:rsidP="008B4FA6">
      <w:pPr>
        <w:pStyle w:val="Normal9"/>
        <w:ind w:left="720"/>
      </w:pPr>
    </w:p>
    <w:p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Pr>
        <w:rPr>
          <w:rFonts w:eastAsiaTheme="majorEastAsia" w:cstheme="majorBidi"/>
          <w:b/>
          <w:spacing w:val="5"/>
          <w:kern w:val="28"/>
          <w:sz w:val="28"/>
          <w:szCs w:val="32"/>
        </w:rPr>
      </w:pPr>
    </w:p>
    <w:p w:rsidR="00B24139" w:rsidRDefault="00B24139" w:rsidP="00B24139">
      <w:pPr>
        <w:pStyle w:val="Contents"/>
        <w:sectPr w:rsidR="00B24139" w:rsidSect="00981886">
          <w:headerReference w:type="first" r:id="rId13"/>
          <w:footerReference w:type="first" r:id="rId14"/>
          <w:pgSz w:w="12240" w:h="15840" w:code="1"/>
          <w:pgMar w:top="1440" w:right="1440" w:bottom="1440" w:left="1440" w:header="432" w:footer="720" w:gutter="0"/>
          <w:cols w:space="720"/>
          <w:titlePg/>
          <w:docGrid w:linePitch="360"/>
        </w:sectPr>
      </w:pPr>
    </w:p>
    <w:p w:rsidR="00D9653E" w:rsidRPr="006000D5" w:rsidRDefault="00D9653E" w:rsidP="00B24139">
      <w:pPr>
        <w:pStyle w:val="Contents"/>
      </w:pPr>
      <w:r>
        <w:lastRenderedPageBreak/>
        <w:t>Contents</w:t>
      </w:r>
    </w:p>
    <w:p w:rsidR="00641E67" w:rsidRDefault="00801C42">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641E67">
        <w:t>1. Introduction</w:t>
      </w:r>
      <w:r w:rsidR="00641E67">
        <w:tab/>
      </w:r>
      <w:r>
        <w:fldChar w:fldCharType="begin"/>
      </w:r>
      <w:r w:rsidR="00641E67">
        <w:instrText xml:space="preserve"> PAGEREF _Toc356894508 \h </w:instrText>
      </w:r>
      <w:r>
        <w:fldChar w:fldCharType="separate"/>
      </w:r>
      <w:r w:rsidR="00641E67">
        <w:t>4</w:t>
      </w:r>
      <w:r>
        <w:fldChar w:fldCharType="end"/>
      </w:r>
    </w:p>
    <w:p w:rsidR="00641E67" w:rsidRDefault="00641E67">
      <w:pPr>
        <w:pStyle w:val="TOC1"/>
        <w:rPr>
          <w:lang w:bidi="ar-SA"/>
        </w:rPr>
      </w:pPr>
      <w:r>
        <w:t>2. Requirements</w:t>
      </w:r>
      <w:r>
        <w:tab/>
      </w:r>
      <w:r w:rsidR="00801C42">
        <w:fldChar w:fldCharType="begin"/>
      </w:r>
      <w:r>
        <w:instrText xml:space="preserve"> PAGEREF _Toc356894509 \h </w:instrText>
      </w:r>
      <w:r w:rsidR="00801C42">
        <w:fldChar w:fldCharType="separate"/>
      </w:r>
      <w:r>
        <w:t>6</w:t>
      </w:r>
      <w:r w:rsidR="00801C42">
        <w:fldChar w:fldCharType="end"/>
      </w:r>
    </w:p>
    <w:p w:rsidR="00641E67" w:rsidRDefault="00641E67">
      <w:pPr>
        <w:pStyle w:val="TOC2"/>
        <w:rPr>
          <w:lang w:bidi="ar-SA"/>
        </w:rPr>
      </w:pPr>
      <w:r>
        <w:t>2.1. Functional Requirements</w:t>
      </w:r>
      <w:r>
        <w:tab/>
      </w:r>
      <w:r w:rsidR="00801C42">
        <w:fldChar w:fldCharType="begin"/>
      </w:r>
      <w:r>
        <w:instrText xml:space="preserve"> PAGEREF _Toc356894510 \h </w:instrText>
      </w:r>
      <w:r w:rsidR="00801C42">
        <w:fldChar w:fldCharType="separate"/>
      </w:r>
      <w:r>
        <w:t>6</w:t>
      </w:r>
      <w:r w:rsidR="00801C42">
        <w:fldChar w:fldCharType="end"/>
      </w:r>
    </w:p>
    <w:p w:rsidR="00641E67" w:rsidRDefault="00641E67">
      <w:pPr>
        <w:pStyle w:val="TOC2"/>
        <w:rPr>
          <w:lang w:bidi="ar-SA"/>
        </w:rPr>
      </w:pPr>
      <w:r>
        <w:t>2.2. Non-functional Requirements</w:t>
      </w:r>
      <w:r>
        <w:tab/>
      </w:r>
      <w:r w:rsidR="00801C42">
        <w:fldChar w:fldCharType="begin"/>
      </w:r>
      <w:r>
        <w:instrText xml:space="preserve"> PAGEREF _Toc356894511 \h </w:instrText>
      </w:r>
      <w:r w:rsidR="00801C42">
        <w:fldChar w:fldCharType="separate"/>
      </w:r>
      <w:r>
        <w:t>6</w:t>
      </w:r>
      <w:r w:rsidR="00801C42">
        <w:fldChar w:fldCharType="end"/>
      </w:r>
    </w:p>
    <w:p w:rsidR="00641E67" w:rsidRDefault="00641E67">
      <w:pPr>
        <w:pStyle w:val="TOC1"/>
        <w:rPr>
          <w:lang w:bidi="ar-SA"/>
        </w:rPr>
      </w:pPr>
      <w:r>
        <w:t>3. Programming Model for Applications</w:t>
      </w:r>
      <w:r>
        <w:tab/>
      </w:r>
      <w:r w:rsidR="00801C42">
        <w:fldChar w:fldCharType="begin"/>
      </w:r>
      <w:r>
        <w:instrText xml:space="preserve"> PAGEREF _Toc356894512 \h </w:instrText>
      </w:r>
      <w:r w:rsidR="00801C42">
        <w:fldChar w:fldCharType="separate"/>
      </w:r>
      <w:r>
        <w:t>7</w:t>
      </w:r>
      <w:r w:rsidR="00801C42">
        <w:fldChar w:fldCharType="end"/>
      </w:r>
    </w:p>
    <w:p w:rsidR="00641E67" w:rsidRDefault="00641E67">
      <w:pPr>
        <w:pStyle w:val="TOC2"/>
        <w:rPr>
          <w:lang w:bidi="ar-SA"/>
        </w:rPr>
      </w:pPr>
      <w:r>
        <w:t>3.1. Applying a Third-party Filter When Creating and Writing a Dataset</w:t>
      </w:r>
      <w:r>
        <w:tab/>
      </w:r>
      <w:r w:rsidR="00801C42">
        <w:fldChar w:fldCharType="begin"/>
      </w:r>
      <w:r>
        <w:instrText xml:space="preserve"> PAGEREF _Toc356894513 \h </w:instrText>
      </w:r>
      <w:r w:rsidR="00801C42">
        <w:fldChar w:fldCharType="separate"/>
      </w:r>
      <w:r>
        <w:t>7</w:t>
      </w:r>
      <w:r w:rsidR="00801C42">
        <w:fldChar w:fldCharType="end"/>
      </w:r>
    </w:p>
    <w:p w:rsidR="00641E67" w:rsidRDefault="00641E67">
      <w:pPr>
        <w:pStyle w:val="TOC2"/>
        <w:rPr>
          <w:lang w:bidi="ar-SA"/>
        </w:rPr>
      </w:pPr>
      <w:r>
        <w:t>3.2. Reading Data with an Applied Third-party Filter</w:t>
      </w:r>
      <w:r>
        <w:tab/>
      </w:r>
      <w:r w:rsidR="00801C42">
        <w:fldChar w:fldCharType="begin"/>
      </w:r>
      <w:r>
        <w:instrText xml:space="preserve"> PAGEREF _Toc356894514 \h </w:instrText>
      </w:r>
      <w:r w:rsidR="00801C42">
        <w:fldChar w:fldCharType="separate"/>
      </w:r>
      <w:r>
        <w:t>7</w:t>
      </w:r>
      <w:r w:rsidR="00801C42">
        <w:fldChar w:fldCharType="end"/>
      </w:r>
    </w:p>
    <w:p w:rsidR="00641E67" w:rsidRDefault="00641E67">
      <w:pPr>
        <w:pStyle w:val="TOC2"/>
        <w:rPr>
          <w:lang w:bidi="ar-SA"/>
        </w:rPr>
      </w:pPr>
      <w:r>
        <w:t>3.3. A Word of Caution When Using Custom Filters</w:t>
      </w:r>
      <w:r>
        <w:tab/>
      </w:r>
      <w:r w:rsidR="00801C42">
        <w:fldChar w:fldCharType="begin"/>
      </w:r>
      <w:r>
        <w:instrText xml:space="preserve"> PAGEREF _Toc356894515 \h </w:instrText>
      </w:r>
      <w:r w:rsidR="00801C42">
        <w:fldChar w:fldCharType="separate"/>
      </w:r>
      <w:r>
        <w:t>9</w:t>
      </w:r>
      <w:r w:rsidR="00801C42">
        <w:fldChar w:fldCharType="end"/>
      </w:r>
    </w:p>
    <w:p w:rsidR="00641E67" w:rsidRDefault="00641E67">
      <w:pPr>
        <w:pStyle w:val="TOC1"/>
        <w:rPr>
          <w:lang w:bidi="ar-SA"/>
        </w:rPr>
      </w:pPr>
      <w:r>
        <w:t>4. Programming Model for HDF5 Filter Plugins</w:t>
      </w:r>
      <w:r>
        <w:tab/>
      </w:r>
      <w:r w:rsidR="00801C42">
        <w:fldChar w:fldCharType="begin"/>
      </w:r>
      <w:r>
        <w:instrText xml:space="preserve"> PAGEREF _Toc356894516 \h </w:instrText>
      </w:r>
      <w:r w:rsidR="00801C42">
        <w:fldChar w:fldCharType="separate"/>
      </w:r>
      <w:r>
        <w:t>10</w:t>
      </w:r>
      <w:r w:rsidR="00801C42">
        <w:fldChar w:fldCharType="end"/>
      </w:r>
    </w:p>
    <w:p w:rsidR="00641E67" w:rsidRDefault="00641E67">
      <w:pPr>
        <w:pStyle w:val="TOC2"/>
        <w:rPr>
          <w:lang w:bidi="ar-SA"/>
        </w:rPr>
      </w:pPr>
      <w:r>
        <w:t>4.1. Writing a Filter Function</w:t>
      </w:r>
      <w:r>
        <w:tab/>
      </w:r>
      <w:r w:rsidR="00801C42">
        <w:fldChar w:fldCharType="begin"/>
      </w:r>
      <w:r>
        <w:instrText xml:space="preserve"> PAGEREF _Toc356894517 \h </w:instrText>
      </w:r>
      <w:r w:rsidR="00801C42">
        <w:fldChar w:fldCharType="separate"/>
      </w:r>
      <w:r>
        <w:t>10</w:t>
      </w:r>
      <w:r w:rsidR="00801C42">
        <w:fldChar w:fldCharType="end"/>
      </w:r>
    </w:p>
    <w:p w:rsidR="00641E67" w:rsidRDefault="00641E67">
      <w:pPr>
        <w:pStyle w:val="TOC2"/>
        <w:rPr>
          <w:lang w:bidi="ar-SA"/>
        </w:rPr>
      </w:pPr>
      <w:r>
        <w:t>4.2. Registering a Filter with The HDF Group</w:t>
      </w:r>
      <w:r>
        <w:tab/>
      </w:r>
      <w:r w:rsidR="00801C42">
        <w:fldChar w:fldCharType="begin"/>
      </w:r>
      <w:r>
        <w:instrText xml:space="preserve"> PAGEREF _Toc356894518 \h </w:instrText>
      </w:r>
      <w:r w:rsidR="00801C42">
        <w:fldChar w:fldCharType="separate"/>
      </w:r>
      <w:r>
        <w:t>10</w:t>
      </w:r>
      <w:r w:rsidR="00801C42">
        <w:fldChar w:fldCharType="end"/>
      </w:r>
    </w:p>
    <w:p w:rsidR="00641E67" w:rsidRDefault="00641E67">
      <w:pPr>
        <w:pStyle w:val="TOC2"/>
        <w:rPr>
          <w:lang w:bidi="ar-SA"/>
        </w:rPr>
      </w:pPr>
      <w:r>
        <w:t>4.3. Creating an HDF5 Filter Plugin</w:t>
      </w:r>
      <w:r>
        <w:tab/>
      </w:r>
      <w:r w:rsidR="00801C42">
        <w:fldChar w:fldCharType="begin"/>
      </w:r>
      <w:r>
        <w:instrText xml:space="preserve"> PAGEREF _Toc356894519 \h </w:instrText>
      </w:r>
      <w:r w:rsidR="00801C42">
        <w:fldChar w:fldCharType="separate"/>
      </w:r>
      <w:r>
        <w:t>11</w:t>
      </w:r>
      <w:r w:rsidR="00801C42">
        <w:fldChar w:fldCharType="end"/>
      </w:r>
    </w:p>
    <w:p w:rsidR="00641E67" w:rsidRDefault="00641E67">
      <w:pPr>
        <w:pStyle w:val="TOC2"/>
        <w:rPr>
          <w:lang w:bidi="ar-SA"/>
        </w:rPr>
      </w:pPr>
      <w:r>
        <w:t>4.4. Installing an HDF5 Filter Plugin</w:t>
      </w:r>
      <w:r>
        <w:tab/>
      </w:r>
      <w:r w:rsidR="00801C42">
        <w:fldChar w:fldCharType="begin"/>
      </w:r>
      <w:r>
        <w:instrText xml:space="preserve"> PAGEREF _Toc356894520 \h </w:instrText>
      </w:r>
      <w:r w:rsidR="00801C42">
        <w:fldChar w:fldCharType="separate"/>
      </w:r>
      <w:r>
        <w:t>12</w:t>
      </w:r>
      <w:r w:rsidR="00801C42">
        <w:fldChar w:fldCharType="end"/>
      </w:r>
    </w:p>
    <w:p w:rsidR="00641E67" w:rsidRDefault="00641E67">
      <w:pPr>
        <w:pStyle w:val="TOC1"/>
        <w:rPr>
          <w:lang w:bidi="ar-SA"/>
        </w:rPr>
      </w:pPr>
      <w:r>
        <w:t>5. Design</w:t>
      </w:r>
      <w:r>
        <w:tab/>
      </w:r>
      <w:r w:rsidR="00801C42">
        <w:fldChar w:fldCharType="begin"/>
      </w:r>
      <w:r>
        <w:instrText xml:space="preserve"> PAGEREF _Toc356894521 \h </w:instrText>
      </w:r>
      <w:r w:rsidR="00801C42">
        <w:fldChar w:fldCharType="separate"/>
      </w:r>
      <w:r>
        <w:t>13</w:t>
      </w:r>
      <w:r w:rsidR="00801C42">
        <w:fldChar w:fldCharType="end"/>
      </w:r>
    </w:p>
    <w:p w:rsidR="00641E67" w:rsidRDefault="00641E67">
      <w:pPr>
        <w:pStyle w:val="TOC2"/>
        <w:rPr>
          <w:lang w:bidi="ar-SA"/>
        </w:rPr>
      </w:pPr>
      <w:r>
        <w:t>5.1. Data Writing</w:t>
      </w:r>
      <w:r>
        <w:tab/>
      </w:r>
      <w:r w:rsidR="00801C42">
        <w:fldChar w:fldCharType="begin"/>
      </w:r>
      <w:r>
        <w:instrText xml:space="preserve"> PAGEREF _Toc356894522 \h </w:instrText>
      </w:r>
      <w:r w:rsidR="00801C42">
        <w:fldChar w:fldCharType="separate"/>
      </w:r>
      <w:r>
        <w:t>13</w:t>
      </w:r>
      <w:r w:rsidR="00801C42">
        <w:fldChar w:fldCharType="end"/>
      </w:r>
    </w:p>
    <w:p w:rsidR="00641E67" w:rsidRDefault="00641E67">
      <w:pPr>
        <w:pStyle w:val="TOC2"/>
        <w:rPr>
          <w:lang w:bidi="ar-SA"/>
        </w:rPr>
      </w:pPr>
      <w:r>
        <w:t>5.2. Data Reading</w:t>
      </w:r>
      <w:r>
        <w:tab/>
      </w:r>
      <w:r w:rsidR="00801C42">
        <w:fldChar w:fldCharType="begin"/>
      </w:r>
      <w:r>
        <w:instrText xml:space="preserve"> PAGEREF _Toc356894523 \h </w:instrText>
      </w:r>
      <w:r w:rsidR="00801C42">
        <w:fldChar w:fldCharType="separate"/>
      </w:r>
      <w:r>
        <w:t>13</w:t>
      </w:r>
      <w:r w:rsidR="00801C42">
        <w:fldChar w:fldCharType="end"/>
      </w:r>
    </w:p>
    <w:p w:rsidR="00641E67" w:rsidRDefault="00641E67">
      <w:pPr>
        <w:pStyle w:val="TOC2"/>
        <w:rPr>
          <w:lang w:bidi="ar-SA"/>
        </w:rPr>
      </w:pPr>
      <w:r>
        <w:t>5.3. New HDF5 Source Files for Dynamically Loaded Filters</w:t>
      </w:r>
      <w:r>
        <w:tab/>
      </w:r>
      <w:r w:rsidR="00801C42">
        <w:fldChar w:fldCharType="begin"/>
      </w:r>
      <w:r>
        <w:instrText xml:space="preserve"> PAGEREF _Toc356894524 \h </w:instrText>
      </w:r>
      <w:r w:rsidR="00801C42">
        <w:fldChar w:fldCharType="separate"/>
      </w:r>
      <w:r>
        <w:t>14</w:t>
      </w:r>
      <w:r w:rsidR="00801C42">
        <w:fldChar w:fldCharType="end"/>
      </w:r>
    </w:p>
    <w:p w:rsidR="00641E67" w:rsidRDefault="00641E67">
      <w:pPr>
        <w:pStyle w:val="TOC2"/>
        <w:rPr>
          <w:lang w:bidi="ar-SA"/>
        </w:rPr>
      </w:pPr>
      <w:r>
        <w:t>5.4. Testing Dynamically Loaded Filters</w:t>
      </w:r>
      <w:r>
        <w:tab/>
      </w:r>
      <w:r w:rsidR="00801C42">
        <w:fldChar w:fldCharType="begin"/>
      </w:r>
      <w:r>
        <w:instrText xml:space="preserve"> PAGEREF _Toc356894525 \h </w:instrText>
      </w:r>
      <w:r w:rsidR="00801C42">
        <w:fldChar w:fldCharType="separate"/>
      </w:r>
      <w:r>
        <w:t>15</w:t>
      </w:r>
      <w:r w:rsidR="00801C42">
        <w:fldChar w:fldCharType="end"/>
      </w:r>
    </w:p>
    <w:p w:rsidR="00641E67" w:rsidRDefault="00641E67">
      <w:pPr>
        <w:pStyle w:val="TOC1"/>
        <w:rPr>
          <w:lang w:bidi="ar-SA"/>
        </w:rPr>
      </w:pPr>
      <w:r>
        <w:t>6. Proposed Changes to the HDF5 Command-line Tools</w:t>
      </w:r>
      <w:r>
        <w:tab/>
      </w:r>
      <w:r w:rsidR="00801C42">
        <w:fldChar w:fldCharType="begin"/>
      </w:r>
      <w:r>
        <w:instrText xml:space="preserve"> PAGEREF _Toc356894526 \h </w:instrText>
      </w:r>
      <w:r w:rsidR="00801C42">
        <w:fldChar w:fldCharType="separate"/>
      </w:r>
      <w:r>
        <w:t>16</w:t>
      </w:r>
      <w:r w:rsidR="00801C42">
        <w:fldChar w:fldCharType="end"/>
      </w:r>
    </w:p>
    <w:p w:rsidR="00641E67" w:rsidRDefault="00641E67">
      <w:pPr>
        <w:pStyle w:val="TOC2"/>
        <w:rPr>
          <w:lang w:bidi="ar-SA"/>
        </w:rPr>
      </w:pPr>
      <w:r>
        <w:t>6.1. h5dump, h5ls, and h5copy</w:t>
      </w:r>
      <w:r>
        <w:tab/>
      </w:r>
      <w:r w:rsidR="00801C42">
        <w:fldChar w:fldCharType="begin"/>
      </w:r>
      <w:r>
        <w:instrText xml:space="preserve"> PAGEREF _Toc356894527 \h </w:instrText>
      </w:r>
      <w:r w:rsidR="00801C42">
        <w:fldChar w:fldCharType="separate"/>
      </w:r>
      <w:r>
        <w:t>16</w:t>
      </w:r>
      <w:r w:rsidR="00801C42">
        <w:fldChar w:fldCharType="end"/>
      </w:r>
    </w:p>
    <w:p w:rsidR="00641E67" w:rsidRDefault="00641E67">
      <w:pPr>
        <w:pStyle w:val="TOC2"/>
        <w:rPr>
          <w:lang w:bidi="ar-SA"/>
        </w:rPr>
      </w:pPr>
      <w:r>
        <w:t>6.2. h5repack</w:t>
      </w:r>
      <w:r>
        <w:tab/>
      </w:r>
      <w:r w:rsidR="00801C42">
        <w:fldChar w:fldCharType="begin"/>
      </w:r>
      <w:r>
        <w:instrText xml:space="preserve"> PAGEREF _Toc356894528 \h </w:instrText>
      </w:r>
      <w:r w:rsidR="00801C42">
        <w:fldChar w:fldCharType="separate"/>
      </w:r>
      <w:r>
        <w:t>16</w:t>
      </w:r>
      <w:r w:rsidR="00801C42">
        <w:fldChar w:fldCharType="end"/>
      </w:r>
    </w:p>
    <w:p w:rsidR="00641E67" w:rsidRDefault="00641E67">
      <w:pPr>
        <w:pStyle w:val="TOC1"/>
        <w:rPr>
          <w:lang w:bidi="ar-SA"/>
        </w:rPr>
      </w:pPr>
      <w:r>
        <w:t>7. Building an HDF5 bzip2 Plugin Example</w:t>
      </w:r>
      <w:r>
        <w:tab/>
      </w:r>
      <w:r w:rsidR="00801C42">
        <w:fldChar w:fldCharType="begin"/>
      </w:r>
      <w:r>
        <w:instrText xml:space="preserve"> PAGEREF _Toc356894529 \h </w:instrText>
      </w:r>
      <w:r w:rsidR="00801C42">
        <w:fldChar w:fldCharType="separate"/>
      </w:r>
      <w:r>
        <w:t>17</w:t>
      </w:r>
      <w:r w:rsidR="00801C42">
        <w:fldChar w:fldCharType="end"/>
      </w:r>
    </w:p>
    <w:p w:rsidR="00641E67" w:rsidRDefault="00641E67">
      <w:pPr>
        <w:pStyle w:val="TOC1"/>
        <w:rPr>
          <w:lang w:bidi="ar-SA"/>
        </w:rPr>
      </w:pPr>
      <w:r>
        <w:t>8. Example: Writing and Reading Compressed Data</w:t>
      </w:r>
      <w:r>
        <w:tab/>
      </w:r>
      <w:r w:rsidR="00801C42">
        <w:fldChar w:fldCharType="begin"/>
      </w:r>
      <w:r>
        <w:instrText xml:space="preserve"> PAGEREF _Toc356894530 \h </w:instrText>
      </w:r>
      <w:r w:rsidR="00801C42">
        <w:fldChar w:fldCharType="separate"/>
      </w:r>
      <w:r>
        <w:t>18</w:t>
      </w:r>
      <w:r w:rsidR="00801C42">
        <w:fldChar w:fldCharType="end"/>
      </w:r>
    </w:p>
    <w:p w:rsidR="00641E67" w:rsidRDefault="00641E67">
      <w:pPr>
        <w:pStyle w:val="TOC1"/>
        <w:rPr>
          <w:lang w:bidi="ar-SA"/>
        </w:rPr>
      </w:pPr>
      <w:r>
        <w:t>9. HDF5 bzip2 Filter Plugin</w:t>
      </w:r>
      <w:r>
        <w:tab/>
      </w:r>
      <w:r w:rsidR="00801C42">
        <w:fldChar w:fldCharType="begin"/>
      </w:r>
      <w:r>
        <w:instrText xml:space="preserve"> PAGEREF _Toc356894531 \h </w:instrText>
      </w:r>
      <w:r w:rsidR="00801C42">
        <w:fldChar w:fldCharType="separate"/>
      </w:r>
      <w:r>
        <w:t>22</w:t>
      </w:r>
      <w:r w:rsidR="00801C42">
        <w:fldChar w:fldCharType="end"/>
      </w:r>
    </w:p>
    <w:p w:rsidR="00641E67" w:rsidRDefault="00641E67">
      <w:pPr>
        <w:pStyle w:val="TOC1"/>
        <w:rPr>
          <w:lang w:bidi="ar-SA"/>
        </w:rPr>
      </w:pPr>
      <w:r>
        <w:t>10. Example of Makefile</w:t>
      </w:r>
      <w:r>
        <w:tab/>
      </w:r>
      <w:r w:rsidR="00801C42">
        <w:fldChar w:fldCharType="begin"/>
      </w:r>
      <w:r>
        <w:instrText xml:space="preserve"> PAGEREF _Toc356894532 \h </w:instrText>
      </w:r>
      <w:r w:rsidR="00801C42">
        <w:fldChar w:fldCharType="separate"/>
      </w:r>
      <w:r>
        <w:t>25</w:t>
      </w:r>
      <w:r w:rsidR="00801C42">
        <w:fldChar w:fldCharType="end"/>
      </w:r>
    </w:p>
    <w:p w:rsidR="00641E67" w:rsidRDefault="00641E67">
      <w:pPr>
        <w:pStyle w:val="TOC1"/>
        <w:rPr>
          <w:lang w:bidi="ar-SA"/>
        </w:rPr>
      </w:pPr>
      <w:r>
        <w:t>11. References</w:t>
      </w:r>
      <w:r>
        <w:tab/>
      </w:r>
      <w:r w:rsidR="00801C42">
        <w:fldChar w:fldCharType="begin"/>
      </w:r>
      <w:r>
        <w:instrText xml:space="preserve"> PAGEREF _Toc356894533 \h </w:instrText>
      </w:r>
      <w:r w:rsidR="00801C42">
        <w:fldChar w:fldCharType="separate"/>
      </w:r>
      <w:r>
        <w:t>26</w:t>
      </w:r>
      <w:r w:rsidR="00801C42">
        <w:fldChar w:fldCharType="end"/>
      </w:r>
    </w:p>
    <w:p w:rsidR="00621809" w:rsidRDefault="00801C42"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rsidSect="00981886">
          <w:headerReference w:type="first" r:id="rId15"/>
          <w:type w:val="continuous"/>
          <w:pgSz w:w="12240" w:h="15840" w:code="1"/>
          <w:pgMar w:top="1440" w:right="1440" w:bottom="1440" w:left="1440" w:header="432" w:footer="720" w:gutter="0"/>
          <w:cols w:space="720"/>
          <w:titlePg/>
          <w:docGrid w:linePitch="360"/>
        </w:sectPr>
      </w:pPr>
    </w:p>
    <w:p w:rsidR="00AC30DD" w:rsidRDefault="00AC30DD" w:rsidP="00420406">
      <w:pPr>
        <w:pStyle w:val="Heading1"/>
      </w:pPr>
      <w:bookmarkStart w:id="1" w:name="_Toc356894508"/>
      <w:r>
        <w:lastRenderedPageBreak/>
        <w:t>Introduction</w:t>
      </w:r>
      <w:bookmarkEnd w:id="1"/>
    </w:p>
    <w:p w:rsidR="00CF3D69" w:rsidRDefault="00CF3D69" w:rsidP="00CF3D69">
      <w:r>
        <w:t xml:space="preserve">The HDF5 Library provides an internal mechanism to compress an HDF5 dataset’s raw data and the links stored in an HDF5 group object. Readers who are unfamiliar with HDF5 compression are encouraged to view the HDF5 tutorials, the </w:t>
      </w:r>
      <w:r w:rsidRPr="00FA6AED">
        <w:rPr>
          <w:i/>
        </w:rPr>
        <w:t>HDF5 User’s Guide</w:t>
      </w:r>
      <w:r>
        <w:t xml:space="preserve">, the </w:t>
      </w:r>
      <w:r w:rsidRPr="00FA6AED">
        <w:rPr>
          <w:i/>
        </w:rPr>
        <w:t>HDF5 Reference Manual</w:t>
      </w:r>
      <w:r>
        <w:t xml:space="preserve"> and other documentation available from the </w:t>
      </w:r>
      <w:hyperlink r:id="rId16" w:history="1">
        <w:r w:rsidRPr="00480C76">
          <w:rPr>
            <w:rStyle w:val="Hyperlink"/>
          </w:rPr>
          <w:t>http://www.hdfgroup.org</w:t>
        </w:r>
      </w:hyperlink>
      <w:r>
        <w:t xml:space="preserve"> website. </w:t>
      </w:r>
    </w:p>
    <w:p w:rsidR="00CF3D69" w:rsidRDefault="00CF3D69" w:rsidP="00CF3D69"/>
    <w:p w:rsidR="00CF3D69" w:rsidRDefault="00CF3D69" w:rsidP="00CF3D69">
      <w:r>
        <w:t>The HDF5 compression mechanism is a part of the HDF5 “filter pipeline” that modifies an application’s data during the I/O operations. The pipeline was designed to be extensible. New filters could be easily added to the pipeline by an application, or the HDF5 Library code can be modified with a new filter to be later used by an application.</w:t>
      </w:r>
    </w:p>
    <w:p w:rsidR="00CF3D69" w:rsidRDefault="00CF3D69" w:rsidP="00CF3D69"/>
    <w:p w:rsidR="00CF3D69" w:rsidRDefault="00CF3D69" w:rsidP="00CF3D69">
      <w:r>
        <w:t xml:space="preserve">The HDF5 Library supports several “internal” filters (see in the </w:t>
      </w:r>
      <w:r w:rsidRPr="001D0AD9">
        <w:rPr>
          <w:i/>
        </w:rPr>
        <w:t>HDF5 User’s Guide</w:t>
      </w:r>
      <w:r>
        <w:t xml:space="preserve">, section 5.4.2, “Data Pipeline Filters”). Two filters, </w:t>
      </w:r>
      <w:r w:rsidRPr="001D0AD9">
        <w:rPr>
          <w:i/>
        </w:rPr>
        <w:t>deflate</w:t>
      </w:r>
      <w:r>
        <w:t xml:space="preserve"> and </w:t>
      </w:r>
      <w:r w:rsidRPr="001D0AD9">
        <w:rPr>
          <w:i/>
        </w:rPr>
        <w:t>szip</w:t>
      </w:r>
      <w:r>
        <w:t>, depend on third-party compression libraries.  All internal filters are configurable. They can be added or removed during the configuration step when the HDF5 Library is built.</w:t>
      </w:r>
    </w:p>
    <w:p w:rsidR="00CF3D69" w:rsidRDefault="00CF3D69" w:rsidP="00CF3D69"/>
    <w:p w:rsidR="00CF3D69" w:rsidRDefault="00CF3D69" w:rsidP="00CF3D69">
      <w:r>
        <w:t xml:space="preserve">While currently available HDF5 “internal” compression methods work reasonably well on users’ datasets, there are certain drawbacks to the current implementation. First, the “internal” compression methods may not provide the optimal compression ratio, as do some newly developed or specialized compression methods. Secondly, if a data provider wants to use a “non-internal” compression for storing the data in HDF5, he/she has to write a filter function that uses the new compression method and then register it with the library. Data consumers of such HDF5 files will need to have the new filter function and use it with their applications to read the data, or they will need a modified version of the HDF5 Library that has the new filter as a part of the library. </w:t>
      </w:r>
    </w:p>
    <w:p w:rsidR="00CF3D69" w:rsidRDefault="00CF3D69" w:rsidP="00CF3D69"/>
    <w:p w:rsidR="00CF3D69" w:rsidRDefault="00CF3D69" w:rsidP="00CF3D69">
      <w:proofErr w:type="gramStart"/>
      <w:r>
        <w:t>If a user of such data does not have a modified HDF5 Library installed on his system, command-line tools such as h5dump or h5ls will not be able to display the compressed data.</w:t>
      </w:r>
      <w:proofErr w:type="gramEnd"/>
      <w:r>
        <w:t xml:space="preserve"> Furthermore, it would be practically impossible to determine the compression method used, making the data stored in HDF5 useless.</w:t>
      </w:r>
    </w:p>
    <w:p w:rsidR="00CF3D69" w:rsidRDefault="00CF3D69" w:rsidP="00CF3D69"/>
    <w:p w:rsidR="00CF3D69" w:rsidRDefault="00CF3D69" w:rsidP="00CF3D69">
      <w:r>
        <w:t xml:space="preserve">It is clear that the current HDF5 filter mechanism, while extensible, does not work well with third-party filters. It would be a maintenance nightmare to keep adding and supporting new compression methods in HDF5. For any set of HDF5 “internal” filters, there always will be data with which the “internal” filters will not achieve the optimal performance needed to address data I/O and storage problems. Thus the current HDF5 filter mechanism should be enhanced to address the issues discussed above. </w:t>
      </w:r>
    </w:p>
    <w:p w:rsidR="00CF3D69" w:rsidRDefault="00CF3D69" w:rsidP="00CF3D69"/>
    <w:p w:rsidR="00CF3D69" w:rsidRDefault="00CF3D69" w:rsidP="00CF3D69">
      <w:r>
        <w:t>We have added a new feature to HDF5 called “dynamically loaded filters in HDF5.” This feature will make the HDF5 third-party filters available to an application at runtime. The third-party HDF5 filter function has to be a part of the HDF5 filter plugin installed on the system as a shared library or DLL.</w:t>
      </w:r>
    </w:p>
    <w:p w:rsidR="00CF3D69" w:rsidRDefault="00CF3D69" w:rsidP="00CF3D69"/>
    <w:p w:rsidR="00CF3D69" w:rsidRDefault="00CF3D69" w:rsidP="00CF3D69">
      <w:r>
        <w:t xml:space="preserve">To use a third-party filter an HDF5 application should call the </w:t>
      </w:r>
      <w:r w:rsidRPr="000D2422">
        <w:rPr>
          <w:rFonts w:ascii="Courier New" w:hAnsi="Courier New"/>
          <w:sz w:val="18"/>
          <w:szCs w:val="23"/>
        </w:rPr>
        <w:t>H5Pset_filter</w:t>
      </w:r>
      <w:r>
        <w:t xml:space="preserve"> function when setting the filter pipeline for a dataset creation property. The HDF5 Library will register the filter with the library and the filter will be applied when data is written to the file. </w:t>
      </w:r>
    </w:p>
    <w:p w:rsidR="00CF3D69" w:rsidRDefault="00CF3D69" w:rsidP="00CF3D69"/>
    <w:p w:rsidR="00CF3D69" w:rsidRDefault="00CF3D69" w:rsidP="00CF3D69">
      <w:r>
        <w:lastRenderedPageBreak/>
        <w:t xml:space="preserve">When an application reads data compressed with a third-party HDF5 filter, the HDF5 Library will search for the required filter plugin, register the filter with the library (if the filter function is not registered) and apply it to the data on the read operation. </w:t>
      </w:r>
    </w:p>
    <w:p w:rsidR="00CF3D69" w:rsidRDefault="00CF3D69" w:rsidP="00CF3D69"/>
    <w:p w:rsidR="00AC30DD" w:rsidRDefault="00CF3D69" w:rsidP="00CF3D69">
      <w:r>
        <w:t>This document describes this new feature and provides details in the following sections.</w:t>
      </w:r>
    </w:p>
    <w:p w:rsidR="00AC30DD" w:rsidRDefault="00AC30DD" w:rsidP="00AC30DD"/>
    <w:p w:rsidR="00AC30DD" w:rsidRPr="00AC30DD" w:rsidRDefault="00AC30DD" w:rsidP="00AC30DD"/>
    <w:p w:rsidR="00AC30DD" w:rsidRDefault="00CF3D69" w:rsidP="00420406">
      <w:pPr>
        <w:pStyle w:val="Heading1"/>
      </w:pPr>
      <w:bookmarkStart w:id="2" w:name="_Toc356894509"/>
      <w:r>
        <w:lastRenderedPageBreak/>
        <w:t>Requirements</w:t>
      </w:r>
      <w:bookmarkEnd w:id="2"/>
    </w:p>
    <w:p w:rsidR="00CF3D69" w:rsidRDefault="00CF3D69" w:rsidP="00CF3D69">
      <w:r>
        <w:t>The current design for the HDF5 dynamically loaded filters feature addresses the requirements listed in the sections below.</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3" w:name="_Toc353374061"/>
      <w:bookmarkStart w:id="4" w:name="_Toc356894510"/>
      <w:r>
        <w:t>Functional Requirements</w:t>
      </w:r>
      <w:bookmarkEnd w:id="3"/>
      <w:bookmarkEnd w:id="4"/>
    </w:p>
    <w:p w:rsidR="00CF3D69" w:rsidRDefault="00CF3D69" w:rsidP="00CF3D69">
      <w:pPr>
        <w:pStyle w:val="ListParagraph"/>
        <w:numPr>
          <w:ilvl w:val="0"/>
          <w:numId w:val="22"/>
        </w:numPr>
        <w:contextualSpacing/>
      </w:pPr>
      <w:r>
        <w:t xml:space="preserve">There are </w:t>
      </w:r>
      <w:r w:rsidRPr="00694558">
        <w:rPr>
          <w:b/>
        </w:rPr>
        <w:t>no changes to the HDF5 file format</w:t>
      </w:r>
      <w:r>
        <w:t>.</w:t>
      </w:r>
    </w:p>
    <w:p w:rsidR="00CF3D69" w:rsidRDefault="00CF3D69" w:rsidP="00CF3D69">
      <w:pPr>
        <w:pStyle w:val="ListParagraph"/>
        <w:numPr>
          <w:ilvl w:val="0"/>
          <w:numId w:val="22"/>
        </w:numPr>
        <w:contextualSpacing/>
      </w:pPr>
      <w:r>
        <w:t xml:space="preserve">There are </w:t>
      </w:r>
      <w:r w:rsidRPr="00166065">
        <w:rPr>
          <w:b/>
        </w:rPr>
        <w:t>no changes</w:t>
      </w:r>
      <w:r>
        <w:t xml:space="preserve"> </w:t>
      </w:r>
      <w:r w:rsidRPr="00166065">
        <w:rPr>
          <w:b/>
        </w:rPr>
        <w:t>to the HDF5 interface and the programming model</w:t>
      </w:r>
      <w:r>
        <w:t xml:space="preserve"> (see the “Programming Model for Applications” section on page </w:t>
      </w:r>
      <w:r w:rsidR="00801C42">
        <w:fldChar w:fldCharType="begin"/>
      </w:r>
      <w:r>
        <w:instrText xml:space="preserve"> PAGEREF ProgrammingModelForApplications \h </w:instrText>
      </w:r>
      <w:r w:rsidR="00801C42">
        <w:fldChar w:fldCharType="separate"/>
      </w:r>
      <w:r w:rsidR="004A71D7">
        <w:rPr>
          <w:noProof/>
        </w:rPr>
        <w:t>7</w:t>
      </w:r>
      <w:r w:rsidR="00801C42">
        <w:fldChar w:fldCharType="end"/>
      </w:r>
      <w:r>
        <w:t>) in order to use the feature.</w:t>
      </w:r>
    </w:p>
    <w:p w:rsidR="00CF3D69" w:rsidRDefault="00CF3D69" w:rsidP="00CF3D69">
      <w:pPr>
        <w:pStyle w:val="ListParagraph"/>
        <w:numPr>
          <w:ilvl w:val="0"/>
          <w:numId w:val="22"/>
        </w:numPr>
        <w:contextualSpacing/>
      </w:pPr>
      <w:r>
        <w:t xml:space="preserve">The HDF5 third-party filters are available as </w:t>
      </w:r>
      <w:r w:rsidRPr="002E0FD1">
        <w:rPr>
          <w:b/>
        </w:rPr>
        <w:t>shared libraries or DLLs</w:t>
      </w:r>
      <w:r>
        <w:t xml:space="preserve"> on the user’s system. The minimum content of the shared library satisfies the requirements as documented in the “Programming Model for HDF5 Filter Plugins” section on page </w:t>
      </w:r>
      <w:r w:rsidR="00801C42">
        <w:fldChar w:fldCharType="begin"/>
      </w:r>
      <w:r>
        <w:instrText xml:space="preserve"> PAGEREF ProgrammingModelForHdf5FilterPlugins \h </w:instrText>
      </w:r>
      <w:r w:rsidR="00801C42">
        <w:fldChar w:fldCharType="separate"/>
      </w:r>
      <w:r w:rsidR="004A71D7">
        <w:rPr>
          <w:noProof/>
        </w:rPr>
        <w:t>10</w:t>
      </w:r>
      <w:r w:rsidR="00801C42">
        <w:fldChar w:fldCharType="end"/>
      </w:r>
      <w:r>
        <w:t>.</w:t>
      </w:r>
    </w:p>
    <w:p w:rsidR="00CF3D69" w:rsidRDefault="00CF3D69" w:rsidP="00CF3D69">
      <w:pPr>
        <w:pStyle w:val="ListParagraph"/>
        <w:numPr>
          <w:ilvl w:val="0"/>
          <w:numId w:val="22"/>
        </w:numPr>
        <w:contextualSpacing/>
      </w:pPr>
      <w:r>
        <w:t xml:space="preserve">There are predefined </w:t>
      </w:r>
      <w:r w:rsidRPr="002E0FD1">
        <w:rPr>
          <w:b/>
        </w:rPr>
        <w:t>default locations</w:t>
      </w:r>
      <w:r>
        <w:t xml:space="preserve"> where the HDF5 Library searches the shared libraries or DLLs with the HDF5 filter functions.</w:t>
      </w:r>
    </w:p>
    <w:p w:rsidR="00CF3D69" w:rsidRDefault="00CF3D69" w:rsidP="00CF3D69">
      <w:pPr>
        <w:pStyle w:val="ListParagraph"/>
        <w:numPr>
          <w:ilvl w:val="0"/>
          <w:numId w:val="22"/>
        </w:numPr>
        <w:contextualSpacing/>
      </w:pPr>
      <w:r>
        <w:t xml:space="preserve">The </w:t>
      </w:r>
      <w:r w:rsidRPr="002E0FD1">
        <w:rPr>
          <w:b/>
        </w:rPr>
        <w:t>default location may be overwritten</w:t>
      </w:r>
      <w:r>
        <w:t xml:space="preserve"> by an environment variable.</w:t>
      </w:r>
    </w:p>
    <w:p w:rsidR="00CF3D69" w:rsidRDefault="00CF3D69" w:rsidP="00CF3D69">
      <w:pPr>
        <w:pStyle w:val="ListParagraph"/>
        <w:numPr>
          <w:ilvl w:val="0"/>
          <w:numId w:val="22"/>
        </w:numPr>
        <w:contextualSpacing/>
      </w:pPr>
      <w:r>
        <w:t>Once a filter plugin library is loaded, it stays loaded until the HDF5 Library is closed.</w:t>
      </w:r>
    </w:p>
    <w:p w:rsidR="00CF3D69" w:rsidRDefault="00CF3D69" w:rsidP="00CF3D69">
      <w:pPr>
        <w:pStyle w:val="ListParagraph"/>
        <w:contextualSpacing/>
      </w:pPr>
    </w:p>
    <w:p w:rsidR="00CF3D69" w:rsidRDefault="00CF3D69" w:rsidP="00CF3D69">
      <w:r>
        <w:t>Future enhancements:</w:t>
      </w:r>
    </w:p>
    <w:p w:rsidR="00CF3D69" w:rsidRDefault="00CF3D69" w:rsidP="00CF3D69"/>
    <w:p w:rsidR="00CF3D69" w:rsidRDefault="00CF3D69" w:rsidP="00CF3D69">
      <w:pPr>
        <w:pStyle w:val="ListParagraph"/>
        <w:numPr>
          <w:ilvl w:val="0"/>
          <w:numId w:val="21"/>
        </w:numPr>
        <w:contextualSpacing/>
      </w:pPr>
      <w:r>
        <w:t>The default search locations can be specified in a configuration file.</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5" w:name="_Toc353374062"/>
      <w:bookmarkStart w:id="6" w:name="_Toc356894511"/>
      <w:r>
        <w:t>Non-functional Requirements</w:t>
      </w:r>
      <w:bookmarkEnd w:id="5"/>
      <w:bookmarkEnd w:id="6"/>
    </w:p>
    <w:p w:rsidR="00CF3D69" w:rsidRDefault="00CF3D69" w:rsidP="00CF3D69">
      <w:pPr>
        <w:pStyle w:val="ListParagraph"/>
        <w:numPr>
          <w:ilvl w:val="0"/>
          <w:numId w:val="23"/>
        </w:numPr>
        <w:contextualSpacing/>
      </w:pPr>
      <w:r>
        <w:t xml:space="preserve">The HDF Group maintains a list of the third-party filters registered with HDF5 to facilitate tracking of a filter provenance. The current procedure is outlined at </w:t>
      </w:r>
      <w:hyperlink r:id="rId17" w:history="1">
        <w:r w:rsidRPr="00A657AD">
          <w:rPr>
            <w:rStyle w:val="Hyperlink"/>
          </w:rPr>
          <w:t>http://www.hdfgroup.org/services/contributions.html</w:t>
        </w:r>
      </w:hyperlink>
      <w:r>
        <w:t>.</w:t>
      </w:r>
    </w:p>
    <w:p w:rsidR="00CF3D69" w:rsidRDefault="00CF3D69" w:rsidP="00CF3D69">
      <w:pPr>
        <w:pStyle w:val="ListParagraph"/>
        <w:numPr>
          <w:ilvl w:val="0"/>
          <w:numId w:val="23"/>
        </w:numPr>
        <w:contextualSpacing/>
      </w:pPr>
      <w:r>
        <w:t>The HDF group publishes a specification and provides examples of dynamic loaded filters libraries.</w:t>
      </w:r>
    </w:p>
    <w:p w:rsidR="00CF3D69" w:rsidRDefault="00CF3D69" w:rsidP="00CF3D69"/>
    <w:p w:rsidR="00CF3D69" w:rsidRDefault="00CF3D69" w:rsidP="00CF3D69">
      <w:r>
        <w:t>Future enhancements:</w:t>
      </w:r>
    </w:p>
    <w:p w:rsidR="00CF3D69" w:rsidRDefault="00CF3D69" w:rsidP="00CF3D69"/>
    <w:p w:rsidR="00CF3D69" w:rsidRDefault="00CF3D69" w:rsidP="00CF3D69">
      <w:pPr>
        <w:pStyle w:val="ListParagraph"/>
        <w:numPr>
          <w:ilvl w:val="0"/>
          <w:numId w:val="21"/>
        </w:numPr>
        <w:contextualSpacing/>
      </w:pPr>
      <w:r>
        <w:t>The HDF Group provides a repository such as SVN or GIT for the third-party filters and outlines a testing procedure that can be used by the filters maintainers to test the filters with the HDF5 libraries under development.</w:t>
      </w:r>
    </w:p>
    <w:p w:rsidR="00CF3D69" w:rsidRDefault="00CF3D69" w:rsidP="00CF3D69"/>
    <w:p w:rsidR="00CF3D69" w:rsidRDefault="00CF3D69" w:rsidP="00AC30DD"/>
    <w:p w:rsidR="00CF3D69" w:rsidRPr="00AC30DD" w:rsidRDefault="00CF3D69" w:rsidP="00AC30DD"/>
    <w:p w:rsidR="00CF3D69" w:rsidRPr="00633649" w:rsidRDefault="00CF3D69" w:rsidP="00CF3D69">
      <w:pPr>
        <w:pStyle w:val="Heading1"/>
        <w:spacing w:before="360" w:after="120"/>
        <w:ind w:left="432" w:hanging="432"/>
        <w:jc w:val="both"/>
      </w:pPr>
      <w:bookmarkStart w:id="7" w:name="_Ref227142757"/>
      <w:bookmarkStart w:id="8" w:name="_Toc353374063"/>
      <w:bookmarkStart w:id="9" w:name="_Toc356894512"/>
      <w:r>
        <w:lastRenderedPageBreak/>
        <w:t>Programming Model for Ap</w:t>
      </w:r>
      <w:bookmarkStart w:id="10" w:name="ProgrammingModelForApplications"/>
      <w:bookmarkEnd w:id="10"/>
      <w:r>
        <w:t>plications</w:t>
      </w:r>
      <w:bookmarkEnd w:id="7"/>
      <w:bookmarkEnd w:id="8"/>
      <w:bookmarkEnd w:id="9"/>
      <w:r>
        <w:t xml:space="preserve"> </w:t>
      </w:r>
    </w:p>
    <w:p w:rsidR="00CF3D69" w:rsidRDefault="00CF3D69" w:rsidP="00CF3D69">
      <w:r>
        <w:t>This section describes the programming model for an application that uses a third-party HDF5 filter plugin to write or read data. For simplicity of presentation, it is assumed that the HDF5 filter plugin is available on the system in a default location.  The HDF5 filter plugin is discussed in detail in the “</w:t>
      </w:r>
      <w:r w:rsidRPr="006C7F2B">
        <w:t>Programming Model for HDF5 Filter Plugins</w:t>
      </w:r>
      <w:r>
        <w:t xml:space="preserve">” section on page </w:t>
      </w:r>
      <w:r w:rsidR="00801C42">
        <w:fldChar w:fldCharType="begin"/>
      </w:r>
      <w:r>
        <w:instrText xml:space="preserve"> PAGEREF ProgrammingModelForHdf5FilterPlugins \h </w:instrText>
      </w:r>
      <w:r w:rsidR="00801C42">
        <w:fldChar w:fldCharType="separate"/>
      </w:r>
      <w:r w:rsidR="004A71D7">
        <w:rPr>
          <w:noProof/>
        </w:rPr>
        <w:t>10</w:t>
      </w:r>
      <w:r w:rsidR="00801C42">
        <w:fldChar w:fldCharType="end"/>
      </w:r>
      <w:r>
        <w:t xml:space="preserve">. </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11" w:name="_Toc353374064"/>
      <w:bookmarkStart w:id="12" w:name="_Toc356894513"/>
      <w:r>
        <w:t>Applying a Third-party Filter When Creating and Writing a Dataset</w:t>
      </w:r>
      <w:bookmarkEnd w:id="11"/>
      <w:bookmarkEnd w:id="12"/>
    </w:p>
    <w:p w:rsidR="00CF3D69" w:rsidRDefault="00CF3D69" w:rsidP="00CF3D69">
      <w:r>
        <w:t xml:space="preserve">A third-party filter can be added to the HDF5 filter pipeline by using the </w:t>
      </w:r>
      <w:r w:rsidRPr="000D2422">
        <w:rPr>
          <w:rFonts w:ascii="Courier New" w:hAnsi="Courier New"/>
          <w:sz w:val="18"/>
          <w:szCs w:val="23"/>
        </w:rPr>
        <w:t>H5Pset_filter</w:t>
      </w:r>
      <w:r>
        <w:t xml:space="preserve"> function, as a user would do in the past. The identification number and the filter parameters should be available to the application. For example, if the application intends to apply the HDF5 bzip2 compression filter that was registered with The HDF Group and has an identification number 307 (see </w:t>
      </w:r>
      <w:hyperlink r:id="rId18" w:history="1">
        <w:r w:rsidRPr="00480C76">
          <w:rPr>
            <w:rStyle w:val="Hyperlink"/>
          </w:rPr>
          <w:t>http://www.hdfgroup.org/services/contributions.html</w:t>
        </w:r>
      </w:hyperlink>
      <w:r>
        <w:t>) then the application would follow the steps as outlined below:</w:t>
      </w:r>
    </w:p>
    <w:p w:rsidR="00CF3D69" w:rsidRDefault="00CF3D69" w:rsidP="00CF3D69"/>
    <w:p w:rsidR="00CF3D69" w:rsidRPr="00E92F8E" w:rsidRDefault="00CF3D69" w:rsidP="00CF3D69">
      <w:pPr>
        <w:pStyle w:val="PlainText"/>
      </w:pPr>
      <w:r w:rsidRPr="00E92F8E">
        <w:t xml:space="preserve">        </w:t>
      </w:r>
      <w:proofErr w:type="gramStart"/>
      <w:r w:rsidRPr="00E92F8E">
        <w:t>dcpl</w:t>
      </w:r>
      <w:proofErr w:type="gramEnd"/>
      <w:r w:rsidRPr="00E92F8E">
        <w:t xml:space="preserve"> = H5Pcreate (H5P_DATASET_CREATE);</w:t>
      </w:r>
    </w:p>
    <w:p w:rsidR="00CF3D69" w:rsidRDefault="00CF3D69" w:rsidP="00CF3D69">
      <w:pPr>
        <w:pStyle w:val="PlainText"/>
      </w:pPr>
      <w:r w:rsidRPr="00E92F8E">
        <w:t xml:space="preserve">        </w:t>
      </w:r>
      <w:proofErr w:type="gramStart"/>
      <w:r w:rsidRPr="00E92F8E">
        <w:t>status</w:t>
      </w:r>
      <w:proofErr w:type="gramEnd"/>
      <w:r w:rsidRPr="00E92F8E">
        <w:t xml:space="preserve"> = H5Pset_filter (dcpl, </w:t>
      </w:r>
      <w:r>
        <w:t>(H5Z_filter_t)307</w:t>
      </w:r>
      <w:r w:rsidRPr="00E92F8E">
        <w:t>, H5Z_FLAG_MANDATORY,</w:t>
      </w:r>
    </w:p>
    <w:p w:rsidR="00CF3D69" w:rsidRDefault="00CF3D69" w:rsidP="00CF3D69">
      <w:pPr>
        <w:pStyle w:val="PlainText"/>
      </w:pPr>
      <w:r>
        <w:t xml:space="preserve">                  </w:t>
      </w:r>
      <w:r w:rsidRPr="00E92F8E">
        <w:t xml:space="preserve"> </w:t>
      </w:r>
      <w:r>
        <w:t xml:space="preserve">               (size_t</w:t>
      </w:r>
      <w:proofErr w:type="gramStart"/>
      <w:r>
        <w:t>)6</w:t>
      </w:r>
      <w:proofErr w:type="gramEnd"/>
      <w:r w:rsidRPr="00E92F8E">
        <w:t>, cd_values);</w:t>
      </w:r>
      <w:r>
        <w:tab/>
      </w:r>
    </w:p>
    <w:p w:rsidR="00CF3D69" w:rsidRPr="00E92F8E" w:rsidRDefault="00CF3D69" w:rsidP="00CF3D69">
      <w:pPr>
        <w:pStyle w:val="PlainText"/>
      </w:pPr>
    </w:p>
    <w:p w:rsidR="00CF3D69" w:rsidRPr="00E92F8E" w:rsidRDefault="00CF3D69" w:rsidP="00CF3D69">
      <w:pPr>
        <w:pStyle w:val="PlainText"/>
      </w:pPr>
      <w:r>
        <w:t xml:space="preserve">        </w:t>
      </w:r>
      <w:proofErr w:type="gramStart"/>
      <w:r w:rsidRPr="00E92F8E">
        <w:t>dset</w:t>
      </w:r>
      <w:proofErr w:type="gramEnd"/>
      <w:r w:rsidRPr="00E92F8E">
        <w:t xml:space="preserve"> = H5Dcreate (file, DATASET, H5T_STD_I32LE, space, H5P_DEFAULT, dcpl,</w:t>
      </w:r>
    </w:p>
    <w:p w:rsidR="00CF3D69" w:rsidRPr="00E92F8E" w:rsidRDefault="00CF3D69" w:rsidP="00CF3D69">
      <w:pPr>
        <w:pStyle w:val="PlainText"/>
      </w:pPr>
      <w:r w:rsidRPr="00E92F8E">
        <w:t xml:space="preserve">        </w:t>
      </w:r>
      <w:proofErr w:type="gramStart"/>
      <w:r w:rsidRPr="00E92F8E">
        <w:t>status</w:t>
      </w:r>
      <w:proofErr w:type="gramEnd"/>
      <w:r w:rsidRPr="00E92F8E">
        <w:t xml:space="preserve"> = H5Dwrite (dset, H5T_NATIVE_INT, H5S_ALL, H5S_ALL, H5P_DEFAULT,</w:t>
      </w:r>
    </w:p>
    <w:p w:rsidR="00CF3D69" w:rsidRPr="00E92F8E" w:rsidRDefault="00CF3D69" w:rsidP="00CF3D69">
      <w:pPr>
        <w:pStyle w:val="PlainText"/>
      </w:pPr>
      <w:r w:rsidRPr="00E92F8E">
        <w:t xml:space="preserve">                    </w:t>
      </w:r>
      <w:r>
        <w:t xml:space="preserve">       </w:t>
      </w:r>
      <w:proofErr w:type="gramStart"/>
      <w:r w:rsidRPr="00E92F8E">
        <w:t>wdata[</w:t>
      </w:r>
      <w:proofErr w:type="gramEnd"/>
      <w:r w:rsidRPr="00E92F8E">
        <w:t>0]);</w:t>
      </w:r>
    </w:p>
    <w:p w:rsidR="00CF3D69" w:rsidRDefault="00CF3D69" w:rsidP="00CF3D69"/>
    <w:p w:rsidR="00CF3D69" w:rsidRDefault="00CF3D69" w:rsidP="00CF3D69"/>
    <w:p w:rsidR="00CF3D69" w:rsidRPr="00377E71" w:rsidRDefault="00CF3D69" w:rsidP="00CF3D69"/>
    <w:p w:rsidR="00CF3D69" w:rsidRDefault="00CF3D69" w:rsidP="00CF3D69">
      <w:pPr>
        <w:pStyle w:val="Heading2"/>
        <w:spacing w:after="120" w:line="240" w:lineRule="auto"/>
        <w:ind w:left="576" w:hanging="576"/>
        <w:jc w:val="both"/>
      </w:pPr>
      <w:bookmarkStart w:id="13" w:name="_Ref227144678"/>
      <w:bookmarkStart w:id="14" w:name="_Toc353374065"/>
      <w:bookmarkStart w:id="15" w:name="_Toc356894514"/>
      <w:r>
        <w:t>Reading Data with an Applied Th</w:t>
      </w:r>
      <w:bookmarkStart w:id="16" w:name="ReadingDataWithAnAppliedThirdPartyFilter"/>
      <w:bookmarkEnd w:id="16"/>
      <w:r>
        <w:t>ird-party Filter</w:t>
      </w:r>
      <w:bookmarkEnd w:id="13"/>
      <w:bookmarkEnd w:id="14"/>
      <w:bookmarkEnd w:id="15"/>
    </w:p>
    <w:p w:rsidR="00CF3D69" w:rsidRDefault="00CF3D69" w:rsidP="00CF3D69">
      <w:r>
        <w:t>An application does not need to do anything special to read the data with a third-party filter applied. For example, if one wants to read data written in 3.1 the following regular steps should be taken:</w:t>
      </w:r>
    </w:p>
    <w:p w:rsidR="00CF3D69" w:rsidRDefault="00CF3D69" w:rsidP="00CF3D69"/>
    <w:p w:rsidR="00CF3D69" w:rsidRPr="00E92F8E" w:rsidRDefault="00CF3D69" w:rsidP="00CF3D69">
      <w:pPr>
        <w:pStyle w:val="PlainText"/>
      </w:pPr>
      <w:r>
        <w:t xml:space="preserve">       </w:t>
      </w:r>
      <w:proofErr w:type="gramStart"/>
      <w:r w:rsidRPr="00E92F8E">
        <w:t>file</w:t>
      </w:r>
      <w:proofErr w:type="gramEnd"/>
      <w:r w:rsidRPr="00E92F8E">
        <w:t xml:space="preserve"> = H5Fopen (FILE, H5F_ACC_RDONLY, H5P_DEFAULT);</w:t>
      </w:r>
    </w:p>
    <w:p w:rsidR="00CF3D69" w:rsidRPr="00E92F8E" w:rsidRDefault="00CF3D69" w:rsidP="00CF3D69">
      <w:pPr>
        <w:pStyle w:val="PlainText"/>
      </w:pPr>
      <w:r w:rsidRPr="00E92F8E">
        <w:t xml:space="preserve">       </w:t>
      </w:r>
      <w:proofErr w:type="gramStart"/>
      <w:r w:rsidRPr="00E92F8E">
        <w:t>dset</w:t>
      </w:r>
      <w:proofErr w:type="gramEnd"/>
      <w:r w:rsidRPr="00E92F8E">
        <w:t xml:space="preserve"> = H5Dopen (file, DATASET, H5P_DEFAULT);</w:t>
      </w:r>
    </w:p>
    <w:p w:rsidR="00CF3D69" w:rsidRPr="00E92F8E" w:rsidRDefault="00CF3D69" w:rsidP="00CF3D69">
      <w:pPr>
        <w:pStyle w:val="PlainText"/>
      </w:pPr>
      <w:r>
        <w:t xml:space="preserve">              </w:t>
      </w:r>
      <w:r w:rsidRPr="00E92F8E">
        <w:t>H5Dread (dset, H5T_NATIVE_INT, H5S_ALL, H5S_ALL, H5P_DEFAULT,</w:t>
      </w:r>
    </w:p>
    <w:p w:rsidR="00CF3D69" w:rsidRDefault="00CF3D69" w:rsidP="00CF3D69">
      <w:pPr>
        <w:pStyle w:val="PlainText"/>
      </w:pPr>
      <w:r w:rsidRPr="00E92F8E">
        <w:t xml:space="preserve">   </w:t>
      </w:r>
      <w:r>
        <w:t xml:space="preserve">      </w:t>
      </w:r>
      <w:r w:rsidRPr="00E92F8E">
        <w:t xml:space="preserve">                </w:t>
      </w:r>
      <w:proofErr w:type="gramStart"/>
      <w:r w:rsidRPr="00E92F8E">
        <w:t>rdata[</w:t>
      </w:r>
      <w:proofErr w:type="gramEnd"/>
      <w:r w:rsidRPr="00E92F8E">
        <w:t>0]);</w:t>
      </w:r>
    </w:p>
    <w:p w:rsidR="00CF3D69" w:rsidRDefault="00CF3D69" w:rsidP="00CF3D69"/>
    <w:p w:rsidR="00CF3D69" w:rsidRDefault="00CF3D69" w:rsidP="00CF3D69">
      <w:pPr>
        <w:rPr>
          <w:szCs w:val="24"/>
        </w:rPr>
      </w:pPr>
      <w:r>
        <w:rPr>
          <w:szCs w:val="24"/>
        </w:rPr>
        <w:t xml:space="preserve">The 1.8.11 version of the </w:t>
      </w:r>
      <w:r w:rsidRPr="00D40B61">
        <w:rPr>
          <w:szCs w:val="24"/>
        </w:rPr>
        <w:t>command-line utility h5dump, for example, will read and display the data as shown:</w:t>
      </w:r>
    </w:p>
    <w:p w:rsidR="00CF3D69" w:rsidRPr="00D40B61" w:rsidRDefault="00CF3D69" w:rsidP="00CF3D69">
      <w:pPr>
        <w:rPr>
          <w:szCs w:val="24"/>
        </w:rPr>
      </w:pPr>
    </w:p>
    <w:p w:rsidR="00CF3D69" w:rsidRPr="008102BF" w:rsidRDefault="00CF3D69" w:rsidP="00CF3D69">
      <w:pPr>
        <w:pStyle w:val="PlainText"/>
      </w:pPr>
      <w:r w:rsidRPr="008102BF">
        <w:t>[epourmal@jam example]</w:t>
      </w:r>
      <w:proofErr w:type="gramStart"/>
      <w:r w:rsidRPr="008102BF">
        <w:t>$ ./</w:t>
      </w:r>
      <w:proofErr w:type="gramEnd"/>
      <w:r w:rsidRPr="008102BF">
        <w:t>h5dump -p *.h5</w:t>
      </w:r>
    </w:p>
    <w:p w:rsidR="00CF3D69" w:rsidRPr="008102BF" w:rsidRDefault="00CF3D69" w:rsidP="00CF3D69">
      <w:pPr>
        <w:pStyle w:val="PlainText"/>
      </w:pPr>
      <w:r w:rsidRPr="008102BF">
        <w:t>HDF5 "h5ex_d_bzip2.h5" {</w:t>
      </w:r>
    </w:p>
    <w:p w:rsidR="00CF3D69" w:rsidRPr="008102BF" w:rsidRDefault="00CF3D69" w:rsidP="00CF3D69">
      <w:pPr>
        <w:pStyle w:val="PlainText"/>
      </w:pPr>
      <w:r w:rsidRPr="008102BF">
        <w:t>GROUP "/" {</w:t>
      </w:r>
    </w:p>
    <w:p w:rsidR="00CF3D69" w:rsidRPr="008102BF" w:rsidRDefault="00CF3D69" w:rsidP="00CF3D69">
      <w:pPr>
        <w:pStyle w:val="PlainText"/>
      </w:pPr>
      <w:r w:rsidRPr="008102BF">
        <w:t xml:space="preserve">   DATASET "DS1" {</w:t>
      </w:r>
      <w:r>
        <w:tab/>
      </w:r>
    </w:p>
    <w:p w:rsidR="00CF3D69" w:rsidRPr="008102BF" w:rsidRDefault="00CF3D69" w:rsidP="00CF3D69">
      <w:pPr>
        <w:pStyle w:val="PlainText"/>
      </w:pPr>
      <w:r w:rsidRPr="008102BF">
        <w:t xml:space="preserve">      </w:t>
      </w:r>
      <w:proofErr w:type="gramStart"/>
      <w:r w:rsidRPr="008102BF">
        <w:t>DATATYPE  H5T</w:t>
      </w:r>
      <w:proofErr w:type="gramEnd"/>
      <w:r w:rsidRPr="008102BF">
        <w:t>_STD_I32LE</w:t>
      </w:r>
    </w:p>
    <w:p w:rsidR="00CF3D69" w:rsidRPr="008102BF" w:rsidRDefault="00CF3D69" w:rsidP="00CF3D69">
      <w:pPr>
        <w:pStyle w:val="PlainText"/>
      </w:pPr>
      <w:r w:rsidRPr="008102BF">
        <w:t xml:space="preserve">      </w:t>
      </w:r>
      <w:proofErr w:type="gramStart"/>
      <w:r w:rsidRPr="008102BF">
        <w:t>DATASPACE  SIMPLE</w:t>
      </w:r>
      <w:proofErr w:type="gramEnd"/>
      <w:r w:rsidRPr="008102BF">
        <w:t xml:space="preserve"> { ( 32, 64 ) / ( 32, 64 ) }</w:t>
      </w:r>
    </w:p>
    <w:p w:rsidR="00CF3D69" w:rsidRPr="008102BF" w:rsidRDefault="00CF3D69" w:rsidP="00CF3D69">
      <w:pPr>
        <w:pStyle w:val="PlainText"/>
      </w:pPr>
      <w:r w:rsidRPr="008102BF">
        <w:t xml:space="preserve">      STORAGE_LAYOUT {</w:t>
      </w:r>
    </w:p>
    <w:p w:rsidR="00CF3D69" w:rsidRPr="008102BF" w:rsidRDefault="00CF3D69" w:rsidP="00CF3D69">
      <w:pPr>
        <w:pStyle w:val="PlainText"/>
      </w:pPr>
      <w:r w:rsidRPr="008102BF">
        <w:t xml:space="preserve">         CHUNKED </w:t>
      </w:r>
      <w:proofErr w:type="gramStart"/>
      <w:r w:rsidRPr="008102BF">
        <w:t>( 4</w:t>
      </w:r>
      <w:proofErr w:type="gramEnd"/>
      <w:r w:rsidRPr="008102BF">
        <w:t>, 8 )</w:t>
      </w:r>
    </w:p>
    <w:p w:rsidR="00CF3D69" w:rsidRPr="008102BF" w:rsidRDefault="00CF3D69" w:rsidP="00CF3D69">
      <w:pPr>
        <w:pStyle w:val="PlainText"/>
      </w:pPr>
      <w:r w:rsidRPr="008102BF">
        <w:t xml:space="preserve">         SIZE 6410 (1.278:1 COMPRESSION)</w:t>
      </w:r>
    </w:p>
    <w:p w:rsidR="00CF3D69" w:rsidRPr="008102BF" w:rsidRDefault="00CF3D69" w:rsidP="00CF3D69">
      <w:pPr>
        <w:pStyle w:val="PlainText"/>
      </w:pPr>
      <w:r w:rsidRPr="008102BF">
        <w:t xml:space="preserve">      }</w:t>
      </w:r>
    </w:p>
    <w:p w:rsidR="00CF3D69" w:rsidRPr="008102BF" w:rsidRDefault="00CF3D69" w:rsidP="00CF3D69">
      <w:pPr>
        <w:pStyle w:val="PlainText"/>
      </w:pPr>
      <w:r w:rsidRPr="008102BF">
        <w:lastRenderedPageBreak/>
        <w:t xml:space="preserve">      FILTERS {</w:t>
      </w:r>
    </w:p>
    <w:p w:rsidR="00CF3D69" w:rsidRPr="008102BF" w:rsidRDefault="00CF3D69" w:rsidP="00CF3D69">
      <w:pPr>
        <w:pStyle w:val="PlainText"/>
      </w:pPr>
      <w:r w:rsidRPr="008102BF">
        <w:t xml:space="preserve">         USER_DEFINED_FILTER {</w:t>
      </w:r>
    </w:p>
    <w:p w:rsidR="00CF3D69" w:rsidRPr="008102BF" w:rsidRDefault="00CF3D69" w:rsidP="00CF3D69">
      <w:pPr>
        <w:pStyle w:val="PlainText"/>
      </w:pPr>
      <w:r w:rsidRPr="008102BF">
        <w:t xml:space="preserve">            FILTER_ID 307</w:t>
      </w:r>
    </w:p>
    <w:p w:rsidR="00CF3D69" w:rsidRPr="008102BF" w:rsidRDefault="00CF3D69" w:rsidP="00CF3D69">
      <w:pPr>
        <w:pStyle w:val="PlainText"/>
      </w:pPr>
      <w:r w:rsidRPr="008102BF">
        <w:t xml:space="preserve">            COMMENT bzip2</w:t>
      </w:r>
    </w:p>
    <w:p w:rsidR="00CF3D69" w:rsidRPr="008102BF" w:rsidRDefault="00CF3D69" w:rsidP="00CF3D69">
      <w:pPr>
        <w:pStyle w:val="PlainText"/>
      </w:pPr>
      <w:r w:rsidRPr="008102BF">
        <w:t xml:space="preserve">            PARAMS </w:t>
      </w:r>
      <w:proofErr w:type="gramStart"/>
      <w:r w:rsidRPr="008102BF">
        <w:t>{ 6</w:t>
      </w:r>
      <w:proofErr w:type="gramEnd"/>
      <w:r w:rsidRPr="008102BF">
        <w:t xml:space="preserve"> }</w:t>
      </w:r>
    </w:p>
    <w:p w:rsidR="00CF3D69" w:rsidRPr="008102BF" w:rsidRDefault="00CF3D69" w:rsidP="00CF3D69">
      <w:pPr>
        <w:pStyle w:val="PlainText"/>
      </w:pPr>
      <w:r w:rsidRPr="008102BF">
        <w:t xml:space="preserve">         }</w:t>
      </w:r>
    </w:p>
    <w:p w:rsidR="00CF3D69" w:rsidRPr="008102BF" w:rsidRDefault="00CF3D69" w:rsidP="00CF3D69">
      <w:pPr>
        <w:pStyle w:val="PlainText"/>
      </w:pPr>
      <w:r w:rsidRPr="008102BF">
        <w:t xml:space="preserve">      }</w:t>
      </w:r>
    </w:p>
    <w:p w:rsidR="00CF3D69" w:rsidRPr="008102BF" w:rsidRDefault="00CF3D69" w:rsidP="00CF3D69">
      <w:pPr>
        <w:pStyle w:val="PlainText"/>
      </w:pPr>
      <w:r w:rsidRPr="008102BF">
        <w:t xml:space="preserve">      …</w:t>
      </w:r>
    </w:p>
    <w:p w:rsidR="00CF3D69" w:rsidRPr="008102BF" w:rsidRDefault="00CF3D69" w:rsidP="00CF3D69">
      <w:pPr>
        <w:pStyle w:val="PlainText"/>
      </w:pPr>
      <w:r w:rsidRPr="008102BF">
        <w:t xml:space="preserve">      }</w:t>
      </w:r>
    </w:p>
    <w:p w:rsidR="00CF3D69" w:rsidRPr="008102BF" w:rsidRDefault="00CF3D69" w:rsidP="00CF3D69">
      <w:pPr>
        <w:pStyle w:val="PlainText"/>
      </w:pPr>
      <w:r w:rsidRPr="008102BF">
        <w:t xml:space="preserve">      DATA {</w:t>
      </w:r>
    </w:p>
    <w:p w:rsidR="00CF3D69" w:rsidRPr="008102BF" w:rsidRDefault="00CF3D69" w:rsidP="00CF3D69">
      <w:pPr>
        <w:pStyle w:val="PlainText"/>
      </w:pPr>
      <w:r w:rsidRPr="008102BF">
        <w:t xml:space="preserve">      (0,0): 0, -1, -2, -3, -4, -5, -6, -7, -8, -9, -10, -11, -12, -13, -14,</w:t>
      </w:r>
    </w:p>
    <w:p w:rsidR="00CF3D69" w:rsidRPr="008102BF" w:rsidRDefault="00CF3D69" w:rsidP="00CF3D69">
      <w:pPr>
        <w:pStyle w:val="PlainText"/>
      </w:pPr>
      <w:r w:rsidRPr="008102BF">
        <w:t xml:space="preserve">      (0,15): -15, -16, -17, -18, -19, -20, -21, -22, -23, -24, -25, -26,</w:t>
      </w:r>
    </w:p>
    <w:p w:rsidR="00CF3D69" w:rsidRPr="008102BF" w:rsidRDefault="00CF3D69" w:rsidP="00CF3D69">
      <w:pPr>
        <w:pStyle w:val="PlainText"/>
      </w:pPr>
      <w:r w:rsidRPr="008102BF">
        <w:t xml:space="preserve">      (0,27): -27, -28, -29, -30, -31, -32, -33, -34, -35, -36, -37, -38,</w:t>
      </w:r>
    </w:p>
    <w:p w:rsidR="00CF3D69" w:rsidRPr="008102BF" w:rsidRDefault="00CF3D69" w:rsidP="00CF3D69">
      <w:pPr>
        <w:pStyle w:val="PlainText"/>
      </w:pPr>
      <w:r w:rsidRPr="008102BF">
        <w:t xml:space="preserve">      (0,39): -39, -40, -41, -42, -43, -44, -45, -46, -47, -48, -49, -50,</w:t>
      </w:r>
    </w:p>
    <w:p w:rsidR="00CF3D69" w:rsidRPr="008102BF" w:rsidRDefault="00CF3D69" w:rsidP="00CF3D69">
      <w:pPr>
        <w:pStyle w:val="PlainText"/>
      </w:pPr>
      <w:r w:rsidRPr="008102BF">
        <w:t xml:space="preserve">      (0,51): -51, -52, -53, -54, -55, -56, -57, -58, -59, -60, -61, -62,</w:t>
      </w:r>
    </w:p>
    <w:p w:rsidR="00CF3D69" w:rsidRPr="008102BF" w:rsidRDefault="00CF3D69" w:rsidP="00CF3D69">
      <w:pPr>
        <w:pStyle w:val="PlainText"/>
      </w:pPr>
      <w:r w:rsidRPr="008102BF">
        <w:t xml:space="preserve">      (0</w:t>
      </w:r>
      <w:proofErr w:type="gramStart"/>
      <w:r w:rsidRPr="008102BF">
        <w:t>,63</w:t>
      </w:r>
      <w:proofErr w:type="gramEnd"/>
      <w:r w:rsidRPr="008102BF">
        <w:t>): -63,</w:t>
      </w:r>
    </w:p>
    <w:p w:rsidR="00CF3D69" w:rsidRPr="008102BF" w:rsidRDefault="00CF3D69" w:rsidP="00CF3D69">
      <w:r>
        <w:t>……</w:t>
      </w:r>
    </w:p>
    <w:p w:rsidR="00CF3D69" w:rsidRDefault="00CF3D69" w:rsidP="00CF3D69">
      <w:r>
        <w:t>Compare the output above with the output of the 1.8.10 version of h5dump shown below:</w:t>
      </w:r>
    </w:p>
    <w:p w:rsidR="00CF3D69" w:rsidRDefault="00CF3D69" w:rsidP="00CF3D69"/>
    <w:p w:rsidR="00CF3D69" w:rsidRDefault="00CF3D69" w:rsidP="00CF3D69">
      <w:pPr>
        <w:pStyle w:val="PlainText"/>
      </w:pPr>
      <w:r>
        <w:t>[epourmal@jam example]$ h5dump -p *.h5</w:t>
      </w:r>
    </w:p>
    <w:p w:rsidR="00CF3D69" w:rsidRDefault="00CF3D69" w:rsidP="00CF3D69">
      <w:pPr>
        <w:pStyle w:val="PlainText"/>
      </w:pPr>
      <w:r>
        <w:t>HDF5 "h5ex_d_bzip2.h5" {</w:t>
      </w:r>
    </w:p>
    <w:p w:rsidR="00CF3D69" w:rsidRDefault="00CF3D69" w:rsidP="00CF3D69">
      <w:pPr>
        <w:pStyle w:val="PlainText"/>
      </w:pPr>
      <w:r>
        <w:t>GROUP "/" {</w:t>
      </w:r>
    </w:p>
    <w:p w:rsidR="00CF3D69" w:rsidRDefault="00CF3D69" w:rsidP="00CF3D69">
      <w:pPr>
        <w:pStyle w:val="PlainText"/>
      </w:pPr>
      <w:r>
        <w:t xml:space="preserve">   DATASET "DS1" {</w:t>
      </w:r>
    </w:p>
    <w:p w:rsidR="00CF3D69" w:rsidRDefault="00CF3D69" w:rsidP="00CF3D69">
      <w:pPr>
        <w:pStyle w:val="PlainText"/>
      </w:pPr>
      <w:r>
        <w:t xml:space="preserve">      </w:t>
      </w:r>
      <w:proofErr w:type="gramStart"/>
      <w:r>
        <w:t>DATATYPE  H5T</w:t>
      </w:r>
      <w:proofErr w:type="gramEnd"/>
      <w:r>
        <w:t>_STD_I32LE</w:t>
      </w:r>
    </w:p>
    <w:p w:rsidR="00CF3D69" w:rsidRDefault="00CF3D69" w:rsidP="00CF3D69">
      <w:pPr>
        <w:pStyle w:val="PlainText"/>
      </w:pPr>
      <w:r>
        <w:t xml:space="preserve">      </w:t>
      </w:r>
      <w:proofErr w:type="gramStart"/>
      <w:r>
        <w:t>DATASPACE  SIMPLE</w:t>
      </w:r>
      <w:proofErr w:type="gramEnd"/>
      <w:r>
        <w:t xml:space="preserve"> { ( 32, 64 ) / ( 32, 64 ) }</w:t>
      </w:r>
    </w:p>
    <w:p w:rsidR="00CF3D69" w:rsidRDefault="00CF3D69" w:rsidP="00CF3D69">
      <w:pPr>
        <w:pStyle w:val="PlainText"/>
      </w:pPr>
      <w:r>
        <w:t xml:space="preserve">      STORAGE_LAYOUT {</w:t>
      </w:r>
    </w:p>
    <w:p w:rsidR="00CF3D69" w:rsidRDefault="00CF3D69" w:rsidP="00CF3D69">
      <w:pPr>
        <w:pStyle w:val="PlainText"/>
      </w:pPr>
      <w:r>
        <w:t xml:space="preserve">         CHUNKED </w:t>
      </w:r>
      <w:proofErr w:type="gramStart"/>
      <w:r>
        <w:t>( 4</w:t>
      </w:r>
      <w:proofErr w:type="gramEnd"/>
      <w:r>
        <w:t>, 8 )</w:t>
      </w:r>
    </w:p>
    <w:p w:rsidR="00CF3D69" w:rsidRDefault="00CF3D69" w:rsidP="00CF3D69">
      <w:pPr>
        <w:pStyle w:val="PlainText"/>
      </w:pPr>
      <w:r>
        <w:t xml:space="preserve">         SIZE 6410</w:t>
      </w:r>
    </w:p>
    <w:p w:rsidR="00CF3D69" w:rsidRDefault="00CF3D69" w:rsidP="00CF3D69">
      <w:pPr>
        <w:pStyle w:val="PlainText"/>
      </w:pPr>
      <w:r>
        <w:t xml:space="preserve">      }</w:t>
      </w:r>
    </w:p>
    <w:p w:rsidR="00CF3D69" w:rsidRDefault="00CF3D69" w:rsidP="00CF3D69">
      <w:pPr>
        <w:pStyle w:val="PlainText"/>
      </w:pPr>
      <w:r>
        <w:t xml:space="preserve">      FILTERS {</w:t>
      </w:r>
    </w:p>
    <w:p w:rsidR="00CF3D69" w:rsidRDefault="00CF3D69" w:rsidP="00CF3D69">
      <w:pPr>
        <w:pStyle w:val="PlainText"/>
      </w:pPr>
      <w:r>
        <w:t xml:space="preserve">         UNKNOWN_FILTER {</w:t>
      </w:r>
    </w:p>
    <w:p w:rsidR="00CF3D69" w:rsidRDefault="00CF3D69" w:rsidP="00CF3D69">
      <w:pPr>
        <w:pStyle w:val="PlainText"/>
      </w:pPr>
      <w:r>
        <w:t xml:space="preserve">            FILTER_ID 307</w:t>
      </w:r>
    </w:p>
    <w:p w:rsidR="00CF3D69" w:rsidRPr="00BE2518" w:rsidRDefault="00CF3D69" w:rsidP="00CF3D69">
      <w:pPr>
        <w:pStyle w:val="PlainText"/>
        <w:rPr>
          <w:szCs w:val="18"/>
        </w:rPr>
      </w:pPr>
      <w:r>
        <w:t xml:space="preserve">            COMMENT </w:t>
      </w:r>
      <w:r w:rsidRPr="00BE2518">
        <w:rPr>
          <w:szCs w:val="18"/>
        </w:rPr>
        <w:t>HDF5 bzip2 filter; see http://www.hdfgroup.org/services/contributions.html</w:t>
      </w:r>
    </w:p>
    <w:p w:rsidR="00CF3D69" w:rsidRDefault="00CF3D69" w:rsidP="00CF3D69">
      <w:pPr>
        <w:pStyle w:val="PlainText"/>
      </w:pPr>
      <w:r>
        <w:t xml:space="preserve">            PARAMS </w:t>
      </w:r>
      <w:proofErr w:type="gramStart"/>
      <w:r>
        <w:t>{ 6</w:t>
      </w:r>
      <w:proofErr w:type="gramEnd"/>
      <w:r>
        <w:t xml:space="preserve"> }</w:t>
      </w:r>
    </w:p>
    <w:p w:rsidR="00CF3D69" w:rsidRDefault="00CF3D69" w:rsidP="00CF3D69">
      <w:pPr>
        <w:pStyle w:val="PlainText"/>
      </w:pPr>
      <w:r>
        <w:t xml:space="preserve">         }</w:t>
      </w:r>
    </w:p>
    <w:p w:rsidR="00CF3D69" w:rsidRDefault="00CF3D69" w:rsidP="00CF3D69">
      <w:pPr>
        <w:pStyle w:val="PlainText"/>
      </w:pPr>
      <w:r>
        <w:t xml:space="preserve">      }</w:t>
      </w:r>
    </w:p>
    <w:p w:rsidR="00CF3D69" w:rsidRDefault="00CF3D69" w:rsidP="00CF3D69">
      <w:pPr>
        <w:pStyle w:val="PlainText"/>
      </w:pPr>
      <w:r>
        <w:t xml:space="preserve">      …</w:t>
      </w:r>
    </w:p>
    <w:p w:rsidR="00CF3D69" w:rsidRDefault="00CF3D69" w:rsidP="00CF3D69">
      <w:pPr>
        <w:pStyle w:val="PlainText"/>
      </w:pPr>
      <w:r>
        <w:t xml:space="preserve">      }</w:t>
      </w:r>
    </w:p>
    <w:p w:rsidR="00CF3D69" w:rsidRPr="00302B0D" w:rsidRDefault="00CF3D69" w:rsidP="00CF3D69">
      <w:pPr>
        <w:pStyle w:val="PlainText"/>
        <w:rPr>
          <w:b/>
        </w:rPr>
      </w:pPr>
      <w:r>
        <w:t xml:space="preserve">      </w:t>
      </w:r>
      <w:r w:rsidRPr="00302B0D">
        <w:rPr>
          <w:b/>
        </w:rPr>
        <w:t>DATA {h5dump error: unable to print data</w:t>
      </w:r>
    </w:p>
    <w:p w:rsidR="00CF3D69" w:rsidRDefault="00CF3D69" w:rsidP="00CF3D69">
      <w:pPr>
        <w:pStyle w:val="PlainText"/>
      </w:pPr>
    </w:p>
    <w:p w:rsidR="00CF3D69" w:rsidRDefault="00CF3D69" w:rsidP="00CF3D69">
      <w:pPr>
        <w:pStyle w:val="PlainText"/>
      </w:pPr>
      <w:r>
        <w:t xml:space="preserve">      }</w:t>
      </w:r>
    </w:p>
    <w:p w:rsidR="00CF3D69" w:rsidRDefault="00CF3D69" w:rsidP="00CF3D69">
      <w:pPr>
        <w:pStyle w:val="PlainText"/>
      </w:pPr>
      <w:r>
        <w:t xml:space="preserve">   }</w:t>
      </w:r>
    </w:p>
    <w:p w:rsidR="00CF3D69" w:rsidRDefault="00CF3D69" w:rsidP="00CF3D69">
      <w:pPr>
        <w:pStyle w:val="PlainText"/>
      </w:pPr>
      <w:r>
        <w:t>}</w:t>
      </w:r>
    </w:p>
    <w:p w:rsidR="00CF3D69" w:rsidRDefault="00CF3D69" w:rsidP="00CF3D69">
      <w:pPr>
        <w:pStyle w:val="PlainText"/>
      </w:pPr>
      <w:r>
        <w:t>}</w:t>
      </w:r>
    </w:p>
    <w:p w:rsidR="00CF3D69" w:rsidRDefault="00CF3D69" w:rsidP="00CF3D69"/>
    <w:p w:rsidR="00CF3D69" w:rsidRDefault="00CF3D69" w:rsidP="00CF3D69">
      <w:r>
        <w:t xml:space="preserve">The h5dump utility version 1.8.10 cannot read data compressed with bzip2 because the filter is not available to the HDF5 library. </w:t>
      </w:r>
    </w:p>
    <w:p w:rsidR="00CF3D69" w:rsidRDefault="00CF3D69" w:rsidP="00CF3D69"/>
    <w:p w:rsidR="00CF3D69" w:rsidRDefault="00CF3D69" w:rsidP="00CF3D69">
      <w:r>
        <w:t xml:space="preserve">The complete example of writing and reading data with an applied third-party HDF5 filter is shown in the “Example: Writing and Reading Compressed Data” section on page </w:t>
      </w:r>
      <w:r w:rsidR="00801C42">
        <w:fldChar w:fldCharType="begin"/>
      </w:r>
      <w:r>
        <w:instrText xml:space="preserve"> PAGEREF ExampleWritingAndReadingCompressedData \h </w:instrText>
      </w:r>
      <w:r w:rsidR="00801C42">
        <w:fldChar w:fldCharType="separate"/>
      </w:r>
      <w:r w:rsidR="004A71D7">
        <w:rPr>
          <w:noProof/>
        </w:rPr>
        <w:t>18</w:t>
      </w:r>
      <w:r w:rsidR="00801C42">
        <w:fldChar w:fldCharType="end"/>
      </w:r>
      <w:r>
        <w:t>. Please notice that the application DOES NOT need to link with the HDF5 plugin library.</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17" w:name="_Toc353374066"/>
      <w:bookmarkStart w:id="18" w:name="_Toc356894515"/>
      <w:r>
        <w:lastRenderedPageBreak/>
        <w:t>A Word of Caution When Using Custom Filters</w:t>
      </w:r>
      <w:bookmarkEnd w:id="17"/>
      <w:bookmarkEnd w:id="18"/>
    </w:p>
    <w:p w:rsidR="00CF3D69" w:rsidRDefault="00CF3D69" w:rsidP="00CF3D69">
      <w:r>
        <w:t xml:space="preserve">Data goes through the HDF5 filter pipeline only when it is written to the file or read into application memory space from the file. For example, the I/O operation is triggered with a call to </w:t>
      </w:r>
      <w:r w:rsidRPr="000D2422">
        <w:rPr>
          <w:rFonts w:ascii="Courier New" w:hAnsi="Courier New"/>
          <w:sz w:val="18"/>
          <w:szCs w:val="23"/>
        </w:rPr>
        <w:t>H5Fflush</w:t>
      </w:r>
      <w:r>
        <w:t>, or when a data item (HDF5 metadata or a raw data chunk) is evicted from the cache or brought into the cache. Please notice that H5Dread/write calls on the chunked datasets do not necessarily trigger I/O since the HDF5 Library uses a separate chunk cache.</w:t>
      </w:r>
    </w:p>
    <w:p w:rsidR="00CF3D69" w:rsidRDefault="00CF3D69" w:rsidP="00CF3D69"/>
    <w:p w:rsidR="00CF3D69" w:rsidRDefault="00CF3D69" w:rsidP="00CF3D69">
      <w:r>
        <w:t xml:space="preserve">A data item may remain in the cache until the HDF5 Library is closed. If the HDF5 plugin that has to be applied to the data item becomes unavailable before the file and all objects in the file are closed, an error will occur.  The following example demonstrates the issue. Please notice the position of the </w:t>
      </w:r>
      <w:r w:rsidRPr="000D2422">
        <w:rPr>
          <w:rFonts w:ascii="Courier New" w:hAnsi="Courier New"/>
          <w:sz w:val="18"/>
          <w:szCs w:val="23"/>
        </w:rPr>
        <w:t xml:space="preserve">H5Zunregister </w:t>
      </w:r>
      <w:r>
        <w:t>call:</w:t>
      </w:r>
    </w:p>
    <w:p w:rsidR="00CF3D69" w:rsidRDefault="00CF3D69" w:rsidP="00CF3D69"/>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 Create a new group using compression. </w:t>
      </w:r>
    </w:p>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w:t>
      </w:r>
      <w:proofErr w:type="gramStart"/>
      <w:r w:rsidRPr="00CF3D69">
        <w:t>gcpl</w:t>
      </w:r>
      <w:proofErr w:type="gramEnd"/>
      <w:r w:rsidRPr="00CF3D69">
        <w:t xml:space="preserve"> = H5Pcreate (H5P_GROUP_CREATE);</w:t>
      </w:r>
    </w:p>
    <w:p w:rsidR="00CF3D69" w:rsidRPr="00CF3D69" w:rsidRDefault="00CF3D69" w:rsidP="00CF3D69">
      <w:pPr>
        <w:pStyle w:val="PlainText"/>
      </w:pPr>
      <w:r w:rsidRPr="00CF3D69">
        <w:t xml:space="preserve">    </w:t>
      </w:r>
      <w:proofErr w:type="gramStart"/>
      <w:r w:rsidRPr="00CF3D69">
        <w:t>status</w:t>
      </w:r>
      <w:proofErr w:type="gramEnd"/>
      <w:r w:rsidRPr="00CF3D69">
        <w:t xml:space="preserve"> = H5Pset_filter(gcpl,H5Z_FILTER_BZIP2,H5Z_FLAG_MANDATORY,(size_t)1, cd_values);</w:t>
      </w:r>
    </w:p>
    <w:p w:rsidR="00CF3D69" w:rsidRPr="00CF3D69" w:rsidRDefault="00CF3D69" w:rsidP="00CF3D69">
      <w:pPr>
        <w:pStyle w:val="PlainText"/>
      </w:pPr>
      <w:r w:rsidRPr="00CF3D69">
        <w:t xml:space="preserve">    </w:t>
      </w:r>
      <w:proofErr w:type="gramStart"/>
      <w:r w:rsidRPr="00CF3D69">
        <w:t>group  =</w:t>
      </w:r>
      <w:proofErr w:type="gramEnd"/>
      <w:r w:rsidRPr="00CF3D69">
        <w:t xml:space="preserve"> H5Gcreate (file, GNAME, H5P_DEFAULT, gcpl, H5P_DEFAULT);</w:t>
      </w:r>
    </w:p>
    <w:p w:rsidR="00CF3D69" w:rsidRPr="00CF3D69" w:rsidRDefault="00CF3D69" w:rsidP="00CF3D69">
      <w:pPr>
        <w:pStyle w:val="PlainText"/>
      </w:pPr>
      <w:r w:rsidRPr="00CF3D69">
        <w:t xml:space="preserve">    </w:t>
      </w:r>
      <w:proofErr w:type="gramStart"/>
      <w:r w:rsidRPr="00CF3D69">
        <w:t>for</w:t>
      </w:r>
      <w:proofErr w:type="gramEnd"/>
      <w:r w:rsidRPr="00CF3D69">
        <w:t xml:space="preserve"> (i=0; i &lt; NGROUPS; i++) {</w:t>
      </w:r>
    </w:p>
    <w:p w:rsidR="00CF3D69" w:rsidRPr="00CF3D69" w:rsidRDefault="00CF3D69" w:rsidP="00CF3D69">
      <w:pPr>
        <w:pStyle w:val="PlainText"/>
      </w:pPr>
      <w:r w:rsidRPr="00CF3D69">
        <w:t xml:space="preserve">        </w:t>
      </w:r>
      <w:proofErr w:type="gramStart"/>
      <w:r w:rsidRPr="00CF3D69">
        <w:t>sprintf(</w:t>
      </w:r>
      <w:proofErr w:type="gramEnd"/>
      <w:r w:rsidRPr="00CF3D69">
        <w:t>name, "group_%d", i);</w:t>
      </w:r>
    </w:p>
    <w:p w:rsidR="00CF3D69" w:rsidRPr="00CF3D69" w:rsidRDefault="00CF3D69" w:rsidP="00CF3D69">
      <w:pPr>
        <w:pStyle w:val="PlainText"/>
      </w:pPr>
      <w:r w:rsidRPr="00CF3D69">
        <w:t xml:space="preserve">        tmp_id = H5Gcreate (group, name, H5P_DEFAULT, H5P_DEFAULT, H5P_DEFAULT);</w:t>
      </w:r>
    </w:p>
    <w:p w:rsidR="00CF3D69" w:rsidRPr="00CF3D69" w:rsidRDefault="00CF3D69" w:rsidP="00CF3D69">
      <w:pPr>
        <w:pStyle w:val="PlainText"/>
      </w:pPr>
      <w:r w:rsidRPr="00CF3D69">
        <w:t xml:space="preserve">        </w:t>
      </w:r>
      <w:proofErr w:type="gramStart"/>
      <w:r w:rsidRPr="00CF3D69">
        <w:t>status</w:t>
      </w:r>
      <w:proofErr w:type="gramEnd"/>
      <w:r w:rsidRPr="00CF3D69">
        <w:t xml:space="preserve"> = H5Gclose(tmp_id);</w:t>
      </w:r>
    </w:p>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w:t>
      </w:r>
      <w:proofErr w:type="gramStart"/>
      <w:r w:rsidRPr="00CF3D69">
        <w:t>status</w:t>
      </w:r>
      <w:proofErr w:type="gramEnd"/>
      <w:r w:rsidRPr="00CF3D69">
        <w:t xml:space="preserve"> = H5Pclose (gcpl);</w:t>
      </w:r>
    </w:p>
    <w:p w:rsidR="00CF3D69" w:rsidRPr="00CF3D69" w:rsidRDefault="00CF3D69" w:rsidP="00CF3D69">
      <w:pPr>
        <w:pStyle w:val="PlainText"/>
      </w:pPr>
      <w:r w:rsidRPr="00CF3D69">
        <w:t xml:space="preserve">    </w:t>
      </w:r>
      <w:proofErr w:type="gramStart"/>
      <w:r w:rsidRPr="00CF3D69">
        <w:t>status</w:t>
      </w:r>
      <w:proofErr w:type="gramEnd"/>
      <w:r w:rsidRPr="00CF3D69">
        <w:t xml:space="preserve"> = H5Gclose (group);</w:t>
      </w:r>
    </w:p>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 Unregister the filter. Call to H5Fclose will fail because the library tries</w:t>
      </w:r>
    </w:p>
    <w:p w:rsidR="00CF3D69" w:rsidRPr="00CF3D69" w:rsidRDefault="00CF3D69" w:rsidP="00CF3D69">
      <w:pPr>
        <w:pStyle w:val="PlainText"/>
      </w:pPr>
      <w:r w:rsidRPr="00CF3D69">
        <w:t xml:space="preserve">     * </w:t>
      </w:r>
      <w:proofErr w:type="gramStart"/>
      <w:r w:rsidRPr="00CF3D69">
        <w:t>to</w:t>
      </w:r>
      <w:proofErr w:type="gramEnd"/>
      <w:r w:rsidRPr="00CF3D69">
        <w:t xml:space="preserve"> apply the filter that is not available anymore. This has a cascade effect</w:t>
      </w:r>
    </w:p>
    <w:p w:rsidR="00CF3D69" w:rsidRPr="00CF3D69" w:rsidRDefault="00CF3D69" w:rsidP="00CF3D69">
      <w:pPr>
        <w:pStyle w:val="PlainText"/>
      </w:pPr>
      <w:r w:rsidRPr="00CF3D69">
        <w:t xml:space="preserve">     * </w:t>
      </w:r>
      <w:proofErr w:type="gramStart"/>
      <w:r w:rsidRPr="00CF3D69">
        <w:t>on</w:t>
      </w:r>
      <w:proofErr w:type="gramEnd"/>
      <w:r w:rsidRPr="00CF3D69">
        <w:t xml:space="preserve"> H5Fclose.</w:t>
      </w:r>
    </w:p>
    <w:p w:rsidR="00CF3D69" w:rsidRPr="00CF3D69" w:rsidRDefault="00CF3D69" w:rsidP="00CF3D69">
      <w:pPr>
        <w:pStyle w:val="PlainText"/>
      </w:pPr>
      <w:r w:rsidRPr="00CF3D69">
        <w:t xml:space="preserve">     */</w:t>
      </w:r>
    </w:p>
    <w:p w:rsidR="00CF3D69" w:rsidRPr="00CF3D69" w:rsidRDefault="00CF3D69" w:rsidP="00CF3D69">
      <w:pPr>
        <w:pStyle w:val="PlainText"/>
      </w:pPr>
      <w:r w:rsidRPr="00CF3D69">
        <w:t xml:space="preserve">    </w:t>
      </w:r>
      <w:proofErr w:type="gramStart"/>
      <w:r w:rsidRPr="00CF3D69">
        <w:t>H5Zunregister(</w:t>
      </w:r>
      <w:proofErr w:type="gramEnd"/>
      <w:r w:rsidRPr="00CF3D69">
        <w:t>H5Z_FILTER_BZIP2);</w:t>
      </w:r>
    </w:p>
    <w:p w:rsidR="00CF3D69" w:rsidRPr="00CF3D69" w:rsidRDefault="00CF3D69" w:rsidP="00CF3D69">
      <w:pPr>
        <w:pStyle w:val="PlainText"/>
      </w:pPr>
      <w:r w:rsidRPr="00CF3D69">
        <w:t xml:space="preserve">    </w:t>
      </w:r>
      <w:proofErr w:type="gramStart"/>
      <w:r w:rsidRPr="00CF3D69">
        <w:t>status</w:t>
      </w:r>
      <w:proofErr w:type="gramEnd"/>
      <w:r w:rsidRPr="00CF3D69">
        <w:t xml:space="preserve"> = H5Fclose (file);</w:t>
      </w:r>
    </w:p>
    <w:p w:rsidR="00CF3D69" w:rsidRDefault="00CF3D69" w:rsidP="00CF3D69"/>
    <w:p w:rsidR="00CF3D69" w:rsidRDefault="00CF3D69" w:rsidP="00CF3D69">
      <w:r>
        <w:t>Here is an error stack produced by the program:</w:t>
      </w:r>
    </w:p>
    <w:p w:rsidR="00CF3D69" w:rsidRDefault="00CF3D69" w:rsidP="00CF3D69"/>
    <w:p w:rsidR="00CF3D69" w:rsidRPr="00944725" w:rsidRDefault="00CF3D69" w:rsidP="00CF3D69">
      <w:pPr>
        <w:pStyle w:val="PlainText"/>
      </w:pPr>
      <w:r w:rsidRPr="00944725">
        <w:t>HDF5-DIAG: Error detected in HDF5 (1.9.149) thread 0:</w:t>
      </w:r>
    </w:p>
    <w:p w:rsidR="00CF3D69" w:rsidRPr="00944725" w:rsidRDefault="00CF3D69" w:rsidP="00CF3D69">
      <w:pPr>
        <w:pStyle w:val="PlainText"/>
      </w:pPr>
      <w:r w:rsidRPr="00944725">
        <w:t xml:space="preserve">  #000: H5F.c line 2060 in </w:t>
      </w:r>
      <w:proofErr w:type="gramStart"/>
      <w:r w:rsidRPr="00944725">
        <w:t>H5Fclose(</w:t>
      </w:r>
      <w:proofErr w:type="gramEnd"/>
      <w:r w:rsidRPr="00944725">
        <w:t>): decrementing file ID failed</w:t>
      </w:r>
    </w:p>
    <w:p w:rsidR="00CF3D69" w:rsidRPr="00944725" w:rsidRDefault="00CF3D69" w:rsidP="00CF3D69">
      <w:pPr>
        <w:pStyle w:val="PlainText"/>
      </w:pPr>
      <w:r w:rsidRPr="00944725">
        <w:t xml:space="preserve">    </w:t>
      </w:r>
      <w:proofErr w:type="gramStart"/>
      <w:r w:rsidRPr="00944725">
        <w:t>major</w:t>
      </w:r>
      <w:proofErr w:type="gramEnd"/>
      <w:r w:rsidRPr="00944725">
        <w:t>: Object atom</w:t>
      </w:r>
    </w:p>
    <w:p w:rsidR="00CF3D69" w:rsidRPr="00944725" w:rsidRDefault="00CF3D69" w:rsidP="00CF3D69">
      <w:pPr>
        <w:pStyle w:val="PlainText"/>
      </w:pPr>
      <w:r w:rsidRPr="00944725">
        <w:t xml:space="preserve">    </w:t>
      </w:r>
      <w:proofErr w:type="gramStart"/>
      <w:r w:rsidRPr="00944725">
        <w:t>minor</w:t>
      </w:r>
      <w:proofErr w:type="gramEnd"/>
      <w:r w:rsidRPr="00944725">
        <w:t>: Unable to close file</w:t>
      </w:r>
    </w:p>
    <w:p w:rsidR="00CF3D69" w:rsidRPr="00944725" w:rsidRDefault="00CF3D69" w:rsidP="00CF3D69">
      <w:pPr>
        <w:pStyle w:val="PlainText"/>
      </w:pPr>
      <w:r w:rsidRPr="00944725">
        <w:t xml:space="preserve">  #001: H5I.c line 1406 in H5I_dec_app_</w:t>
      </w:r>
      <w:proofErr w:type="gramStart"/>
      <w:r w:rsidRPr="00944725">
        <w:t>ref(</w:t>
      </w:r>
      <w:proofErr w:type="gramEnd"/>
      <w:r w:rsidRPr="00944725">
        <w:t>): can't decrement ID ref count</w:t>
      </w:r>
    </w:p>
    <w:p w:rsidR="00CF3D69" w:rsidRPr="00944725" w:rsidRDefault="00CF3D69" w:rsidP="00CF3D69">
      <w:pPr>
        <w:pStyle w:val="PlainText"/>
      </w:pPr>
      <w:r w:rsidRPr="00944725">
        <w:t xml:space="preserve">    </w:t>
      </w:r>
      <w:proofErr w:type="gramStart"/>
      <w:r w:rsidRPr="00944725">
        <w:t>major</w:t>
      </w:r>
      <w:proofErr w:type="gramEnd"/>
      <w:r w:rsidRPr="00944725">
        <w:t>: Object atom</w:t>
      </w:r>
    </w:p>
    <w:p w:rsidR="00CF3D69" w:rsidRPr="00944725" w:rsidRDefault="00CF3D69" w:rsidP="00CF3D69">
      <w:pPr>
        <w:pStyle w:val="PlainText"/>
      </w:pPr>
      <w:r w:rsidRPr="00944725">
        <w:t xml:space="preserve">    </w:t>
      </w:r>
      <w:proofErr w:type="gramStart"/>
      <w:r w:rsidRPr="00944725">
        <w:t>minor</w:t>
      </w:r>
      <w:proofErr w:type="gramEnd"/>
      <w:r w:rsidRPr="00944725">
        <w:t>: Unable to decrement reference count</w:t>
      </w:r>
    </w:p>
    <w:p w:rsidR="00CF3D69" w:rsidRPr="00944725" w:rsidRDefault="00CF3D69" w:rsidP="00CF3D69">
      <w:pPr>
        <w:pStyle w:val="PlainText"/>
      </w:pPr>
      <w:r w:rsidRPr="00944725">
        <w:t xml:space="preserve">  #002: H5F.c line 1837 in H5F_</w:t>
      </w:r>
      <w:proofErr w:type="gramStart"/>
      <w:r w:rsidRPr="00944725">
        <w:t>close(</w:t>
      </w:r>
      <w:proofErr w:type="gramEnd"/>
      <w:r w:rsidRPr="00944725">
        <w:t>): can't close file</w:t>
      </w:r>
    </w:p>
    <w:p w:rsidR="00CF3D69" w:rsidRPr="00944725" w:rsidRDefault="00CF3D69" w:rsidP="00CF3D69">
      <w:pPr>
        <w:pStyle w:val="PlainText"/>
      </w:pPr>
      <w:r w:rsidRPr="00944725">
        <w:t xml:space="preserve">    </w:t>
      </w:r>
      <w:proofErr w:type="gramStart"/>
      <w:r w:rsidRPr="00944725">
        <w:t>major</w:t>
      </w:r>
      <w:proofErr w:type="gramEnd"/>
      <w:r w:rsidRPr="00944725">
        <w:t>: File accessibil</w:t>
      </w:r>
      <w:r>
        <w:t>i</w:t>
      </w:r>
      <w:r w:rsidRPr="00944725">
        <w:t>ty</w:t>
      </w:r>
    </w:p>
    <w:p w:rsidR="00CF3D69" w:rsidRPr="00944725" w:rsidRDefault="00CF3D69" w:rsidP="00CF3D69">
      <w:pPr>
        <w:pStyle w:val="PlainText"/>
      </w:pPr>
      <w:r w:rsidRPr="00944725">
        <w:t xml:space="preserve">    </w:t>
      </w:r>
      <w:proofErr w:type="gramStart"/>
      <w:r w:rsidRPr="00944725">
        <w:t>minor</w:t>
      </w:r>
      <w:proofErr w:type="gramEnd"/>
      <w:r w:rsidRPr="00944725">
        <w:t xml:space="preserve">: </w:t>
      </w:r>
      <w:r w:rsidRPr="00D22822">
        <w:rPr>
          <w:b/>
        </w:rPr>
        <w:t>Unable to close file</w:t>
      </w:r>
    </w:p>
    <w:p w:rsidR="00CF3D69" w:rsidRPr="00944725" w:rsidRDefault="00CF3D69" w:rsidP="00CF3D69">
      <w:pPr>
        <w:pStyle w:val="PlainText"/>
      </w:pPr>
      <w:r w:rsidRPr="00944725">
        <w:t>……….</w:t>
      </w:r>
    </w:p>
    <w:p w:rsidR="00CF3D69" w:rsidRPr="00944725" w:rsidRDefault="00CF3D69" w:rsidP="00CF3D69">
      <w:pPr>
        <w:pStyle w:val="PlainText"/>
      </w:pPr>
      <w:r w:rsidRPr="00944725">
        <w:t xml:space="preserve">  #026: H5Z.c line 1045 in H5Z_</w:t>
      </w:r>
      <w:proofErr w:type="gramStart"/>
      <w:r w:rsidRPr="00944725">
        <w:t>find(</w:t>
      </w:r>
      <w:proofErr w:type="gramEnd"/>
      <w:r w:rsidRPr="00944725">
        <w:t xml:space="preserve">): </w:t>
      </w:r>
      <w:r w:rsidRPr="00D22822">
        <w:rPr>
          <w:b/>
        </w:rPr>
        <w:t>required filter is not registered</w:t>
      </w:r>
    </w:p>
    <w:p w:rsidR="00CF3D69" w:rsidRPr="00944725" w:rsidRDefault="00CF3D69" w:rsidP="00CF3D69">
      <w:pPr>
        <w:pStyle w:val="PlainText"/>
      </w:pPr>
      <w:r w:rsidRPr="00944725">
        <w:t xml:space="preserve">    </w:t>
      </w:r>
      <w:proofErr w:type="gramStart"/>
      <w:r w:rsidRPr="00944725">
        <w:t>major</w:t>
      </w:r>
      <w:proofErr w:type="gramEnd"/>
      <w:r w:rsidRPr="00944725">
        <w:t>: Data filters</w:t>
      </w:r>
    </w:p>
    <w:p w:rsidR="00CF3D69" w:rsidRPr="00944725" w:rsidRDefault="00CF3D69" w:rsidP="00CF3D69">
      <w:pPr>
        <w:pStyle w:val="PlainText"/>
      </w:pPr>
      <w:r w:rsidRPr="00944725">
        <w:t xml:space="preserve">    </w:t>
      </w:r>
      <w:proofErr w:type="gramStart"/>
      <w:r w:rsidRPr="00944725">
        <w:t>minor</w:t>
      </w:r>
      <w:proofErr w:type="gramEnd"/>
      <w:r w:rsidRPr="00944725">
        <w:t>: Object not found</w:t>
      </w:r>
    </w:p>
    <w:p w:rsidR="00CF3D69" w:rsidRDefault="00CF3D69" w:rsidP="00CF3D69"/>
    <w:p w:rsidR="00CF3D69" w:rsidRDefault="00CF3D69" w:rsidP="00CF3D69">
      <w:r>
        <w:t xml:space="preserve">To avoid the problem make sure to close all objects to which the filter is applied and flush them using the </w:t>
      </w:r>
      <w:r w:rsidRPr="000D2422">
        <w:rPr>
          <w:rFonts w:ascii="Courier New" w:hAnsi="Courier New"/>
          <w:sz w:val="18"/>
          <w:szCs w:val="23"/>
        </w:rPr>
        <w:t>H5Fflush</w:t>
      </w:r>
      <w:r>
        <w:t xml:space="preserve"> call before unregistering the filter.</w:t>
      </w:r>
    </w:p>
    <w:p w:rsidR="00CF3D69" w:rsidRDefault="00CF3D69" w:rsidP="00CF3D69"/>
    <w:p w:rsidR="00CF3D69" w:rsidRPr="00435C39" w:rsidRDefault="00CF3D69" w:rsidP="00CF3D69"/>
    <w:p w:rsidR="00CF3D69" w:rsidRDefault="00CF3D69" w:rsidP="00CF3D69">
      <w:pPr>
        <w:pStyle w:val="Heading1"/>
        <w:spacing w:before="360" w:after="120"/>
        <w:ind w:left="432" w:hanging="432"/>
        <w:jc w:val="both"/>
      </w:pPr>
      <w:bookmarkStart w:id="19" w:name="_Ref227142625"/>
      <w:bookmarkStart w:id="20" w:name="_Toc353374067"/>
      <w:bookmarkStart w:id="21" w:name="_Toc356894516"/>
      <w:r>
        <w:lastRenderedPageBreak/>
        <w:t>Programming Model for HDF5 F</w:t>
      </w:r>
      <w:bookmarkStart w:id="22" w:name="ProgrammingModelForHdf5FilterPlugins"/>
      <w:bookmarkEnd w:id="22"/>
      <w:r>
        <w:t>ilter Plugins</w:t>
      </w:r>
      <w:bookmarkEnd w:id="19"/>
      <w:bookmarkEnd w:id="20"/>
      <w:bookmarkEnd w:id="21"/>
    </w:p>
    <w:p w:rsidR="00CF3D69" w:rsidRDefault="00CF3D69" w:rsidP="00CF3D69">
      <w:r>
        <w:t>This section describes how to create an HDF5 filter, an HDF5 filter plugin, and how to install the HDF5 plugin on the system.</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23" w:name="_Toc353374068"/>
      <w:bookmarkStart w:id="24" w:name="_Toc356894517"/>
      <w:r>
        <w:t>Writing a Filter Function</w:t>
      </w:r>
      <w:bookmarkEnd w:id="23"/>
      <w:bookmarkEnd w:id="24"/>
    </w:p>
    <w:p w:rsidR="00CF3D69" w:rsidRDefault="00CF3D69" w:rsidP="00CF3D69">
      <w:r>
        <w:t xml:space="preserve">The HDF5 filter function for the dynamically loaded filter feature should be written as any custom filter described in </w:t>
      </w:r>
      <w:hyperlink r:id="rId19" w:history="1">
        <w:r w:rsidRPr="00480C76">
          <w:rPr>
            <w:rStyle w:val="Hyperlink"/>
          </w:rPr>
          <w:t>http://www.hdfgroup.org/HDF5/doc/H5.user/Filters.html</w:t>
        </w:r>
      </w:hyperlink>
      <w:r>
        <w:t xml:space="preserve">. See the “Example” section, section 5, of that document to get an idea of the simple filter function, and see the example of the more sophisticated HDF5 bzip2 filter function in the “Building an HDF5 bzip2 Plugin Example” section on page </w:t>
      </w:r>
      <w:r w:rsidR="00801C42">
        <w:fldChar w:fldCharType="begin"/>
      </w:r>
      <w:r>
        <w:instrText xml:space="preserve"> PAGEREF BuildingAnHdf5Bzip2PluginExample \h </w:instrText>
      </w:r>
      <w:r w:rsidR="00801C42">
        <w:fldChar w:fldCharType="separate"/>
      </w:r>
      <w:r w:rsidR="004A71D7">
        <w:rPr>
          <w:noProof/>
        </w:rPr>
        <w:t>17</w:t>
      </w:r>
      <w:r w:rsidR="00801C42">
        <w:fldChar w:fldCharType="end"/>
      </w:r>
      <w:r>
        <w:t xml:space="preserve">. The HDF5 bzip2 filter function is also available for download from </w:t>
      </w:r>
      <w:hyperlink r:id="rId20" w:history="1">
        <w:r w:rsidRPr="0089171B">
          <w:rPr>
            <w:rStyle w:val="Hyperlink"/>
          </w:rPr>
          <w:t>https://svn.hdfgroup.uiuc.edu/hdf5_plugins/trunk/BZIP2</w:t>
        </w:r>
      </w:hyperlink>
      <w:r>
        <w:t xml:space="preserve">. </w:t>
      </w:r>
    </w:p>
    <w:p w:rsidR="00CF3D69" w:rsidRDefault="00CF3D69" w:rsidP="00CF3D69"/>
    <w:p w:rsidR="00CF3D69" w:rsidRDefault="00CF3D69" w:rsidP="00CF3D69">
      <w:pPr>
        <w:rPr>
          <w:rFonts w:eastAsia="Times New Roman" w:cs="Times New Roman"/>
        </w:rPr>
      </w:pPr>
      <w:r>
        <w:rPr>
          <w:rFonts w:eastAsia="Times New Roman" w:cs="Times New Roman"/>
        </w:rPr>
        <w:t xml:space="preserve">The user has to remember a few things when writing an HDF5 filter function. </w:t>
      </w:r>
    </w:p>
    <w:p w:rsidR="00CF3D69" w:rsidRDefault="00CF3D69" w:rsidP="00CF3D69">
      <w:pPr>
        <w:rPr>
          <w:rFonts w:eastAsia="Times New Roman" w:cs="Times New Roman"/>
        </w:rPr>
      </w:pPr>
    </w:p>
    <w:p w:rsidR="00CF3D69" w:rsidRDefault="00CF3D69" w:rsidP="00CF3D69">
      <w:pPr>
        <w:pStyle w:val="ListParagraph"/>
        <w:numPr>
          <w:ilvl w:val="0"/>
          <w:numId w:val="27"/>
        </w:numPr>
      </w:pPr>
      <w:r>
        <w:t xml:space="preserve">An </w:t>
      </w:r>
      <w:r w:rsidRPr="004E33D2">
        <w:t xml:space="preserve">HDF5 filter is bidirectional. </w:t>
      </w:r>
    </w:p>
    <w:p w:rsidR="00CF3D69" w:rsidRPr="004E33D2" w:rsidRDefault="00CF3D69" w:rsidP="00CF3D69">
      <w:pPr>
        <w:ind w:left="720"/>
      </w:pPr>
      <w:r>
        <w:t xml:space="preserve">The filter </w:t>
      </w:r>
      <w:r w:rsidRPr="004E33D2">
        <w:t>handles both in</w:t>
      </w:r>
      <w:r>
        <w:t xml:space="preserve">put and output to the file; </w:t>
      </w:r>
      <w:r w:rsidRPr="004E33D2">
        <w:t xml:space="preserve">a flag is passed to the filter to indicate the direction. </w:t>
      </w:r>
    </w:p>
    <w:p w:rsidR="00CF3D69" w:rsidRPr="004E33D2" w:rsidRDefault="00CF3D69" w:rsidP="00CF3D69">
      <w:pPr>
        <w:pStyle w:val="ListParagraph"/>
        <w:numPr>
          <w:ilvl w:val="0"/>
          <w:numId w:val="27"/>
        </w:numPr>
      </w:pPr>
      <w:r>
        <w:t>An HDF5</w:t>
      </w:r>
      <w:r w:rsidRPr="004E33D2">
        <w:t xml:space="preserve"> filter </w:t>
      </w:r>
      <w:r>
        <w:t>operates on a buffer.</w:t>
      </w:r>
    </w:p>
    <w:p w:rsidR="00CF3D69" w:rsidRPr="004E33D2" w:rsidRDefault="00CF3D69" w:rsidP="00CF3D69">
      <w:pPr>
        <w:ind w:left="720"/>
      </w:pPr>
      <w:r>
        <w:t xml:space="preserve">The filter </w:t>
      </w:r>
      <w:r w:rsidRPr="004E33D2">
        <w:t>read</w:t>
      </w:r>
      <w:r>
        <w:t xml:space="preserve">s data from a buffer, </w:t>
      </w:r>
      <w:r w:rsidRPr="004E33D2">
        <w:t xml:space="preserve">performs some sort of transformation on the data, places the result in the same or new buffer, and returns the buffer pointer and size to the caller. </w:t>
      </w:r>
    </w:p>
    <w:p w:rsidR="00CF3D69" w:rsidRDefault="00CF3D69" w:rsidP="00CF3D69">
      <w:pPr>
        <w:pStyle w:val="ListParagraph"/>
        <w:numPr>
          <w:ilvl w:val="0"/>
          <w:numId w:val="27"/>
        </w:numPr>
      </w:pPr>
      <w:r>
        <w:t>An HDF5</w:t>
      </w:r>
      <w:r w:rsidRPr="004E33D2">
        <w:t xml:space="preserve"> filter should return zero in the case of failure. </w:t>
      </w:r>
    </w:p>
    <w:p w:rsidR="00CF3D69" w:rsidRDefault="00CF3D69" w:rsidP="00CF3D69"/>
    <w:p w:rsidR="00CF3D69" w:rsidRDefault="00CF3D69" w:rsidP="00CF3D69">
      <w:r>
        <w:t xml:space="preserve">The signature of the HDF5 filter function and the accompanying filter structure (see the section below) are described in the </w:t>
      </w:r>
      <w:r w:rsidRPr="00CE6B01">
        <w:rPr>
          <w:i/>
        </w:rPr>
        <w:t>HDF5 Reference Manual</w:t>
      </w:r>
      <w:r>
        <w:t xml:space="preserve"> </w:t>
      </w:r>
      <w:hyperlink r:id="rId21" w:anchor="Compression-Register" w:history="1">
        <w:r w:rsidRPr="004A6BFD">
          <w:rPr>
            <w:rStyle w:val="Hyperlink"/>
          </w:rPr>
          <w:t>http://www.hdfgroup.org/HDF5/doc/RM/RM_H5Z.html#Compression-Register</w:t>
        </w:r>
      </w:hyperlink>
      <w:r>
        <w:t xml:space="preserve">.  </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25" w:name="_Ref227144436"/>
      <w:bookmarkStart w:id="26" w:name="_Toc353374069"/>
      <w:bookmarkStart w:id="27" w:name="_Toc356894518"/>
      <w:r>
        <w:t xml:space="preserve">Registering a Filter with </w:t>
      </w:r>
      <w:proofErr w:type="gramStart"/>
      <w:r>
        <w:t>The</w:t>
      </w:r>
      <w:proofErr w:type="gramEnd"/>
      <w:r>
        <w:t xml:space="preserve"> HDF Group</w:t>
      </w:r>
      <w:bookmarkEnd w:id="25"/>
      <w:bookmarkEnd w:id="26"/>
      <w:bookmarkEnd w:id="27"/>
    </w:p>
    <w:p w:rsidR="00CF3D69" w:rsidRDefault="00CF3D69" w:rsidP="00CF3D69">
      <w:r>
        <w:t xml:space="preserve">If you are writing a filter that will be used by others, it would be a good idea to request a filter identification number and register it with The HDF Group. Please follow the procedure described at </w:t>
      </w:r>
      <w:hyperlink r:id="rId22" w:history="1">
        <w:r w:rsidRPr="00480C76">
          <w:rPr>
            <w:rStyle w:val="Hyperlink"/>
          </w:rPr>
          <w:t>http://www.hdfgroup.org/services/contributions.html</w:t>
        </w:r>
      </w:hyperlink>
      <w:r>
        <w:t xml:space="preserve">. </w:t>
      </w:r>
    </w:p>
    <w:p w:rsidR="00CF3D69" w:rsidRDefault="00CF3D69" w:rsidP="00CF3D69"/>
    <w:p w:rsidR="00CF3D69" w:rsidRDefault="00CF3D69" w:rsidP="00CF3D69">
      <w:r>
        <w:t>The HDF Group anticipates that developers of HDF5 filter plugins will not only register new filters, but will also provide links to the source code and/or binaries for the corresponding HDF5 filter plugins.</w:t>
      </w:r>
    </w:p>
    <w:p w:rsidR="00CF3D69" w:rsidRDefault="00CF3D69" w:rsidP="00CF3D69"/>
    <w:p w:rsidR="00CF3D69" w:rsidRDefault="00CF3D69" w:rsidP="00CF3D69">
      <w:r>
        <w:t>It is very important for the users of the filter that developers provide filter information in the “name” field of the filter structure, for example:</w:t>
      </w:r>
    </w:p>
    <w:p w:rsidR="00CF3D69" w:rsidRPr="0018082A" w:rsidRDefault="00CF3D69" w:rsidP="00CF3D69"/>
    <w:p w:rsidR="00CF3D69" w:rsidRPr="007C0FEB" w:rsidRDefault="00CF3D69" w:rsidP="00CF3D69">
      <w:pPr>
        <w:pStyle w:val="PlainText"/>
      </w:pPr>
      <w:proofErr w:type="gramStart"/>
      <w:r w:rsidRPr="007C0FEB">
        <w:t>const</w:t>
      </w:r>
      <w:proofErr w:type="gramEnd"/>
      <w:r w:rsidRPr="007C0FEB">
        <w:t xml:space="preserve"> H</w:t>
      </w:r>
      <w:r>
        <w:t>5Z_class2_t H5Z_BZIP2[1] = {</w:t>
      </w:r>
    </w:p>
    <w:p w:rsidR="00CF3D69" w:rsidRPr="007C0FEB" w:rsidRDefault="00CF3D69" w:rsidP="00CF3D69">
      <w:pPr>
        <w:pStyle w:val="PlainText"/>
      </w:pPr>
      <w:r w:rsidRPr="007C0FEB">
        <w:tab/>
        <w:t xml:space="preserve">    H5Z_CLASS_T_VERS,       /* H5Z_class_t version */</w:t>
      </w:r>
    </w:p>
    <w:p w:rsidR="00CF3D69" w:rsidRPr="007C0FEB" w:rsidRDefault="00CF3D69" w:rsidP="00CF3D69">
      <w:pPr>
        <w:pStyle w:val="PlainText"/>
      </w:pPr>
      <w:r w:rsidRPr="007C0FEB">
        <w:t xml:space="preserve">         (H5Z_filter_t)</w:t>
      </w:r>
      <w:r>
        <w:t xml:space="preserve"> 307</w:t>
      </w:r>
      <w:proofErr w:type="gramStart"/>
      <w:r>
        <w:t>,  /</w:t>
      </w:r>
      <w:proofErr w:type="gramEnd"/>
      <w:r>
        <w:t xml:space="preserve">* Filter id number </w:t>
      </w:r>
      <w:r w:rsidRPr="007C0FEB">
        <w:t>*/</w:t>
      </w:r>
    </w:p>
    <w:p w:rsidR="00CF3D69" w:rsidRPr="007C0FEB" w:rsidRDefault="00CF3D69" w:rsidP="00CF3D69">
      <w:pPr>
        <w:pStyle w:val="PlainText"/>
      </w:pPr>
      <w:r w:rsidRPr="007C0FEB">
        <w:lastRenderedPageBreak/>
        <w:t xml:space="preserve">         1,              </w:t>
      </w:r>
      <w:r>
        <w:t xml:space="preserve">     </w:t>
      </w:r>
      <w:r w:rsidRPr="007C0FEB">
        <w:t>/* encoder_present flag (set to true) */</w:t>
      </w:r>
    </w:p>
    <w:p w:rsidR="00CF3D69" w:rsidRPr="007C0FEB" w:rsidRDefault="00CF3D69" w:rsidP="00CF3D69">
      <w:pPr>
        <w:pStyle w:val="PlainText"/>
      </w:pPr>
      <w:r w:rsidRPr="007C0FEB">
        <w:t xml:space="preserve">         1,              </w:t>
      </w:r>
      <w:r>
        <w:t xml:space="preserve">     </w:t>
      </w:r>
      <w:r w:rsidRPr="007C0FEB">
        <w:t>/* decoder_present flag (set to true) */</w:t>
      </w:r>
    </w:p>
    <w:p w:rsidR="00CF3D69" w:rsidRPr="00555587" w:rsidRDefault="00CF3D69" w:rsidP="00CF3D69">
      <w:pPr>
        <w:pStyle w:val="PlainText"/>
        <w:rPr>
          <w:b/>
        </w:rPr>
      </w:pPr>
      <w:r w:rsidRPr="007C0FEB">
        <w:t xml:space="preserve">     </w:t>
      </w:r>
      <w:r>
        <w:t xml:space="preserve">    </w:t>
      </w:r>
      <w:r>
        <w:rPr>
          <w:b/>
        </w:rPr>
        <w:t xml:space="preserve">"HDF5 bzip2 filter; see </w:t>
      </w:r>
    </w:p>
    <w:p w:rsidR="00CF3D69" w:rsidRPr="00555587" w:rsidRDefault="00CF3D69" w:rsidP="00CF3D69">
      <w:pPr>
        <w:pStyle w:val="PlainText"/>
        <w:rPr>
          <w:b/>
        </w:rPr>
      </w:pPr>
      <w:r w:rsidRPr="00555587">
        <w:rPr>
          <w:b/>
        </w:rPr>
        <w:t xml:space="preserve">          http://www.hdfgroup.org/services/contributions.html",  </w:t>
      </w:r>
    </w:p>
    <w:p w:rsidR="00CF3D69" w:rsidRPr="00BC0E20" w:rsidRDefault="00CF3D69" w:rsidP="00CF3D69">
      <w:pPr>
        <w:pStyle w:val="PlainText"/>
      </w:pPr>
      <w:r w:rsidRPr="00555587">
        <w:rPr>
          <w:b/>
        </w:rPr>
        <w:t xml:space="preserve">           </w:t>
      </w:r>
      <w:r>
        <w:rPr>
          <w:b/>
        </w:rPr>
        <w:t xml:space="preserve">                  </w:t>
      </w:r>
      <w:r w:rsidRPr="00BC0E20">
        <w:t xml:space="preserve">/* Filter </w:t>
      </w:r>
      <w:proofErr w:type="gramStart"/>
      <w:r w:rsidRPr="00BC0E20">
        <w:t>info  *</w:t>
      </w:r>
      <w:proofErr w:type="gramEnd"/>
      <w:r w:rsidRPr="00BC0E20">
        <w:t>/</w:t>
      </w:r>
    </w:p>
    <w:p w:rsidR="00CF3D69" w:rsidRPr="007C0FEB" w:rsidRDefault="00CF3D69" w:rsidP="00CF3D69">
      <w:pPr>
        <w:pStyle w:val="PlainText"/>
      </w:pPr>
      <w:r w:rsidRPr="007C0FEB">
        <w:t xml:space="preserve">        </w:t>
      </w:r>
      <w:r>
        <w:t xml:space="preserve">  </w:t>
      </w:r>
      <w:r w:rsidRPr="007C0FEB">
        <w:t xml:space="preserve">NULL,                       </w:t>
      </w:r>
      <w:r>
        <w:t xml:space="preserve">    /* </w:t>
      </w:r>
      <w:proofErr w:type="gramStart"/>
      <w:r>
        <w:t>The</w:t>
      </w:r>
      <w:proofErr w:type="gramEnd"/>
      <w:r>
        <w:t xml:space="preserve"> "can apply" callback </w:t>
      </w:r>
      <w:r w:rsidRPr="007C0FEB">
        <w:t>*/</w:t>
      </w:r>
    </w:p>
    <w:p w:rsidR="00CF3D69" w:rsidRPr="007C0FEB" w:rsidRDefault="00CF3D69" w:rsidP="00CF3D69">
      <w:pPr>
        <w:pStyle w:val="PlainText"/>
      </w:pPr>
      <w:r w:rsidRPr="007C0FEB">
        <w:tab/>
        <w:t xml:space="preserve">    NULL,                       </w:t>
      </w:r>
      <w:r>
        <w:t xml:space="preserve">    </w:t>
      </w:r>
      <w:r w:rsidRPr="007C0FEB">
        <w:t xml:space="preserve">/* </w:t>
      </w:r>
      <w:proofErr w:type="gramStart"/>
      <w:r w:rsidRPr="007C0FEB">
        <w:t>The</w:t>
      </w:r>
      <w:proofErr w:type="gramEnd"/>
      <w:r w:rsidRPr="007C0FEB">
        <w:t xml:space="preserve"> "set lo</w:t>
      </w:r>
      <w:r>
        <w:t xml:space="preserve">cal" callback </w:t>
      </w:r>
      <w:r w:rsidRPr="007C0FEB">
        <w:t>*/</w:t>
      </w:r>
    </w:p>
    <w:p w:rsidR="00CF3D69" w:rsidRPr="007C0FEB" w:rsidRDefault="00CF3D69" w:rsidP="00CF3D69">
      <w:pPr>
        <w:pStyle w:val="PlainText"/>
      </w:pPr>
      <w:r w:rsidRPr="007C0FEB">
        <w:t xml:space="preserve">        (H5Z_f</w:t>
      </w:r>
      <w:r>
        <w:t xml:space="preserve">unc_t) H5Z_filter_bzip2,    </w:t>
      </w:r>
      <w:r w:rsidRPr="007C0FEB">
        <w:t xml:space="preserve">/* </w:t>
      </w:r>
      <w:proofErr w:type="gramStart"/>
      <w:r>
        <w:t>The</w:t>
      </w:r>
      <w:proofErr w:type="gramEnd"/>
      <w:r>
        <w:t xml:space="preserve"> filter function </w:t>
      </w:r>
      <w:r w:rsidRPr="007C0FEB">
        <w:t>*/</w:t>
      </w:r>
    </w:p>
    <w:p w:rsidR="00CF3D69" w:rsidRDefault="00CF3D69" w:rsidP="00CF3D69">
      <w:pPr>
        <w:pStyle w:val="PlainText"/>
      </w:pPr>
      <w:r>
        <w:tab/>
        <w:t>}</w:t>
      </w:r>
      <w:r w:rsidRPr="007C0FEB">
        <w:t>;</w:t>
      </w:r>
    </w:p>
    <w:p w:rsidR="00CF3D69" w:rsidRDefault="00CF3D69" w:rsidP="00CF3D69">
      <w:pPr>
        <w:pStyle w:val="PlainText"/>
      </w:pPr>
    </w:p>
    <w:p w:rsidR="00CF3D69" w:rsidRDefault="00CF3D69" w:rsidP="00CF3D69">
      <w:pPr>
        <w:pStyle w:val="PlainText"/>
        <w:rPr>
          <w:rFonts w:asciiTheme="minorHAnsi" w:hAnsiTheme="minorHAnsi"/>
          <w:sz w:val="24"/>
          <w:szCs w:val="24"/>
        </w:rPr>
      </w:pPr>
      <w:r>
        <w:rPr>
          <w:rFonts w:asciiTheme="minorHAnsi" w:hAnsiTheme="minorHAnsi"/>
          <w:sz w:val="24"/>
          <w:szCs w:val="24"/>
        </w:rPr>
        <w:t xml:space="preserve">The HDF5 Library and command-line tools have access to the “name” field. An application can use the </w:t>
      </w:r>
      <w:r w:rsidRPr="0089171B">
        <w:rPr>
          <w:sz w:val="23"/>
          <w:szCs w:val="23"/>
        </w:rPr>
        <w:t>H5Pget_filter&lt;*&gt;</w:t>
      </w:r>
      <w:r>
        <w:rPr>
          <w:rFonts w:asciiTheme="minorHAnsi" w:hAnsiTheme="minorHAnsi"/>
          <w:sz w:val="24"/>
          <w:szCs w:val="24"/>
        </w:rPr>
        <w:t xml:space="preserve"> functions to retrieve information about the filters. </w:t>
      </w:r>
    </w:p>
    <w:p w:rsidR="00CF3D69" w:rsidRDefault="00CF3D69" w:rsidP="00CF3D69">
      <w:pPr>
        <w:pStyle w:val="PlainText"/>
        <w:tabs>
          <w:tab w:val="left" w:pos="6107"/>
        </w:tabs>
        <w:rPr>
          <w:rFonts w:asciiTheme="minorHAnsi" w:hAnsiTheme="minorHAnsi"/>
          <w:sz w:val="24"/>
          <w:szCs w:val="24"/>
        </w:rPr>
      </w:pPr>
    </w:p>
    <w:p w:rsidR="00CF3D69" w:rsidRDefault="00CF3D69" w:rsidP="00CF3D69">
      <w:pPr>
        <w:pStyle w:val="PlainText"/>
        <w:rPr>
          <w:rFonts w:asciiTheme="minorHAnsi" w:hAnsiTheme="minorHAnsi"/>
          <w:sz w:val="24"/>
          <w:szCs w:val="24"/>
        </w:rPr>
      </w:pPr>
      <w:r>
        <w:rPr>
          <w:rFonts w:asciiTheme="minorHAnsi" w:hAnsiTheme="minorHAnsi"/>
          <w:sz w:val="24"/>
          <w:szCs w:val="24"/>
        </w:rPr>
        <w:t xml:space="preserve">Using the example of the structure above, the h5dump tool will print the string </w:t>
      </w:r>
      <w:r w:rsidRPr="00BE2518">
        <w:rPr>
          <w:sz w:val="23"/>
          <w:szCs w:val="23"/>
        </w:rPr>
        <w:t>“HDF5 bzip2 filter found at …”</w:t>
      </w:r>
      <w:r>
        <w:rPr>
          <w:rFonts w:asciiTheme="minorHAnsi" w:hAnsiTheme="minorHAnsi"/>
          <w:sz w:val="24"/>
          <w:szCs w:val="24"/>
        </w:rPr>
        <w:t xml:space="preserve"> pointing users to the applied filter (see the example in the “Reading Data with an Applied Third-party Filter” section on page </w:t>
      </w:r>
      <w:r w:rsidR="00801C42">
        <w:rPr>
          <w:rFonts w:asciiTheme="minorHAnsi" w:hAnsiTheme="minorHAnsi"/>
          <w:sz w:val="24"/>
          <w:szCs w:val="24"/>
        </w:rPr>
        <w:fldChar w:fldCharType="begin"/>
      </w:r>
      <w:r>
        <w:rPr>
          <w:rFonts w:asciiTheme="minorHAnsi" w:hAnsiTheme="minorHAnsi"/>
          <w:sz w:val="24"/>
          <w:szCs w:val="24"/>
        </w:rPr>
        <w:instrText xml:space="preserve"> PAGEREF ReadingDataWithAnAppliedThirdPartyFilter \h </w:instrText>
      </w:r>
      <w:r w:rsidR="00801C42">
        <w:rPr>
          <w:rFonts w:asciiTheme="minorHAnsi" w:hAnsiTheme="minorHAnsi"/>
          <w:sz w:val="24"/>
          <w:szCs w:val="24"/>
        </w:rPr>
      </w:r>
      <w:r w:rsidR="00801C42">
        <w:rPr>
          <w:rFonts w:asciiTheme="minorHAnsi" w:hAnsiTheme="minorHAnsi"/>
          <w:sz w:val="24"/>
          <w:szCs w:val="24"/>
        </w:rPr>
        <w:fldChar w:fldCharType="separate"/>
      </w:r>
      <w:r w:rsidR="004A71D7">
        <w:rPr>
          <w:rFonts w:asciiTheme="minorHAnsi" w:hAnsiTheme="minorHAnsi"/>
          <w:noProof/>
          <w:sz w:val="24"/>
          <w:szCs w:val="24"/>
        </w:rPr>
        <w:t>7</w:t>
      </w:r>
      <w:r w:rsidR="00801C42">
        <w:rPr>
          <w:rFonts w:asciiTheme="minorHAnsi" w:hAnsiTheme="minorHAnsi"/>
          <w:sz w:val="24"/>
          <w:szCs w:val="24"/>
        </w:rPr>
        <w:fldChar w:fldCharType="end"/>
      </w:r>
      <w:r>
        <w:rPr>
          <w:rFonts w:asciiTheme="minorHAnsi" w:hAnsiTheme="minorHAnsi"/>
          <w:sz w:val="24"/>
          <w:szCs w:val="24"/>
        </w:rPr>
        <w:t xml:space="preserve">) thus solving the problem of the filter’s origin.   </w:t>
      </w:r>
    </w:p>
    <w:p w:rsidR="00CF3D69" w:rsidRDefault="00CF3D69" w:rsidP="00CF3D69">
      <w:pPr>
        <w:pStyle w:val="PlainText"/>
        <w:rPr>
          <w:rFonts w:asciiTheme="minorHAnsi" w:hAnsiTheme="minorHAnsi"/>
          <w:sz w:val="24"/>
          <w:szCs w:val="24"/>
        </w:rPr>
      </w:pPr>
    </w:p>
    <w:p w:rsidR="00CF3D69" w:rsidRDefault="00CF3D69" w:rsidP="00CF3D69">
      <w:pPr>
        <w:pStyle w:val="PlainText"/>
        <w:rPr>
          <w:rFonts w:asciiTheme="minorHAnsi" w:hAnsiTheme="minorHAnsi"/>
          <w:sz w:val="24"/>
          <w:szCs w:val="24"/>
        </w:rPr>
      </w:pPr>
    </w:p>
    <w:p w:rsidR="00CF3D69" w:rsidRPr="00980E43" w:rsidRDefault="00CF3D69" w:rsidP="00CF3D69">
      <w:pPr>
        <w:pStyle w:val="PlainText"/>
        <w:rPr>
          <w:rFonts w:asciiTheme="minorHAnsi" w:hAnsiTheme="minorHAnsi"/>
          <w:sz w:val="24"/>
          <w:szCs w:val="24"/>
        </w:rPr>
      </w:pPr>
    </w:p>
    <w:p w:rsidR="00CF3D69" w:rsidRDefault="00CF3D69" w:rsidP="00CF3D69">
      <w:pPr>
        <w:pStyle w:val="Heading2"/>
        <w:spacing w:after="120" w:line="240" w:lineRule="auto"/>
        <w:ind w:left="576" w:hanging="576"/>
        <w:jc w:val="both"/>
      </w:pPr>
      <w:bookmarkStart w:id="28" w:name="_Toc353374070"/>
      <w:bookmarkStart w:id="29" w:name="_Toc356894519"/>
      <w:r>
        <w:t>Creating an HDF5 Filter Plugin</w:t>
      </w:r>
      <w:bookmarkEnd w:id="28"/>
      <w:bookmarkEnd w:id="29"/>
      <w:r>
        <w:t xml:space="preserve"> </w:t>
      </w:r>
    </w:p>
    <w:p w:rsidR="00CF3D69" w:rsidRDefault="00CF3D69" w:rsidP="00CF3D69">
      <w:r>
        <w:t xml:space="preserve">The HDF5 filter plugin source should include: </w:t>
      </w:r>
    </w:p>
    <w:p w:rsidR="00CF3D69" w:rsidRDefault="00CF3D69" w:rsidP="00CF3D69"/>
    <w:p w:rsidR="00CF3D69" w:rsidRDefault="00CF3D69" w:rsidP="00CF3D69">
      <w:pPr>
        <w:pStyle w:val="ListParagraph"/>
        <w:numPr>
          <w:ilvl w:val="0"/>
          <w:numId w:val="24"/>
        </w:numPr>
        <w:spacing w:after="120"/>
      </w:pPr>
      <w:r>
        <w:t xml:space="preserve">The </w:t>
      </w:r>
      <w:r w:rsidRPr="00CF3D69">
        <w:rPr>
          <w:rFonts w:ascii="Courier New" w:hAnsi="Courier New" w:cs="Courier New"/>
          <w:sz w:val="18"/>
          <w:szCs w:val="18"/>
        </w:rPr>
        <w:t>H5PLextern.h</w:t>
      </w:r>
      <w:r>
        <w:t xml:space="preserve"> </w:t>
      </w:r>
      <w:proofErr w:type="gramStart"/>
      <w:r>
        <w:t>header file</w:t>
      </w:r>
      <w:proofErr w:type="gramEnd"/>
      <w:r>
        <w:t xml:space="preserve"> from the HDF5 distribution.</w:t>
      </w:r>
    </w:p>
    <w:p w:rsidR="00CF3D69" w:rsidRDefault="00CF3D69" w:rsidP="00CF3D69">
      <w:pPr>
        <w:pStyle w:val="ListParagraph"/>
        <w:numPr>
          <w:ilvl w:val="0"/>
          <w:numId w:val="24"/>
        </w:numPr>
        <w:spacing w:after="120"/>
      </w:pPr>
      <w:r>
        <w:t>The definition of the filter structure (see the example shown in the section above).</w:t>
      </w:r>
    </w:p>
    <w:p w:rsidR="00CF3D69" w:rsidRDefault="00CF3D69" w:rsidP="00CF3D69">
      <w:pPr>
        <w:pStyle w:val="ListParagraph"/>
        <w:numPr>
          <w:ilvl w:val="0"/>
          <w:numId w:val="24"/>
        </w:numPr>
        <w:spacing w:after="120"/>
      </w:pPr>
      <w:r>
        <w:t xml:space="preserve">The </w:t>
      </w:r>
      <w:proofErr w:type="gramStart"/>
      <w:r>
        <w:t>filter function</w:t>
      </w:r>
      <w:proofErr w:type="gramEnd"/>
      <w:r>
        <w:t xml:space="preserve"> (for example, </w:t>
      </w:r>
      <w:r w:rsidRPr="00CF3D69">
        <w:rPr>
          <w:rFonts w:ascii="Courier New" w:hAnsi="Courier New" w:cs="Courier New"/>
          <w:sz w:val="18"/>
          <w:szCs w:val="18"/>
        </w:rPr>
        <w:t>H5Z_filter_bzip2</w:t>
      </w:r>
      <w:r>
        <w:t>).</w:t>
      </w:r>
    </w:p>
    <w:p w:rsidR="00CF3D69" w:rsidRDefault="00CF3D69" w:rsidP="00CF3D69">
      <w:pPr>
        <w:pStyle w:val="ListParagraph"/>
        <w:numPr>
          <w:ilvl w:val="0"/>
          <w:numId w:val="24"/>
        </w:numPr>
        <w:spacing w:after="120"/>
      </w:pPr>
      <w:r>
        <w:t>The two functions necessary for the HDF5 Library to find the correct type of the plugin library while loading it at runtime and to get information about the filter function:</w:t>
      </w:r>
    </w:p>
    <w:p w:rsidR="00CF3D69" w:rsidRPr="00C354C4" w:rsidRDefault="00CF3D69" w:rsidP="00CF3D69">
      <w:pPr>
        <w:pStyle w:val="PlainText"/>
        <w:ind w:left="720"/>
      </w:pPr>
      <w:r w:rsidRPr="00C354C4">
        <w:t>H5PL_type_t   H5PLget_plugin_</w:t>
      </w:r>
      <w:proofErr w:type="gramStart"/>
      <w:r w:rsidRPr="00C354C4">
        <w:t>type(</w:t>
      </w:r>
      <w:proofErr w:type="gramEnd"/>
      <w:r w:rsidRPr="00C354C4">
        <w:t>void);</w:t>
      </w:r>
    </w:p>
    <w:p w:rsidR="00CF3D69" w:rsidRPr="00C354C4" w:rsidRDefault="00CF3D69" w:rsidP="00CF3D69">
      <w:pPr>
        <w:pStyle w:val="PlainText"/>
        <w:ind w:left="720"/>
      </w:pPr>
      <w:proofErr w:type="gramStart"/>
      <w:r>
        <w:t>c</w:t>
      </w:r>
      <w:r w:rsidRPr="00BE2518">
        <w:t>onst</w:t>
      </w:r>
      <w:proofErr w:type="gramEnd"/>
      <w:r w:rsidRPr="00BE2518">
        <w:t xml:space="preserve"> void*</w:t>
      </w:r>
      <w:r>
        <w:rPr>
          <w:sz w:val="20"/>
          <w:szCs w:val="20"/>
        </w:rPr>
        <w:t xml:space="preserve">   </w:t>
      </w:r>
      <w:r w:rsidRPr="00C354C4">
        <w:t>H5PLget_plugin_info(</w:t>
      </w:r>
      <w:r w:rsidRPr="00BE2518">
        <w:t>void</w:t>
      </w:r>
      <w:r w:rsidRPr="00C354C4">
        <w:t>);</w:t>
      </w:r>
    </w:p>
    <w:p w:rsidR="00CF3D69" w:rsidRDefault="00CF3D69" w:rsidP="00CF3D69">
      <w:pPr>
        <w:ind w:left="720"/>
      </w:pPr>
    </w:p>
    <w:p w:rsidR="00CF3D69" w:rsidRDefault="00CF3D69" w:rsidP="00CF3D69">
      <w:pPr>
        <w:ind w:left="720"/>
      </w:pPr>
      <w:r>
        <w:t>Here is an example of the functions above for the HDF5 bzip2 filter:</w:t>
      </w:r>
    </w:p>
    <w:p w:rsidR="00CF3D69" w:rsidRDefault="00CF3D69" w:rsidP="00CF3D69">
      <w:pPr>
        <w:ind w:left="720"/>
      </w:pPr>
    </w:p>
    <w:p w:rsidR="00CF3D69" w:rsidRPr="00D70774" w:rsidRDefault="00CF3D69" w:rsidP="00CF3D69">
      <w:pPr>
        <w:pStyle w:val="PlainText"/>
        <w:ind w:left="720"/>
      </w:pPr>
      <w:r w:rsidRPr="00D70774">
        <w:t>H5PL_type_t   H5PLget_plugin_</w:t>
      </w:r>
      <w:proofErr w:type="gramStart"/>
      <w:r w:rsidRPr="00D70774">
        <w:t>type(</w:t>
      </w:r>
      <w:proofErr w:type="gramEnd"/>
      <w:r w:rsidRPr="00D70774">
        <w:t>void) {return H5PL_TYPE_FILTER;}</w:t>
      </w:r>
    </w:p>
    <w:p w:rsidR="00CF3D69" w:rsidRDefault="00CF3D69" w:rsidP="00CF3D69">
      <w:pPr>
        <w:pStyle w:val="PlainText"/>
        <w:ind w:left="720"/>
        <w:rPr>
          <w:rFonts w:ascii="Consolas" w:hAnsi="Consolas"/>
        </w:rPr>
      </w:pPr>
      <w:proofErr w:type="gramStart"/>
      <w:r w:rsidRPr="00D70774">
        <w:rPr>
          <w:rFonts w:ascii="Consolas" w:hAnsi="Consolas"/>
        </w:rPr>
        <w:t>const</w:t>
      </w:r>
      <w:proofErr w:type="gramEnd"/>
      <w:r w:rsidRPr="00D70774">
        <w:rPr>
          <w:rFonts w:ascii="Consolas" w:hAnsi="Consolas"/>
        </w:rPr>
        <w:t xml:space="preserve"> void*   H5PLget_plugin_info(void) {return H5Z_BZIP2;}</w:t>
      </w:r>
    </w:p>
    <w:p w:rsidR="00CF3D69" w:rsidRPr="00D70774" w:rsidRDefault="00CF3D69" w:rsidP="00CF3D69">
      <w:pPr>
        <w:ind w:left="720"/>
      </w:pPr>
    </w:p>
    <w:p w:rsidR="00CF3D69" w:rsidRDefault="00CF3D69" w:rsidP="00CF3D69">
      <w:pPr>
        <w:pStyle w:val="ListParagraph"/>
        <w:numPr>
          <w:ilvl w:val="0"/>
          <w:numId w:val="24"/>
        </w:numPr>
        <w:spacing w:after="120"/>
      </w:pPr>
      <w:r>
        <w:t>Other functions such as the source of the compression library may also be included.</w:t>
      </w:r>
    </w:p>
    <w:p w:rsidR="00CF3D69" w:rsidRDefault="00CF3D69" w:rsidP="00CF3D69"/>
    <w:p w:rsidR="00CF3D69" w:rsidRDefault="00CF3D69" w:rsidP="00CF3D69">
      <w:r>
        <w:t xml:space="preserve">Build the HDF5 filter plugin as a shared library. The following steps should be taken: </w:t>
      </w:r>
    </w:p>
    <w:p w:rsidR="00CF3D69" w:rsidRDefault="00CF3D69" w:rsidP="00CF3D69"/>
    <w:p w:rsidR="00CF3D69" w:rsidRDefault="00CF3D69" w:rsidP="00CF3D69">
      <w:pPr>
        <w:pStyle w:val="ListParagraph"/>
        <w:numPr>
          <w:ilvl w:val="0"/>
          <w:numId w:val="26"/>
        </w:numPr>
        <w:spacing w:after="120"/>
      </w:pPr>
      <w:r>
        <w:t>When compiling, point to the HDF5 header files.</w:t>
      </w:r>
    </w:p>
    <w:p w:rsidR="00CF3D69" w:rsidRDefault="00CF3D69" w:rsidP="00CF3D69">
      <w:pPr>
        <w:pStyle w:val="ListParagraph"/>
        <w:numPr>
          <w:ilvl w:val="0"/>
          <w:numId w:val="26"/>
        </w:numPr>
        <w:spacing w:after="120"/>
      </w:pPr>
      <w:r>
        <w:t xml:space="preserve">Use the appropriate linking flags. </w:t>
      </w:r>
    </w:p>
    <w:p w:rsidR="00CF3D69" w:rsidRDefault="00CF3D69" w:rsidP="00CF3D69">
      <w:pPr>
        <w:pStyle w:val="ListParagraph"/>
        <w:numPr>
          <w:ilvl w:val="0"/>
          <w:numId w:val="26"/>
        </w:numPr>
        <w:spacing w:after="120"/>
      </w:pPr>
      <w:r>
        <w:t xml:space="preserve">Link with any required external libraries. </w:t>
      </w:r>
    </w:p>
    <w:p w:rsidR="00CF3D69" w:rsidRDefault="00CF3D69" w:rsidP="00CF3D69">
      <w:pPr>
        <w:pStyle w:val="ListParagraph"/>
        <w:numPr>
          <w:ilvl w:val="0"/>
          <w:numId w:val="26"/>
        </w:numPr>
        <w:spacing w:after="120"/>
      </w:pPr>
      <w:r>
        <w:lastRenderedPageBreak/>
        <w:t xml:space="preserve">For example, if </w:t>
      </w:r>
      <w:r w:rsidRPr="00CF3D69">
        <w:rPr>
          <w:rFonts w:ascii="Courier New" w:hAnsi="Courier New" w:cs="Courier New"/>
          <w:sz w:val="18"/>
          <w:szCs w:val="18"/>
        </w:rPr>
        <w:t>libbz2.so</w:t>
      </w:r>
      <w:r>
        <w:t xml:space="preserve"> is installed on a Linux system, the HDF5 </w:t>
      </w:r>
      <w:r w:rsidRPr="00CF3D69">
        <w:rPr>
          <w:rFonts w:ascii="Courier New" w:hAnsi="Courier New" w:cs="Courier New"/>
          <w:sz w:val="18"/>
          <w:szCs w:val="18"/>
        </w:rPr>
        <w:t xml:space="preserve">bzip2 </w:t>
      </w:r>
      <w:r>
        <w:t xml:space="preserve">plugin library </w:t>
      </w:r>
      <w:r w:rsidRPr="00CF3D69">
        <w:rPr>
          <w:rFonts w:ascii="Courier New" w:hAnsi="Courier New" w:cs="Courier New"/>
          <w:sz w:val="18"/>
          <w:szCs w:val="18"/>
        </w:rPr>
        <w:t xml:space="preserve">libH5Zbzip2.so </w:t>
      </w:r>
      <w:r>
        <w:t xml:space="preserve">may be linked with </w:t>
      </w:r>
      <w:r w:rsidRPr="00CF3D69">
        <w:rPr>
          <w:rFonts w:ascii="Courier New" w:hAnsi="Courier New" w:cs="Courier New"/>
          <w:sz w:val="18"/>
          <w:szCs w:val="18"/>
        </w:rPr>
        <w:t xml:space="preserve">libbz2.so </w:t>
      </w:r>
      <w:r>
        <w:t xml:space="preserve">instead of including </w:t>
      </w:r>
      <w:r w:rsidRPr="00CF3D69">
        <w:rPr>
          <w:rFonts w:ascii="Courier New" w:hAnsi="Courier New" w:cs="Courier New"/>
          <w:sz w:val="18"/>
          <w:szCs w:val="18"/>
        </w:rPr>
        <w:t xml:space="preserve">bzip2 </w:t>
      </w:r>
      <w:r>
        <w:t>source into the plugin library.</w:t>
      </w:r>
    </w:p>
    <w:p w:rsidR="00CF3D69" w:rsidRDefault="00CF3D69" w:rsidP="00CF3D69">
      <w:pPr>
        <w:ind w:left="720"/>
      </w:pPr>
    </w:p>
    <w:p w:rsidR="00CF3D69" w:rsidRDefault="00CF3D69" w:rsidP="00CF3D69">
      <w:pPr>
        <w:ind w:left="720"/>
      </w:pPr>
      <w:r>
        <w:t xml:space="preserve">The complete example of the HDF5 </w:t>
      </w:r>
      <w:r w:rsidRPr="000D2422">
        <w:rPr>
          <w:rFonts w:ascii="Courier New" w:hAnsi="Courier New"/>
          <w:sz w:val="18"/>
          <w:szCs w:val="23"/>
        </w:rPr>
        <w:t>bzip2</w:t>
      </w:r>
      <w:r>
        <w:t xml:space="preserve"> plugin library is provided at </w:t>
      </w:r>
      <w:hyperlink r:id="rId23" w:history="1">
        <w:r w:rsidRPr="00480C76">
          <w:rPr>
            <w:rStyle w:val="Hyperlink"/>
          </w:rPr>
          <w:t>http://svn.hdfgroup.uiuc.edu/hdf5_plugins/trunk/BZIP2/</w:t>
        </w:r>
      </w:hyperlink>
      <w:r>
        <w:t xml:space="preserve"> and can be adopted for other plugins. A simple Makefile file for Linux systems is shown in the “Example of Makefile” section on page </w:t>
      </w:r>
      <w:r w:rsidR="00801C42">
        <w:fldChar w:fldCharType="begin"/>
      </w:r>
      <w:r>
        <w:instrText xml:space="preserve"> PAGEREF ExampleOfMakefile \h </w:instrText>
      </w:r>
      <w:r w:rsidR="00801C42">
        <w:fldChar w:fldCharType="separate"/>
      </w:r>
      <w:r w:rsidR="004A71D7">
        <w:rPr>
          <w:noProof/>
        </w:rPr>
        <w:t>25</w:t>
      </w:r>
      <w:r w:rsidR="00801C42">
        <w:fldChar w:fldCharType="end"/>
      </w:r>
      <w:r>
        <w:t>.</w:t>
      </w:r>
    </w:p>
    <w:p w:rsidR="00CF3D69" w:rsidRDefault="00CF3D69" w:rsidP="00CF3D69"/>
    <w:p w:rsidR="00CF3D69" w:rsidRDefault="00CF3D69" w:rsidP="00CF3D69"/>
    <w:p w:rsidR="00CF3D69" w:rsidRDefault="00CF3D69" w:rsidP="00CF3D69"/>
    <w:p w:rsidR="00CF3D69" w:rsidRDefault="00CF3D69" w:rsidP="00CF3D69">
      <w:pPr>
        <w:pStyle w:val="Heading2"/>
        <w:spacing w:after="120" w:line="240" w:lineRule="auto"/>
        <w:ind w:left="576" w:hanging="576"/>
        <w:jc w:val="both"/>
      </w:pPr>
      <w:bookmarkStart w:id="30" w:name="_Toc353374071"/>
      <w:bookmarkStart w:id="31" w:name="_Toc356894520"/>
      <w:r>
        <w:t>Installing an HDF5 Filter Plugin</w:t>
      </w:r>
      <w:bookmarkEnd w:id="30"/>
      <w:bookmarkEnd w:id="31"/>
      <w:r>
        <w:t xml:space="preserve"> </w:t>
      </w:r>
    </w:p>
    <w:p w:rsidR="00CF3D69" w:rsidRDefault="00CF3D69" w:rsidP="00CF3D69">
      <w:r>
        <w:t>The default directory for an HDF5 filter plugin library is defined on UNIX-like systems as</w:t>
      </w:r>
    </w:p>
    <w:p w:rsidR="00CF3D69" w:rsidRDefault="00CF3D69" w:rsidP="00CF3D69"/>
    <w:p w:rsidR="00CF3D69" w:rsidRDefault="00CF3D69" w:rsidP="00CF3D69">
      <w:pPr>
        <w:pStyle w:val="PlainText"/>
      </w:pPr>
      <w:r w:rsidRPr="00277E8D">
        <w:t>“/usr/local/hdf5/lib/plugin”</w:t>
      </w:r>
      <w:r>
        <w:t xml:space="preserve"> </w:t>
      </w:r>
    </w:p>
    <w:p w:rsidR="00CF3D69" w:rsidRDefault="00CF3D69" w:rsidP="00CF3D69"/>
    <w:p w:rsidR="00CF3D69" w:rsidRDefault="00CF3D69" w:rsidP="00CF3D69">
      <w:proofErr w:type="gramStart"/>
      <w:r w:rsidRPr="000C65EE">
        <w:t>and</w:t>
      </w:r>
      <w:proofErr w:type="gramEnd"/>
      <w:r w:rsidRPr="000C65EE">
        <w:t xml:space="preserve"> on Windows</w:t>
      </w:r>
      <w:r>
        <w:t xml:space="preserve"> </w:t>
      </w:r>
      <w:r w:rsidRPr="00695429">
        <w:t>systems as</w:t>
      </w:r>
      <w:r>
        <w:t xml:space="preserve"> </w:t>
      </w:r>
    </w:p>
    <w:p w:rsidR="00CF3D69" w:rsidRDefault="00CF3D69" w:rsidP="00CF3D69"/>
    <w:p w:rsidR="00CF3D69" w:rsidRDefault="00CF3D69" w:rsidP="00CF3D69">
      <w:pPr>
        <w:pStyle w:val="PlainText"/>
      </w:pPr>
      <w:proofErr w:type="gramStart"/>
      <w:r w:rsidRPr="00277E8D">
        <w:t>"%ALLUSERSPROFILE%/hdf5/lib/plugin".</w:t>
      </w:r>
      <w:proofErr w:type="gramEnd"/>
    </w:p>
    <w:p w:rsidR="00CF3D69" w:rsidRDefault="00CF3D69" w:rsidP="00CF3D69"/>
    <w:p w:rsidR="00CF3D69" w:rsidRDefault="00CF3D69" w:rsidP="00CF3D69">
      <w:r>
        <w:t xml:space="preserve">The default path can be overwritten by a user with the </w:t>
      </w:r>
      <w:r w:rsidRPr="00CF3D69">
        <w:rPr>
          <w:rFonts w:ascii="Courier New" w:hAnsi="Courier New" w:cs="Courier New"/>
          <w:sz w:val="18"/>
          <w:szCs w:val="18"/>
        </w:rPr>
        <w:t xml:space="preserve">HDF5_PLUGIN_PATH </w:t>
      </w:r>
      <w:r>
        <w:t>environment variable. Several directories can be specified for the search path using “:” as a path separator for UNIX-like systems and “;” for Windows.</w:t>
      </w:r>
    </w:p>
    <w:p w:rsidR="00CF3D69" w:rsidRDefault="00CF3D69" w:rsidP="00CF3D69"/>
    <w:p w:rsidR="00CF3D69" w:rsidRDefault="00CF3D69" w:rsidP="00CF3D69">
      <w:r>
        <w:t xml:space="preserve">Readers are encouraged to try the example in the “Building an HDF5 bzip2 Plugin Example” section on page </w:t>
      </w:r>
      <w:r w:rsidR="00801C42">
        <w:fldChar w:fldCharType="begin"/>
      </w:r>
      <w:r>
        <w:instrText xml:space="preserve"> PAGEREF BuildingAnHdf5Bzip2PluginExample \h </w:instrText>
      </w:r>
      <w:r w:rsidR="00801C42">
        <w:fldChar w:fldCharType="separate"/>
      </w:r>
      <w:r w:rsidR="004A71D7">
        <w:rPr>
          <w:noProof/>
        </w:rPr>
        <w:t>17</w:t>
      </w:r>
      <w:r w:rsidR="00801C42">
        <w:fldChar w:fldCharType="end"/>
      </w:r>
      <w:r>
        <w:t xml:space="preserve">. </w:t>
      </w:r>
    </w:p>
    <w:p w:rsidR="00CF3D69" w:rsidRDefault="00CF3D69" w:rsidP="00CF3D69"/>
    <w:p w:rsidR="00CF3D69" w:rsidRDefault="00CF3D69" w:rsidP="00CF3D69"/>
    <w:p w:rsidR="000D2422" w:rsidRDefault="000D2422" w:rsidP="00CF3D69"/>
    <w:p w:rsidR="000D2422" w:rsidRDefault="000D2422" w:rsidP="000D2422">
      <w:pPr>
        <w:pStyle w:val="Heading1"/>
        <w:spacing w:before="360" w:after="120"/>
        <w:ind w:left="432" w:hanging="432"/>
        <w:jc w:val="both"/>
      </w:pPr>
      <w:bookmarkStart w:id="32" w:name="_Toc353374072"/>
      <w:bookmarkStart w:id="33" w:name="_Toc356894521"/>
      <w:r>
        <w:lastRenderedPageBreak/>
        <w:t>Design</w:t>
      </w:r>
      <w:bookmarkEnd w:id="32"/>
      <w:bookmarkEnd w:id="33"/>
    </w:p>
    <w:p w:rsidR="000D2422" w:rsidRDefault="000D2422" w:rsidP="000D2422">
      <w:r>
        <w:t xml:space="preserve">Dynamic loading of the HDF5 filter plugin (or filter library) is triggered only by two events: when an application calls the </w:t>
      </w:r>
      <w:r w:rsidRPr="000D2422">
        <w:rPr>
          <w:rFonts w:ascii="Courier New" w:hAnsi="Courier New" w:cs="Courier New"/>
          <w:sz w:val="18"/>
          <w:szCs w:val="18"/>
        </w:rPr>
        <w:t xml:space="preserve">H5Pset_filter </w:t>
      </w:r>
      <w:r>
        <w:t xml:space="preserve">function to set the filter for the first time, or when the data to which the filter is applied is read for the first time. </w:t>
      </w:r>
    </w:p>
    <w:p w:rsidR="000D2422" w:rsidRDefault="000D2422" w:rsidP="000D2422"/>
    <w:p w:rsidR="000D2422" w:rsidRDefault="000D2422" w:rsidP="000D2422"/>
    <w:p w:rsidR="000D2422" w:rsidRPr="006E0BC0" w:rsidRDefault="000D2422" w:rsidP="000D2422"/>
    <w:p w:rsidR="000D2422" w:rsidRDefault="000D2422" w:rsidP="000D2422">
      <w:pPr>
        <w:pStyle w:val="Heading2"/>
        <w:spacing w:after="120" w:line="240" w:lineRule="auto"/>
        <w:ind w:left="576" w:hanging="576"/>
        <w:jc w:val="both"/>
      </w:pPr>
      <w:bookmarkStart w:id="34" w:name="_Toc353374073"/>
      <w:bookmarkStart w:id="35" w:name="_Toc356894522"/>
      <w:r>
        <w:t>Data Writing</w:t>
      </w:r>
      <w:bookmarkEnd w:id="34"/>
      <w:bookmarkEnd w:id="35"/>
    </w:p>
    <w:p w:rsidR="000D2422" w:rsidRDefault="000D2422" w:rsidP="000D2422">
      <w:r>
        <w:t>This section outlines the usage of the new feature on the write operation.</w:t>
      </w:r>
    </w:p>
    <w:p w:rsidR="000D2422" w:rsidRDefault="000D2422" w:rsidP="000D2422"/>
    <w:p w:rsidR="000D2422" w:rsidRDefault="000D2422" w:rsidP="000D2422">
      <w:r>
        <w:t xml:space="preserve">When the application enables a filter with </w:t>
      </w:r>
      <w:r w:rsidRPr="000D2422">
        <w:rPr>
          <w:rFonts w:ascii="Courier New" w:hAnsi="Courier New" w:cs="Courier New"/>
          <w:sz w:val="18"/>
          <w:szCs w:val="18"/>
        </w:rPr>
        <w:t>H5Pset_filter</w:t>
      </w:r>
      <w:r>
        <w:t xml:space="preserve">, the library will search for it by its filter identifier. The library will first search for the filter among its internal filters and custom filters registered with the library, and then it will search in the list of filters that have been dynamically loaded. If it cannot find the filter, it will search for the filter library in the default path or the path indicated by the environment variable </w:t>
      </w:r>
      <w:r w:rsidRPr="000D2422">
        <w:rPr>
          <w:rFonts w:ascii="Courier New" w:hAnsi="Courier New" w:cs="Courier New"/>
          <w:sz w:val="18"/>
          <w:szCs w:val="18"/>
        </w:rPr>
        <w:t>HDF5_PLUGIN_PATH</w:t>
      </w:r>
      <w:r>
        <w:t xml:space="preserve">. </w:t>
      </w:r>
    </w:p>
    <w:p w:rsidR="000D2422" w:rsidRDefault="000D2422" w:rsidP="000D2422"/>
    <w:p w:rsidR="000D2422" w:rsidRDefault="000D2422" w:rsidP="000D2422">
      <w:r>
        <w:t xml:space="preserve">When found, the HDF5 Library will load the filter library, register the filter, and add it to the filter pipeline. There is no need for the application to register the dynamic filter with </w:t>
      </w:r>
      <w:r w:rsidRPr="000D2422">
        <w:rPr>
          <w:rFonts w:ascii="Courier New" w:hAnsi="Courier New" w:cs="Courier New"/>
          <w:sz w:val="18"/>
          <w:szCs w:val="18"/>
        </w:rPr>
        <w:t>H5Zregister</w:t>
      </w:r>
      <w:r w:rsidRPr="000D2422">
        <w:t>,</w:t>
      </w:r>
      <w:r>
        <w:t xml:space="preserve"> as this step is done internally in </w:t>
      </w:r>
      <w:r w:rsidRPr="000D2422">
        <w:rPr>
          <w:rFonts w:ascii="Courier New" w:hAnsi="Courier New" w:cs="Courier New"/>
          <w:sz w:val="18"/>
          <w:szCs w:val="18"/>
        </w:rPr>
        <w:t>H5Pset_filter</w:t>
      </w:r>
      <w:r w:rsidRPr="000D2422">
        <w:t xml:space="preserve">. </w:t>
      </w:r>
      <w:r>
        <w:rPr>
          <w:rFonts w:cs="Courier New"/>
          <w:szCs w:val="24"/>
        </w:rPr>
        <w:t xml:space="preserve">The </w:t>
      </w:r>
      <w:r w:rsidRPr="000D2422">
        <w:rPr>
          <w:rFonts w:ascii="Courier New" w:hAnsi="Courier New" w:cs="Courier New"/>
          <w:sz w:val="18"/>
          <w:szCs w:val="18"/>
        </w:rPr>
        <w:t xml:space="preserve">H5PL_load </w:t>
      </w:r>
      <w:r>
        <w:rPr>
          <w:rFonts w:cs="Courier New"/>
          <w:szCs w:val="24"/>
        </w:rPr>
        <w:t>function i</w:t>
      </w:r>
      <w:r w:rsidRPr="00FB0B0B">
        <w:rPr>
          <w:rFonts w:cs="Courier New"/>
          <w:szCs w:val="24"/>
        </w:rPr>
        <w:t>n the</w:t>
      </w:r>
      <w:r w:rsidRPr="000D2422">
        <w:t xml:space="preserve"> </w:t>
      </w:r>
      <w:r w:rsidRPr="000D2422">
        <w:rPr>
          <w:rFonts w:ascii="Courier New" w:hAnsi="Courier New" w:cs="Courier New"/>
          <w:sz w:val="18"/>
          <w:szCs w:val="18"/>
        </w:rPr>
        <w:t xml:space="preserve">H5Pocpl.c </w:t>
      </w:r>
      <w:r w:rsidRPr="00FB0B0B">
        <w:rPr>
          <w:rFonts w:cs="Monaco"/>
          <w:szCs w:val="24"/>
        </w:rPr>
        <w:t>file</w:t>
      </w:r>
      <w:r>
        <w:rPr>
          <w:rFonts w:cs="Monaco"/>
          <w:szCs w:val="24"/>
        </w:rPr>
        <w:t xml:space="preserve"> in the </w:t>
      </w:r>
      <w:r w:rsidRPr="000D2422">
        <w:rPr>
          <w:rFonts w:ascii="Courier New" w:hAnsi="Courier New" w:cs="Courier New"/>
          <w:sz w:val="18"/>
          <w:szCs w:val="18"/>
        </w:rPr>
        <w:t xml:space="preserve">src </w:t>
      </w:r>
      <w:r>
        <w:rPr>
          <w:rFonts w:cs="Monaco"/>
          <w:szCs w:val="24"/>
        </w:rPr>
        <w:t>directory of the HDF5 Library distribution does the searching and loading of the filter library</w:t>
      </w:r>
      <w:r>
        <w:t xml:space="preserve">. </w:t>
      </w:r>
    </w:p>
    <w:p w:rsidR="000D2422" w:rsidRDefault="000D2422" w:rsidP="000D2422"/>
    <w:p w:rsidR="000D2422" w:rsidRDefault="000D2422" w:rsidP="000D2422">
      <w:r>
        <w:t xml:space="preserve">Once the filter library is loaded, it will stay loaded until the HDF5 Library is closed or until the filter is unregistered with the </w:t>
      </w:r>
      <w:r w:rsidRPr="000D2422">
        <w:rPr>
          <w:rFonts w:ascii="Courier New" w:hAnsi="Courier New"/>
          <w:sz w:val="18"/>
          <w:szCs w:val="23"/>
        </w:rPr>
        <w:t xml:space="preserve">H5Zunregister </w:t>
      </w:r>
      <w:r w:rsidRPr="00307B23">
        <w:rPr>
          <w:szCs w:val="24"/>
        </w:rPr>
        <w:t>call</w:t>
      </w:r>
      <w:r>
        <w:t xml:space="preserve">. The </w:t>
      </w:r>
      <w:r w:rsidRPr="000D2422">
        <w:rPr>
          <w:rFonts w:ascii="Courier New" w:hAnsi="Courier New" w:cs="Courier New"/>
          <w:sz w:val="18"/>
          <w:szCs w:val="23"/>
        </w:rPr>
        <w:t>H5Zregister</w:t>
      </w:r>
      <w:r>
        <w:t xml:space="preserve"> function is still required when a third-party filter is linked into an application and is not provided as a shared library.</w:t>
      </w:r>
    </w:p>
    <w:p w:rsidR="000D2422" w:rsidRDefault="000D2422" w:rsidP="000D2422"/>
    <w:p w:rsidR="000D2422" w:rsidRDefault="000D2422" w:rsidP="000D2422">
      <w:r>
        <w:t xml:space="preserve">If the dynamically loaded filter has any auxiliary data, such as the compression level for </w:t>
      </w:r>
      <w:r w:rsidRPr="00307B23">
        <w:t>bzip2</w:t>
      </w:r>
      <w:r>
        <w:t xml:space="preserve"> filter, it can be passed in through the </w:t>
      </w:r>
      <w:r w:rsidRPr="000D2422">
        <w:rPr>
          <w:rFonts w:ascii="Courier New" w:hAnsi="Courier New" w:cs="Courier New"/>
          <w:sz w:val="18"/>
          <w:szCs w:val="23"/>
        </w:rPr>
        <w:t>cd_values</w:t>
      </w:r>
      <w:r>
        <w:rPr>
          <w:rFonts w:ascii="Courier New" w:hAnsi="Courier New" w:cs="Courier New"/>
          <w:sz w:val="20"/>
          <w:szCs w:val="20"/>
        </w:rPr>
        <w:t xml:space="preserve"> </w:t>
      </w:r>
      <w:r w:rsidRPr="00E65EC8">
        <w:rPr>
          <w:rFonts w:cs="Courier New"/>
        </w:rPr>
        <w:t>parameter</w:t>
      </w:r>
      <w:r>
        <w:t xml:space="preserve"> of </w:t>
      </w:r>
      <w:r w:rsidRPr="000D2422">
        <w:rPr>
          <w:rFonts w:ascii="Courier New" w:hAnsi="Courier New" w:cs="Courier New"/>
          <w:sz w:val="18"/>
          <w:szCs w:val="23"/>
        </w:rPr>
        <w:t>H5Pset_filter</w:t>
      </w:r>
      <w:r w:rsidRPr="000D2422">
        <w:rPr>
          <w:rFonts w:ascii="Courier New" w:hAnsi="Courier New"/>
          <w:sz w:val="18"/>
          <w:szCs w:val="23"/>
        </w:rPr>
        <w:t>.</w:t>
      </w:r>
      <w:r>
        <w:t xml:space="preserve">   </w:t>
      </w:r>
    </w:p>
    <w:p w:rsidR="000D2422" w:rsidRDefault="000D2422" w:rsidP="000D2422"/>
    <w:p w:rsidR="000D2422" w:rsidRDefault="000D2422" w:rsidP="000D2422"/>
    <w:p w:rsidR="000D2422" w:rsidRDefault="000D2422" w:rsidP="000D2422"/>
    <w:p w:rsidR="000D2422" w:rsidRDefault="000D2422" w:rsidP="000D2422">
      <w:pPr>
        <w:pStyle w:val="Heading2"/>
        <w:spacing w:after="120" w:line="240" w:lineRule="auto"/>
        <w:ind w:left="576" w:hanging="576"/>
        <w:jc w:val="both"/>
      </w:pPr>
      <w:bookmarkStart w:id="36" w:name="_Toc353374074"/>
      <w:bookmarkStart w:id="37" w:name="_Toc356894523"/>
      <w:r>
        <w:t>Data Reading</w:t>
      </w:r>
      <w:bookmarkEnd w:id="36"/>
      <w:bookmarkEnd w:id="37"/>
    </w:p>
    <w:p w:rsidR="000D2422" w:rsidRDefault="000D2422" w:rsidP="000D2422">
      <w:r>
        <w:t>This section outlines the usage of the new feature on the read operation.</w:t>
      </w:r>
    </w:p>
    <w:p w:rsidR="000D2422" w:rsidRDefault="000D2422" w:rsidP="000D2422"/>
    <w:p w:rsidR="000D2422" w:rsidRDefault="000D2422" w:rsidP="000D2422">
      <w:r>
        <w:t>At the application level, the user does not need to do anything special.  Inside the HDF5 Library, when the library sees a filter identification value associated with a data item, it first searches the filter among its internal filters, and then it searches in the list of dynamically loaded filters that have been loaded in the library.  If it cannot find the filter, it will search for and load the filter plugin library.  Once the filter library is loaded, it will stay open until the HDF5 Library is closed.  Below is a simple diagram showing the design of the library.</w:t>
      </w:r>
    </w:p>
    <w:p w:rsidR="000D2422" w:rsidRDefault="000D2422" w:rsidP="000D2422"/>
    <w:tbl>
      <w:tblPr>
        <w:tblStyle w:val="TableGrid"/>
        <w:tblW w:w="0" w:type="auto"/>
        <w:jc w:val="center"/>
        <w:tblBorders>
          <w:left w:val="none" w:sz="0" w:space="0" w:color="auto"/>
          <w:right w:val="none" w:sz="0" w:space="0" w:color="auto"/>
          <w:insideV w:val="none" w:sz="0" w:space="0" w:color="auto"/>
        </w:tblBorders>
        <w:tblLook w:val="04A0"/>
      </w:tblPr>
      <w:tblGrid>
        <w:gridCol w:w="8217"/>
      </w:tblGrid>
      <w:tr w:rsidR="000D2422" w:rsidRPr="00137C51" w:rsidTr="004A71D7">
        <w:trPr>
          <w:jc w:val="center"/>
        </w:trPr>
        <w:tc>
          <w:tcPr>
            <w:tcW w:w="8217" w:type="dxa"/>
          </w:tcPr>
          <w:p w:rsidR="000D2422" w:rsidRPr="00186743" w:rsidRDefault="004A71D7" w:rsidP="003D2FDD">
            <w:pPr>
              <w:pStyle w:val="NormalTable"/>
              <w:jc w:val="center"/>
            </w:pPr>
            <w:r>
              <w:rPr>
                <w:noProof/>
              </w:rPr>
              <w:lastRenderedPageBreak/>
              <w:drawing>
                <wp:inline distT="0" distB="0" distL="0" distR="0">
                  <wp:extent cx="5010150" cy="5314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G"/>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010150" cy="5314950"/>
                          </a:xfrm>
                          <a:prstGeom prst="rect">
                            <a:avLst/>
                          </a:prstGeom>
                        </pic:spPr>
                      </pic:pic>
                    </a:graphicData>
                  </a:graphic>
                </wp:inline>
              </w:drawing>
            </w:r>
          </w:p>
        </w:tc>
      </w:tr>
      <w:tr w:rsidR="000D2422" w:rsidRPr="00137C51" w:rsidTr="004A71D7">
        <w:trPr>
          <w:jc w:val="center"/>
        </w:trPr>
        <w:tc>
          <w:tcPr>
            <w:tcW w:w="8217" w:type="dxa"/>
          </w:tcPr>
          <w:p w:rsidR="000D2422" w:rsidRPr="00186743" w:rsidRDefault="000D2422" w:rsidP="00491278">
            <w:pPr>
              <w:pStyle w:val="NormalTable"/>
            </w:pPr>
            <w:r>
              <w:t xml:space="preserve">Figure </w:t>
            </w:r>
            <w:r w:rsidR="00491278">
              <w:t>1</w:t>
            </w:r>
            <w:r w:rsidRPr="00186743">
              <w:t xml:space="preserve">. </w:t>
            </w:r>
            <w:r w:rsidR="00491278">
              <w:t>Reading data with a dynamically loaded filter</w:t>
            </w:r>
          </w:p>
        </w:tc>
      </w:tr>
    </w:tbl>
    <w:p w:rsidR="000D2422" w:rsidRDefault="000D2422" w:rsidP="000D2422"/>
    <w:p w:rsidR="000D2422" w:rsidRDefault="000D2422" w:rsidP="000D2422">
      <w:r>
        <w:t xml:space="preserve">The required changes were implemented in the </w:t>
      </w:r>
      <w:r w:rsidRPr="009A3198">
        <w:t>H5Z_pipeline</w:t>
      </w:r>
      <w:r>
        <w:t xml:space="preserve"> function that resides in the </w:t>
      </w:r>
      <w:r w:rsidRPr="000D2422">
        <w:rPr>
          <w:rFonts w:ascii="Courier New" w:hAnsi="Courier New"/>
          <w:sz w:val="18"/>
          <w:szCs w:val="23"/>
        </w:rPr>
        <w:t>H5Z.c</w:t>
      </w:r>
      <w:r>
        <w:t xml:space="preserve"> file in the </w:t>
      </w:r>
      <w:r w:rsidRPr="000D2422">
        <w:rPr>
          <w:rFonts w:ascii="Courier New" w:hAnsi="Courier New" w:cs="Monaco"/>
          <w:sz w:val="18"/>
          <w:szCs w:val="23"/>
        </w:rPr>
        <w:t>src</w:t>
      </w:r>
      <w:r>
        <w:rPr>
          <w:rFonts w:cs="Monaco"/>
          <w:szCs w:val="24"/>
        </w:rPr>
        <w:t xml:space="preserve"> directory of the HDF5 Library distribution</w:t>
      </w:r>
      <w:r>
        <w:t xml:space="preserve">. </w:t>
      </w:r>
    </w:p>
    <w:p w:rsidR="000D2422" w:rsidRDefault="000D2422" w:rsidP="000D2422"/>
    <w:p w:rsidR="000D2422" w:rsidRDefault="000D2422" w:rsidP="00CF3D69"/>
    <w:p w:rsidR="000D2422" w:rsidRDefault="000D2422" w:rsidP="00CF3D69"/>
    <w:p w:rsidR="000D2422" w:rsidRDefault="000D2422" w:rsidP="000D2422">
      <w:pPr>
        <w:pStyle w:val="Heading2"/>
        <w:spacing w:after="120" w:line="240" w:lineRule="auto"/>
        <w:ind w:left="576" w:hanging="576"/>
        <w:jc w:val="both"/>
      </w:pPr>
      <w:bookmarkStart w:id="38" w:name="_Toc353374075"/>
      <w:bookmarkStart w:id="39" w:name="_Toc356894524"/>
      <w:r>
        <w:t>New HDF5 Source Files for Dynamically Loaded Filters</w:t>
      </w:r>
      <w:bookmarkEnd w:id="38"/>
      <w:bookmarkEnd w:id="39"/>
    </w:p>
    <w:p w:rsidR="000D2422" w:rsidRPr="009669A2" w:rsidRDefault="000D2422" w:rsidP="000D2422">
      <w:r>
        <w:t xml:space="preserve">Three new source files were added to the HDF5 source code distribution under the </w:t>
      </w:r>
      <w:r w:rsidRPr="000D2422">
        <w:rPr>
          <w:rFonts w:ascii="Courier New" w:hAnsi="Courier New"/>
          <w:sz w:val="18"/>
          <w:szCs w:val="23"/>
        </w:rPr>
        <w:t>src</w:t>
      </w:r>
      <w:r>
        <w:t xml:space="preserve"> directory: </w:t>
      </w:r>
      <w:r w:rsidRPr="000D2422">
        <w:rPr>
          <w:rFonts w:ascii="Courier New" w:hAnsi="Courier New"/>
          <w:sz w:val="18"/>
          <w:szCs w:val="23"/>
        </w:rPr>
        <w:t>H5PLextern.h</w:t>
      </w:r>
      <w:r>
        <w:t xml:space="preserve">, </w:t>
      </w:r>
      <w:r w:rsidRPr="000D2422">
        <w:rPr>
          <w:rFonts w:ascii="Courier New" w:hAnsi="Courier New"/>
          <w:sz w:val="18"/>
          <w:szCs w:val="23"/>
        </w:rPr>
        <w:t>H5PLprivate.h,</w:t>
      </w:r>
      <w:r>
        <w:t xml:space="preserve"> and </w:t>
      </w:r>
      <w:r w:rsidRPr="000D2422">
        <w:rPr>
          <w:rFonts w:ascii="Courier New" w:hAnsi="Courier New"/>
          <w:sz w:val="18"/>
          <w:szCs w:val="23"/>
        </w:rPr>
        <w:t xml:space="preserve">H5PL.c. </w:t>
      </w:r>
      <w:r w:rsidRPr="00FB0B0B">
        <w:rPr>
          <w:szCs w:val="24"/>
        </w:rPr>
        <w:t xml:space="preserve">The </w:t>
      </w:r>
      <w:r w:rsidRPr="000D2422">
        <w:rPr>
          <w:rFonts w:ascii="Courier New" w:hAnsi="Courier New"/>
          <w:sz w:val="18"/>
          <w:szCs w:val="23"/>
        </w:rPr>
        <w:t>H5PL.c</w:t>
      </w:r>
      <w:r>
        <w:rPr>
          <w:szCs w:val="24"/>
        </w:rPr>
        <w:t xml:space="preserve"> </w:t>
      </w:r>
      <w:r w:rsidRPr="00FB0B0B">
        <w:rPr>
          <w:szCs w:val="24"/>
        </w:rPr>
        <w:t>file</w:t>
      </w:r>
      <w:r>
        <w:rPr>
          <w:szCs w:val="24"/>
        </w:rPr>
        <w:t xml:space="preserve"> contains functions for managing plugins.</w:t>
      </w:r>
    </w:p>
    <w:p w:rsidR="000D2422" w:rsidRDefault="000D2422" w:rsidP="000D2422"/>
    <w:p w:rsidR="000D2422" w:rsidRDefault="000D2422" w:rsidP="000D2422"/>
    <w:p w:rsidR="000D2422" w:rsidRPr="006805A6" w:rsidRDefault="000D2422" w:rsidP="000D2422"/>
    <w:p w:rsidR="000D2422" w:rsidRDefault="000D2422" w:rsidP="000D2422">
      <w:pPr>
        <w:pStyle w:val="Heading2"/>
        <w:spacing w:after="120" w:line="240" w:lineRule="auto"/>
        <w:ind w:left="576" w:hanging="576"/>
        <w:jc w:val="both"/>
      </w:pPr>
      <w:bookmarkStart w:id="40" w:name="_Toc353374076"/>
      <w:bookmarkStart w:id="41" w:name="_Toc356894525"/>
      <w:r>
        <w:lastRenderedPageBreak/>
        <w:t>Testing Dynamically Loaded Filters</w:t>
      </w:r>
      <w:bookmarkEnd w:id="40"/>
      <w:bookmarkEnd w:id="41"/>
    </w:p>
    <w:p w:rsidR="000D2422" w:rsidRDefault="000D2422" w:rsidP="000D2422">
      <w:pPr>
        <w:rPr>
          <w:szCs w:val="24"/>
        </w:rPr>
      </w:pPr>
      <w:r w:rsidRPr="00357296">
        <w:rPr>
          <w:szCs w:val="24"/>
        </w:rPr>
        <w:t xml:space="preserve">The </w:t>
      </w:r>
      <w:r w:rsidRPr="000D2422">
        <w:rPr>
          <w:rFonts w:ascii="Courier New" w:hAnsi="Courier New"/>
          <w:sz w:val="18"/>
          <w:szCs w:val="23"/>
        </w:rPr>
        <w:t>plugin.c</w:t>
      </w:r>
      <w:r>
        <w:rPr>
          <w:szCs w:val="24"/>
        </w:rPr>
        <w:t xml:space="preserve"> file in the </w:t>
      </w:r>
      <w:r w:rsidRPr="000D2422">
        <w:rPr>
          <w:rFonts w:ascii="Courier New" w:hAnsi="Courier New"/>
          <w:sz w:val="18"/>
          <w:szCs w:val="23"/>
        </w:rPr>
        <w:t>test</w:t>
      </w:r>
      <w:r>
        <w:rPr>
          <w:szCs w:val="24"/>
        </w:rPr>
        <w:t xml:space="preserve"> directory contains a test for the feature. The test is controlled by the </w:t>
      </w:r>
      <w:r w:rsidRPr="000D2422">
        <w:rPr>
          <w:rFonts w:ascii="Courier New" w:hAnsi="Courier New"/>
          <w:sz w:val="18"/>
          <w:szCs w:val="23"/>
        </w:rPr>
        <w:t>test_plugin.sh.in</w:t>
      </w:r>
      <w:r>
        <w:rPr>
          <w:szCs w:val="24"/>
        </w:rPr>
        <w:t xml:space="preserve"> script in the same directory.</w:t>
      </w:r>
    </w:p>
    <w:p w:rsidR="000D2422" w:rsidRDefault="000D2422" w:rsidP="000D2422">
      <w:pPr>
        <w:rPr>
          <w:szCs w:val="24"/>
        </w:rPr>
      </w:pPr>
    </w:p>
    <w:p w:rsidR="000D2422" w:rsidRDefault="000D2422" w:rsidP="000D2422">
      <w:pPr>
        <w:rPr>
          <w:szCs w:val="24"/>
        </w:rPr>
      </w:pPr>
      <w:r>
        <w:rPr>
          <w:szCs w:val="24"/>
        </w:rPr>
        <w:t xml:space="preserve">The HDF Group will use bzip2 (and other plugins if they become available) to test the feature with the HDF5 libraries under development. For more on the bzip2 plugin, see the “Building an HDF5 bzip2 Plugin Example” section on page </w:t>
      </w:r>
      <w:r w:rsidR="00801C42">
        <w:rPr>
          <w:szCs w:val="24"/>
        </w:rPr>
        <w:fldChar w:fldCharType="begin"/>
      </w:r>
      <w:r>
        <w:rPr>
          <w:szCs w:val="24"/>
        </w:rPr>
        <w:instrText xml:space="preserve"> PAGEREF BuildingAnHdf5Bzip2PluginExample \h </w:instrText>
      </w:r>
      <w:r w:rsidR="00801C42">
        <w:rPr>
          <w:szCs w:val="24"/>
        </w:rPr>
      </w:r>
      <w:r w:rsidR="00801C42">
        <w:rPr>
          <w:szCs w:val="24"/>
        </w:rPr>
        <w:fldChar w:fldCharType="separate"/>
      </w:r>
      <w:r w:rsidR="004A71D7">
        <w:rPr>
          <w:noProof/>
          <w:szCs w:val="24"/>
        </w:rPr>
        <w:t>17</w:t>
      </w:r>
      <w:r w:rsidR="00801C42">
        <w:rPr>
          <w:szCs w:val="24"/>
        </w:rPr>
        <w:fldChar w:fldCharType="end"/>
      </w:r>
      <w:r>
        <w:rPr>
          <w:szCs w:val="24"/>
        </w:rPr>
        <w:t>.</w:t>
      </w:r>
    </w:p>
    <w:p w:rsidR="000D2422" w:rsidRPr="00357296" w:rsidRDefault="000D2422" w:rsidP="000D2422">
      <w:pPr>
        <w:rPr>
          <w:szCs w:val="24"/>
        </w:rPr>
      </w:pPr>
    </w:p>
    <w:p w:rsidR="000D2422" w:rsidRDefault="000D2422" w:rsidP="00CF3D69"/>
    <w:p w:rsidR="000D2422" w:rsidRDefault="000D2422" w:rsidP="00CF3D69"/>
    <w:p w:rsidR="000D2422" w:rsidRDefault="000D2422" w:rsidP="000D2422">
      <w:pPr>
        <w:pStyle w:val="Heading1"/>
        <w:spacing w:before="360" w:after="120"/>
        <w:ind w:left="432" w:hanging="432"/>
        <w:jc w:val="both"/>
      </w:pPr>
      <w:bookmarkStart w:id="42" w:name="_Toc353374077"/>
      <w:bookmarkStart w:id="43" w:name="_Toc356894526"/>
      <w:r>
        <w:lastRenderedPageBreak/>
        <w:t>Proposed Changes to the HDF5 Command-line Tools</w:t>
      </w:r>
      <w:bookmarkEnd w:id="42"/>
      <w:bookmarkEnd w:id="43"/>
    </w:p>
    <w:p w:rsidR="000D2422" w:rsidRPr="009669A2" w:rsidRDefault="000D2422" w:rsidP="000D2422"/>
    <w:p w:rsidR="000D2422" w:rsidRDefault="000D2422" w:rsidP="000D2422">
      <w:pPr>
        <w:pStyle w:val="Heading2"/>
        <w:spacing w:after="120" w:line="240" w:lineRule="auto"/>
        <w:ind w:left="576" w:hanging="576"/>
        <w:jc w:val="both"/>
      </w:pPr>
      <w:bookmarkStart w:id="44" w:name="_Ref227146294"/>
      <w:bookmarkStart w:id="45" w:name="_Toc353374078"/>
      <w:bookmarkStart w:id="46" w:name="_Toc356894527"/>
      <w:r>
        <w:t>h5dump, h5ls, and h5copy</w:t>
      </w:r>
      <w:bookmarkEnd w:id="44"/>
      <w:bookmarkEnd w:id="45"/>
      <w:bookmarkEnd w:id="46"/>
    </w:p>
    <w:p w:rsidR="000D2422" w:rsidRPr="000D2422" w:rsidRDefault="000D2422" w:rsidP="000D2422">
      <w:pPr>
        <w:rPr>
          <w:rFonts w:ascii="Calibri" w:hAnsi="Calibri"/>
        </w:rPr>
      </w:pPr>
      <w:r w:rsidRPr="00074FC3">
        <w:t>Since reading the data is transparent to application</w:t>
      </w:r>
      <w:r>
        <w:t>s including the HDF5 command-line tools</w:t>
      </w:r>
      <w:r w:rsidRPr="00074FC3">
        <w:t xml:space="preserve">, these command line tools do not require any changes. A small improvement was </w:t>
      </w:r>
      <w:r>
        <w:t xml:space="preserve">made </w:t>
      </w:r>
      <w:r w:rsidRPr="00074FC3">
        <w:t>to h5dump output to replace</w:t>
      </w:r>
      <w:r>
        <w:t xml:space="preserve"> </w:t>
      </w:r>
      <w:r w:rsidRPr="000D2422">
        <w:rPr>
          <w:rFonts w:ascii="Courier New" w:hAnsi="Courier New"/>
          <w:sz w:val="18"/>
          <w:szCs w:val="23"/>
        </w:rPr>
        <w:t>“UNKNOWN_FILTER”</w:t>
      </w:r>
      <w:r>
        <w:t xml:space="preserve"> </w:t>
      </w:r>
      <w:r w:rsidRPr="00074FC3">
        <w:t>with</w:t>
      </w:r>
      <w:r>
        <w:t xml:space="preserve"> </w:t>
      </w:r>
      <w:r w:rsidRPr="00074FC3">
        <w:rPr>
          <w:sz w:val="23"/>
          <w:szCs w:val="23"/>
        </w:rPr>
        <w:t>“</w:t>
      </w:r>
      <w:r w:rsidRPr="000D2422">
        <w:rPr>
          <w:rFonts w:ascii="Courier New" w:hAnsi="Courier New" w:cs="Courier New"/>
          <w:sz w:val="18"/>
          <w:szCs w:val="18"/>
        </w:rPr>
        <w:t>USER_DEFINED_FILTER</w:t>
      </w:r>
      <w:r w:rsidRPr="00074FC3">
        <w:rPr>
          <w:sz w:val="23"/>
          <w:szCs w:val="23"/>
        </w:rPr>
        <w:t>”</w:t>
      </w:r>
      <w:r w:rsidRPr="000D2422">
        <w:rPr>
          <w:rFonts w:ascii="Calibri" w:hAnsi="Calibri"/>
        </w:rPr>
        <w:t>.</w:t>
      </w:r>
    </w:p>
    <w:p w:rsidR="000D2422" w:rsidRPr="00913E2A" w:rsidRDefault="000D2422" w:rsidP="000D2422"/>
    <w:p w:rsidR="000D2422" w:rsidRDefault="000D2422" w:rsidP="000D2422">
      <w:pPr>
        <w:pStyle w:val="Heading2"/>
        <w:spacing w:after="120" w:line="240" w:lineRule="auto"/>
        <w:ind w:left="576" w:hanging="576"/>
        <w:jc w:val="both"/>
      </w:pPr>
      <w:bookmarkStart w:id="47" w:name="_Toc353374079"/>
      <w:bookmarkStart w:id="48" w:name="_Toc356894528"/>
      <w:r>
        <w:t>h5repack</w:t>
      </w:r>
      <w:bookmarkEnd w:id="47"/>
      <w:bookmarkEnd w:id="48"/>
    </w:p>
    <w:p w:rsidR="000D2422" w:rsidRDefault="000D2422" w:rsidP="000D2422">
      <w:r>
        <w:t xml:space="preserve">As in the case of the tools mentioned in the section above, h5repack does not require any changes for reading a dataset with an applied third-party filter. </w:t>
      </w:r>
    </w:p>
    <w:p w:rsidR="000D2422" w:rsidRDefault="000D2422" w:rsidP="000D2422"/>
    <w:p w:rsidR="000D2422" w:rsidRDefault="000D2422" w:rsidP="000D2422">
      <w:r>
        <w:t>To support an application’s use of a third-party filter while repacking datasets, new syntax is needed to provide filter information to the tool. The required information is the filter identification number, the number of the filter parameters, and the values of the filter parameters. The proposed syntax to specify a user defined filter and its parameters is</w:t>
      </w:r>
    </w:p>
    <w:p w:rsidR="000D2422" w:rsidRDefault="000D2422" w:rsidP="000D2422"/>
    <w:p w:rsidR="000D2422" w:rsidRPr="000D2422" w:rsidRDefault="000D2422" w:rsidP="000D2422">
      <w:pPr>
        <w:pStyle w:val="PlainText"/>
        <w:ind w:left="720"/>
      </w:pPr>
      <w:r w:rsidRPr="000D2422">
        <w:t>h5repack –</w:t>
      </w:r>
      <w:proofErr w:type="gramStart"/>
      <w:r w:rsidRPr="000D2422">
        <w:t>f  UD</w:t>
      </w:r>
      <w:proofErr w:type="gramEnd"/>
      <w:r w:rsidRPr="000D2422">
        <w:t>={</w:t>
      </w:r>
      <w:proofErr w:type="spellStart"/>
      <w:r w:rsidRPr="000D2422">
        <w:t>ID:k</w:t>
      </w:r>
      <w:proofErr w:type="spellEnd"/>
      <w:r w:rsidRPr="000D2422">
        <w:t>; N:m; CD_VAL:[n</w:t>
      </w:r>
      <w:r w:rsidRPr="000D2422">
        <w:rPr>
          <w:vertAlign w:val="subscript"/>
        </w:rPr>
        <w:t>1,…,</w:t>
      </w:r>
      <w:r w:rsidRPr="000D2422">
        <w:t>n</w:t>
      </w:r>
      <w:r w:rsidRPr="000D2422">
        <w:rPr>
          <w:vertAlign w:val="subscript"/>
        </w:rPr>
        <w:t>m</w:t>
      </w:r>
      <w:r w:rsidRPr="000D2422">
        <w:t>]}…..</w:t>
      </w:r>
    </w:p>
    <w:p w:rsidR="000D2422" w:rsidRPr="000D2422" w:rsidRDefault="000D2422" w:rsidP="000D2422"/>
    <w:p w:rsidR="000D2422" w:rsidRDefault="000D2422" w:rsidP="000D2422">
      <w:proofErr w:type="gramStart"/>
      <w:r w:rsidRPr="000D2422">
        <w:t>where</w:t>
      </w:r>
      <w:proofErr w:type="gramEnd"/>
      <w:r w:rsidRPr="000D2422">
        <w:t xml:space="preserve"> </w:t>
      </w:r>
      <w:r w:rsidRPr="000D2422">
        <w:rPr>
          <w:rFonts w:ascii="Courier New" w:hAnsi="Courier New" w:cs="Courier New"/>
          <w:sz w:val="18"/>
          <w:szCs w:val="18"/>
        </w:rPr>
        <w:t>k</w:t>
      </w:r>
      <w:r>
        <w:t xml:space="preserve"> is a filter identifier, </w:t>
      </w:r>
      <w:r w:rsidRPr="000D2422">
        <w:rPr>
          <w:rFonts w:ascii="Courier New" w:hAnsi="Courier New"/>
          <w:sz w:val="18"/>
          <w:szCs w:val="23"/>
        </w:rPr>
        <w:t>m</w:t>
      </w:r>
      <w:r>
        <w:t xml:space="preserve"> is a number of values in the </w:t>
      </w:r>
      <w:r w:rsidRPr="000D2422">
        <w:rPr>
          <w:rFonts w:ascii="Courier New" w:hAnsi="Courier New"/>
          <w:sz w:val="18"/>
          <w:szCs w:val="23"/>
        </w:rPr>
        <w:t>CD_VAL</w:t>
      </w:r>
      <w:r>
        <w:t xml:space="preserve"> array, and </w:t>
      </w:r>
      <w:r w:rsidRPr="000D2422">
        <w:rPr>
          <w:rFonts w:ascii="Courier New" w:hAnsi="Courier New"/>
          <w:sz w:val="18"/>
          <w:szCs w:val="23"/>
        </w:rPr>
        <w:t>n</w:t>
      </w:r>
      <w:r w:rsidRPr="000D2422">
        <w:rPr>
          <w:rFonts w:ascii="Courier New" w:hAnsi="Courier New"/>
          <w:sz w:val="18"/>
          <w:szCs w:val="23"/>
          <w:vertAlign w:val="subscript"/>
        </w:rPr>
        <w:t>1,…,</w:t>
      </w:r>
      <w:r w:rsidRPr="000D2422">
        <w:rPr>
          <w:rFonts w:ascii="Courier New" w:hAnsi="Courier New"/>
          <w:sz w:val="18"/>
          <w:szCs w:val="23"/>
        </w:rPr>
        <w:t>n</w:t>
      </w:r>
      <w:r w:rsidRPr="000D2422">
        <w:rPr>
          <w:rFonts w:ascii="Courier New" w:hAnsi="Courier New"/>
          <w:sz w:val="18"/>
          <w:szCs w:val="23"/>
          <w:vertAlign w:val="subscript"/>
        </w:rPr>
        <w:t xml:space="preserve">m </w:t>
      </w:r>
      <w:r w:rsidRPr="00BC0E20">
        <w:rPr>
          <w:szCs w:val="24"/>
        </w:rPr>
        <w:t>are</w:t>
      </w:r>
      <w:r>
        <w:t xml:space="preserve"> compression parameters. For example, to use bzip2 compression with h5repack, one would use</w:t>
      </w:r>
    </w:p>
    <w:p w:rsidR="000D2422" w:rsidRDefault="000D2422" w:rsidP="000D2422"/>
    <w:p w:rsidR="000D2422" w:rsidRPr="00BC0E20" w:rsidRDefault="000D2422" w:rsidP="000D2422">
      <w:pPr>
        <w:pStyle w:val="PlainText"/>
        <w:ind w:left="720"/>
      </w:pPr>
      <w:r w:rsidRPr="00BC0E20">
        <w:t>h5repack –</w:t>
      </w:r>
      <w:proofErr w:type="gramStart"/>
      <w:r w:rsidRPr="00BC0E20">
        <w:t>f  UD</w:t>
      </w:r>
      <w:proofErr w:type="gramEnd"/>
      <w:r w:rsidRPr="00BC0E20">
        <w:t>={ID:</w:t>
      </w:r>
      <w:r>
        <w:t>307</w:t>
      </w:r>
      <w:r w:rsidRPr="00BC0E20">
        <w:t>; N:</w:t>
      </w:r>
      <w:r>
        <w:t>1</w:t>
      </w:r>
      <w:r w:rsidRPr="00BC0E20">
        <w:t>; CD_VAL:[</w:t>
      </w:r>
      <w:r>
        <w:t>9</w:t>
      </w:r>
      <w:r w:rsidRPr="00BC0E20">
        <w:t>]}</w:t>
      </w:r>
      <w:r>
        <w:t xml:space="preserve"> file1.h5 file2.h5</w:t>
      </w:r>
    </w:p>
    <w:p w:rsidR="000D2422" w:rsidRDefault="000D2422" w:rsidP="000D2422"/>
    <w:p w:rsidR="000D2422" w:rsidRDefault="000D2422" w:rsidP="000D2422">
      <w:r>
        <w:t>The enhancements to h5repack will be implemented in the HDF5 release 1.8.12.</w:t>
      </w:r>
    </w:p>
    <w:p w:rsidR="000D2422" w:rsidRDefault="000D2422" w:rsidP="000D2422"/>
    <w:p w:rsidR="000D2422" w:rsidRDefault="000D2422" w:rsidP="00CF3D69"/>
    <w:p w:rsidR="005A7094" w:rsidRDefault="005A7094" w:rsidP="00CF3D69"/>
    <w:p w:rsidR="005A7094" w:rsidRDefault="005A7094" w:rsidP="005A7094">
      <w:pPr>
        <w:pStyle w:val="Heading1"/>
        <w:spacing w:before="360" w:after="120"/>
        <w:ind w:left="432" w:hanging="432"/>
        <w:jc w:val="both"/>
      </w:pPr>
      <w:bookmarkStart w:id="49" w:name="_Ref227145953"/>
      <w:bookmarkStart w:id="50" w:name="_Toc353374080"/>
      <w:bookmarkStart w:id="51" w:name="_Toc356894529"/>
      <w:r>
        <w:lastRenderedPageBreak/>
        <w:t>Building an HDF5 bzip</w:t>
      </w:r>
      <w:bookmarkStart w:id="52" w:name="BuildingAnHdf5Bzip2PluginExample"/>
      <w:bookmarkEnd w:id="52"/>
      <w:r>
        <w:t>2 Plugin Example</w:t>
      </w:r>
      <w:bookmarkEnd w:id="49"/>
      <w:bookmarkEnd w:id="50"/>
      <w:bookmarkEnd w:id="51"/>
    </w:p>
    <w:p w:rsidR="005A7094" w:rsidRDefault="005A7094" w:rsidP="005A7094">
      <w:r>
        <w:t xml:space="preserve">The HDF Group provides an example of the HDF5 filter plugin that can be checked out from </w:t>
      </w:r>
      <w:hyperlink r:id="rId25" w:history="1">
        <w:r w:rsidRPr="004A6BFD">
          <w:rPr>
            <w:rStyle w:val="Hyperlink"/>
          </w:rPr>
          <w:t>https://svn.hdfgroup.uiuc.edu/hdf5_plugins/trunk/BZIP2</w:t>
        </w:r>
      </w:hyperlink>
      <w:r>
        <w:t xml:space="preserve">. It contains the source code for the </w:t>
      </w:r>
      <w:r w:rsidRPr="005A7094">
        <w:rPr>
          <w:rFonts w:ascii="Courier New" w:hAnsi="Courier New"/>
          <w:sz w:val="18"/>
          <w:szCs w:val="23"/>
        </w:rPr>
        <w:t>bzip2</w:t>
      </w:r>
      <w:r>
        <w:t xml:space="preserve"> plugin library and an example that uses the plugin.  It requires the HDF5 Library with the dynamically loaded feature and the </w:t>
      </w:r>
      <w:r w:rsidRPr="005A7094">
        <w:rPr>
          <w:rFonts w:ascii="Courier New" w:hAnsi="Courier New"/>
          <w:sz w:val="18"/>
          <w:szCs w:val="23"/>
        </w:rPr>
        <w:t>bzip2</w:t>
      </w:r>
      <w:r>
        <w:t xml:space="preserve"> library being available on the system.</w:t>
      </w:r>
    </w:p>
    <w:p w:rsidR="005A7094" w:rsidRDefault="005A7094" w:rsidP="005A7094"/>
    <w:p w:rsidR="005A7094" w:rsidRPr="005A7094" w:rsidRDefault="005A7094" w:rsidP="005A7094">
      <w:r>
        <w:t xml:space="preserve">The plugin and the example can be built using </w:t>
      </w:r>
      <w:r w:rsidRPr="005A7094">
        <w:rPr>
          <w:rFonts w:ascii="Courier New" w:hAnsi="Courier New"/>
          <w:sz w:val="18"/>
          <w:szCs w:val="23"/>
        </w:rPr>
        <w:t>configure</w:t>
      </w:r>
      <w:r>
        <w:t xml:space="preserve"> or </w:t>
      </w:r>
      <w:proofErr w:type="spellStart"/>
      <w:r w:rsidRPr="005A7094">
        <w:rPr>
          <w:rFonts w:ascii="Courier New" w:hAnsi="Courier New"/>
          <w:sz w:val="18"/>
          <w:szCs w:val="23"/>
        </w:rPr>
        <w:t>CMake</w:t>
      </w:r>
      <w:proofErr w:type="spellEnd"/>
      <w:r>
        <w:t xml:space="preserve"> commands. For instructions on how to build with </w:t>
      </w:r>
      <w:proofErr w:type="spellStart"/>
      <w:r w:rsidRPr="005A7094">
        <w:rPr>
          <w:rFonts w:ascii="Courier New" w:hAnsi="Courier New"/>
          <w:sz w:val="18"/>
          <w:szCs w:val="23"/>
        </w:rPr>
        <w:t>CMake</w:t>
      </w:r>
      <w:proofErr w:type="spellEnd"/>
      <w:r w:rsidRPr="00002703">
        <w:t>,</w:t>
      </w:r>
      <w:r>
        <w:t xml:space="preserve"> see the </w:t>
      </w:r>
      <w:r w:rsidRPr="005A7094">
        <w:rPr>
          <w:rFonts w:ascii="Courier New" w:hAnsi="Courier New"/>
          <w:sz w:val="18"/>
          <w:szCs w:val="23"/>
        </w:rPr>
        <w:t>README.txt</w:t>
      </w:r>
      <w:r>
        <w:t xml:space="preserve"> file in the source code distribution. The </w:t>
      </w:r>
      <w:r w:rsidRPr="005A7094">
        <w:rPr>
          <w:rFonts w:ascii="Courier New" w:hAnsi="Courier New"/>
          <w:sz w:val="18"/>
          <w:szCs w:val="23"/>
        </w:rPr>
        <w:t>bzip2</w:t>
      </w:r>
      <w:r>
        <w:t xml:space="preserve"> library that can be built with </w:t>
      </w:r>
      <w:proofErr w:type="spellStart"/>
      <w:r w:rsidRPr="005A7094">
        <w:rPr>
          <w:rFonts w:ascii="Courier New" w:hAnsi="Courier New"/>
          <w:sz w:val="18"/>
          <w:szCs w:val="23"/>
        </w:rPr>
        <w:t>CMake</w:t>
      </w:r>
      <w:proofErr w:type="spellEnd"/>
      <w:r w:rsidRPr="005A7094">
        <w:rPr>
          <w:rFonts w:ascii="Courier New" w:hAnsi="Courier New"/>
          <w:sz w:val="18"/>
          <w:szCs w:val="23"/>
        </w:rPr>
        <w:t xml:space="preserve"> </w:t>
      </w:r>
      <w:r>
        <w:rPr>
          <w:szCs w:val="24"/>
        </w:rPr>
        <w:t xml:space="preserve">is available from </w:t>
      </w:r>
      <w:hyperlink r:id="rId26" w:history="1">
        <w:r w:rsidRPr="004A6BFD">
          <w:rPr>
            <w:rStyle w:val="Hyperlink"/>
            <w:szCs w:val="24"/>
          </w:rPr>
          <w:t>https://svn.hdfgroup.uiuc.edu/bzip2/</w:t>
        </w:r>
      </w:hyperlink>
      <w:r>
        <w:rPr>
          <w:szCs w:val="24"/>
        </w:rPr>
        <w:t xml:space="preserve">. </w:t>
      </w:r>
      <w:r w:rsidRPr="005A7094">
        <w:t xml:space="preserve"> </w:t>
      </w:r>
    </w:p>
    <w:p w:rsidR="005A7094" w:rsidRDefault="005A7094" w:rsidP="005A7094"/>
    <w:p w:rsidR="005A7094" w:rsidRDefault="005A7094" w:rsidP="005A7094">
      <w:r>
        <w:t xml:space="preserve">Please follow the instructions below to build with </w:t>
      </w:r>
      <w:r w:rsidRPr="005A7094">
        <w:rPr>
          <w:rFonts w:ascii="Courier New" w:hAnsi="Courier New"/>
          <w:sz w:val="18"/>
          <w:szCs w:val="23"/>
        </w:rPr>
        <w:t>configure.</w:t>
      </w:r>
      <w:r w:rsidRPr="005A7094">
        <w:t xml:space="preserve"> </w:t>
      </w:r>
    </w:p>
    <w:p w:rsidR="005A7094" w:rsidRPr="005A7094" w:rsidRDefault="005A7094" w:rsidP="005A7094"/>
    <w:p w:rsidR="005A7094" w:rsidRDefault="005A7094" w:rsidP="005A7094">
      <w:pPr>
        <w:pStyle w:val="ListParagraph"/>
        <w:numPr>
          <w:ilvl w:val="0"/>
          <w:numId w:val="29"/>
        </w:numPr>
      </w:pPr>
      <w:r>
        <w:t>Obtain, build, and install the HDF5 Library with the dynamically loaded filter feature.</w:t>
      </w:r>
    </w:p>
    <w:p w:rsidR="005A7094" w:rsidRDefault="005A7094" w:rsidP="005A7094">
      <w:pPr>
        <w:ind w:left="720"/>
      </w:pPr>
    </w:p>
    <w:p w:rsidR="005A7094" w:rsidRDefault="005A7094" w:rsidP="005A7094">
      <w:pPr>
        <w:ind w:left="720"/>
      </w:pPr>
      <w:r>
        <w:t xml:space="preserve">You may checkout the source from </w:t>
      </w:r>
      <w:hyperlink r:id="rId27" w:history="1">
        <w:r w:rsidRPr="00C905E2">
          <w:rPr>
            <w:rStyle w:val="Hyperlink"/>
          </w:rPr>
          <w:t>http://svn.hdfgroup.uiuc.edu/hdf5/branches/hdf5_1_8/</w:t>
        </w:r>
      </w:hyperlink>
      <w:r>
        <w:t xml:space="preserve"> or download </w:t>
      </w:r>
      <w:hyperlink r:id="rId28" w:history="1">
        <w:r w:rsidRPr="00C905E2">
          <w:rPr>
            <w:rStyle w:val="Hyperlink"/>
          </w:rPr>
          <w:t>http://www.hdfgroup.uiuc.edu/ftp/pub/outgoing/hdf5/snapshots/v18/hdf5-1.8.11-snap16.tar.gz</w:t>
        </w:r>
      </w:hyperlink>
      <w:r>
        <w:t>.</w:t>
      </w:r>
    </w:p>
    <w:p w:rsidR="005A7094" w:rsidRDefault="005A7094" w:rsidP="005A7094">
      <w:pPr>
        <w:ind w:left="720"/>
      </w:pPr>
    </w:p>
    <w:p w:rsidR="005A7094" w:rsidRDefault="005A7094" w:rsidP="005A7094">
      <w:pPr>
        <w:pStyle w:val="ListParagraph"/>
        <w:numPr>
          <w:ilvl w:val="0"/>
          <w:numId w:val="29"/>
        </w:numPr>
      </w:pPr>
      <w:r>
        <w:t xml:space="preserve">Make sure that </w:t>
      </w:r>
      <w:r w:rsidRPr="005A7094">
        <w:rPr>
          <w:rFonts w:ascii="Courier New" w:hAnsi="Courier New" w:cs="Courier New"/>
          <w:sz w:val="18"/>
          <w:szCs w:val="18"/>
        </w:rPr>
        <w:t>libbz2.so*</w:t>
      </w:r>
      <w:r>
        <w:t xml:space="preserve"> is installed on your system. On most UNIX-like systems it will be under </w:t>
      </w:r>
      <w:r w:rsidRPr="005A7094">
        <w:rPr>
          <w:rFonts w:ascii="Courier New" w:hAnsi="Courier New"/>
          <w:sz w:val="18"/>
          <w:szCs w:val="23"/>
        </w:rPr>
        <w:t>/usr/lib</w:t>
      </w:r>
      <w:r>
        <w:t xml:space="preserve">. </w:t>
      </w:r>
    </w:p>
    <w:p w:rsidR="005A7094" w:rsidRDefault="005A7094" w:rsidP="005A7094">
      <w:pPr>
        <w:ind w:left="720"/>
      </w:pPr>
    </w:p>
    <w:p w:rsidR="005A7094" w:rsidRDefault="005A7094" w:rsidP="005A7094">
      <w:pPr>
        <w:pStyle w:val="ListParagraph"/>
        <w:numPr>
          <w:ilvl w:val="0"/>
          <w:numId w:val="29"/>
        </w:numPr>
      </w:pPr>
      <w:r>
        <w:t>Obtain the source code for the plugin using SVN, or download via FTP the source tar ball:</w:t>
      </w:r>
    </w:p>
    <w:p w:rsidR="005A7094" w:rsidRDefault="005A7094" w:rsidP="005A7094">
      <w:pPr>
        <w:ind w:left="720"/>
      </w:pPr>
    </w:p>
    <w:p w:rsidR="005A7094" w:rsidRPr="005A7094" w:rsidRDefault="005A7094" w:rsidP="005A7094">
      <w:pPr>
        <w:pStyle w:val="PlainText"/>
        <w:ind w:left="720"/>
      </w:pPr>
      <w:proofErr w:type="spellStart"/>
      <w:proofErr w:type="gramStart"/>
      <w:r w:rsidRPr="005A7094">
        <w:rPr>
          <w:rFonts w:cs="Courier New"/>
          <w:szCs w:val="18"/>
        </w:rPr>
        <w:t>svn</w:t>
      </w:r>
      <w:proofErr w:type="spellEnd"/>
      <w:proofErr w:type="gramEnd"/>
      <w:r w:rsidRPr="005A7094">
        <w:rPr>
          <w:rFonts w:cs="Courier New"/>
          <w:szCs w:val="18"/>
        </w:rPr>
        <w:t xml:space="preserve"> export </w:t>
      </w:r>
      <w:hyperlink r:id="rId29" w:history="1">
        <w:r w:rsidRPr="0006702F">
          <w:rPr>
            <w:rStyle w:val="Hyperlink"/>
            <w:szCs w:val="24"/>
          </w:rPr>
          <w:t>https://svn.hdfgroup.uiuc.edu/hdf5_plugins/trunk/BZIP2</w:t>
        </w:r>
      </w:hyperlink>
      <w:r w:rsidRPr="005A7094">
        <w:t xml:space="preserve"> &lt;</w:t>
      </w:r>
      <w:proofErr w:type="spellStart"/>
      <w:r w:rsidRPr="005A7094">
        <w:t>plugin</w:t>
      </w:r>
      <w:proofErr w:type="spellEnd"/>
      <w:r w:rsidRPr="005A7094">
        <w:t>-dir&gt;</w:t>
      </w:r>
    </w:p>
    <w:p w:rsidR="005A7094" w:rsidRPr="004F6FA7" w:rsidRDefault="00801C42" w:rsidP="005A7094">
      <w:pPr>
        <w:pStyle w:val="PlainText"/>
        <w:ind w:left="720"/>
        <w:rPr>
          <w:szCs w:val="24"/>
        </w:rPr>
      </w:pPr>
      <w:hyperlink r:id="rId30" w:history="1">
        <w:r w:rsidR="005A7094" w:rsidRPr="004F6FA7">
          <w:rPr>
            <w:rStyle w:val="Hyperlink"/>
            <w:szCs w:val="24"/>
          </w:rPr>
          <w:t>ftp://ftp.hdfgroup.uiuc.edu/pub/outgoing/HDF5-plugins/BZIP2-plugin.tar.gz</w:t>
        </w:r>
      </w:hyperlink>
      <w:r w:rsidR="005A7094" w:rsidRPr="004F6FA7">
        <w:rPr>
          <w:szCs w:val="24"/>
        </w:rPr>
        <w:t xml:space="preserve"> </w:t>
      </w:r>
    </w:p>
    <w:p w:rsidR="005A7094" w:rsidRDefault="005A7094" w:rsidP="005A7094">
      <w:pPr>
        <w:ind w:left="720"/>
      </w:pPr>
    </w:p>
    <w:p w:rsidR="005A7094" w:rsidRDefault="005A7094" w:rsidP="005A7094">
      <w:pPr>
        <w:pStyle w:val="ListParagraph"/>
        <w:numPr>
          <w:ilvl w:val="0"/>
          <w:numId w:val="29"/>
        </w:numPr>
        <w:rPr>
          <w:szCs w:val="24"/>
        </w:rPr>
      </w:pPr>
      <w:r>
        <w:t>You can build in place, or you can use the “</w:t>
      </w:r>
      <w:proofErr w:type="spellStart"/>
      <w:r w:rsidRPr="005A7094">
        <w:rPr>
          <w:rFonts w:ascii="Courier New" w:hAnsi="Courier New"/>
          <w:sz w:val="18"/>
          <w:szCs w:val="23"/>
        </w:rPr>
        <w:t>srdir</w:t>
      </w:r>
      <w:proofErr w:type="spellEnd"/>
      <w:r>
        <w:t xml:space="preserve">” configure option. If you build in place as shown below, </w:t>
      </w:r>
      <w:r w:rsidRPr="005A7094">
        <w:rPr>
          <w:szCs w:val="24"/>
        </w:rPr>
        <w:t xml:space="preserve">you will find the </w:t>
      </w:r>
      <w:proofErr w:type="spellStart"/>
      <w:r w:rsidRPr="005A7094">
        <w:rPr>
          <w:szCs w:val="24"/>
        </w:rPr>
        <w:t>plugin</w:t>
      </w:r>
      <w:proofErr w:type="spellEnd"/>
      <w:r w:rsidRPr="005A7094">
        <w:rPr>
          <w:szCs w:val="24"/>
        </w:rPr>
        <w:t xml:space="preserve"> under the </w:t>
      </w:r>
      <w:r w:rsidRPr="005A7094">
        <w:rPr>
          <w:rFonts w:ascii="Courier New" w:hAnsi="Courier New"/>
          <w:sz w:val="18"/>
          <w:szCs w:val="23"/>
        </w:rPr>
        <w:t>&lt;</w:t>
      </w:r>
      <w:proofErr w:type="spellStart"/>
      <w:r w:rsidRPr="005A7094">
        <w:rPr>
          <w:rFonts w:ascii="Courier New" w:hAnsi="Courier New"/>
          <w:sz w:val="18"/>
          <w:szCs w:val="23"/>
        </w:rPr>
        <w:t>plugin</w:t>
      </w:r>
      <w:proofErr w:type="spellEnd"/>
      <w:r w:rsidRPr="005A7094">
        <w:rPr>
          <w:rFonts w:ascii="Courier New" w:hAnsi="Courier New"/>
          <w:sz w:val="18"/>
          <w:szCs w:val="23"/>
        </w:rPr>
        <w:t>-dir&gt;/</w:t>
      </w:r>
      <w:proofErr w:type="spellStart"/>
      <w:r w:rsidRPr="005A7094">
        <w:rPr>
          <w:rFonts w:ascii="Courier New" w:hAnsi="Courier New"/>
          <w:sz w:val="18"/>
          <w:szCs w:val="23"/>
        </w:rPr>
        <w:t>plugins</w:t>
      </w:r>
      <w:proofErr w:type="spellEnd"/>
      <w:r w:rsidRPr="005A7094">
        <w:rPr>
          <w:rFonts w:ascii="Consolas" w:hAnsi="Consolas"/>
          <w:sz w:val="20"/>
          <w:szCs w:val="20"/>
        </w:rPr>
        <w:t xml:space="preserve"> </w:t>
      </w:r>
      <w:r w:rsidRPr="005A7094">
        <w:rPr>
          <w:szCs w:val="24"/>
        </w:rPr>
        <w:t>directory.</w:t>
      </w:r>
    </w:p>
    <w:p w:rsidR="005A7094" w:rsidRPr="005A7094" w:rsidRDefault="005A7094" w:rsidP="005A7094">
      <w:pPr>
        <w:ind w:left="720"/>
      </w:pPr>
    </w:p>
    <w:p w:rsidR="005A7094" w:rsidRPr="00DF156E" w:rsidRDefault="005A7094" w:rsidP="005A7094">
      <w:pPr>
        <w:pStyle w:val="PlainText"/>
        <w:ind w:left="720"/>
      </w:pPr>
      <w:proofErr w:type="spellStart"/>
      <w:proofErr w:type="gramStart"/>
      <w:r w:rsidRPr="00DF156E">
        <w:t>cd</w:t>
      </w:r>
      <w:proofErr w:type="spellEnd"/>
      <w:r w:rsidRPr="00DF156E">
        <w:t xml:space="preserve">  &lt;</w:t>
      </w:r>
      <w:proofErr w:type="spellStart"/>
      <w:proofErr w:type="gramEnd"/>
      <w:r w:rsidRPr="00DF156E">
        <w:t>plugin</w:t>
      </w:r>
      <w:proofErr w:type="spellEnd"/>
      <w:r w:rsidRPr="00DF156E">
        <w:t>-dir&gt;</w:t>
      </w:r>
    </w:p>
    <w:p w:rsidR="005A7094" w:rsidRPr="00DF156E" w:rsidRDefault="005A7094" w:rsidP="005A7094">
      <w:pPr>
        <w:pStyle w:val="PlainText"/>
        <w:ind w:left="720"/>
      </w:pPr>
      <w:proofErr w:type="gramStart"/>
      <w:r w:rsidRPr="00DF156E">
        <w:t>./</w:t>
      </w:r>
      <w:proofErr w:type="gramEnd"/>
      <w:r w:rsidRPr="00DF156E">
        <w:t>configure –with-hdf5=&lt;INSTALL-HDF5-DIR&gt; --with-bz2lib=/usr</w:t>
      </w:r>
    </w:p>
    <w:p w:rsidR="005A7094" w:rsidRPr="00DF156E" w:rsidRDefault="005A7094" w:rsidP="005A7094">
      <w:pPr>
        <w:pStyle w:val="PlainText"/>
        <w:ind w:left="720"/>
      </w:pPr>
      <w:proofErr w:type="gramStart"/>
      <w:r w:rsidRPr="00DF156E">
        <w:t>make</w:t>
      </w:r>
      <w:proofErr w:type="gramEnd"/>
    </w:p>
    <w:p w:rsidR="005A7094" w:rsidRPr="00DF156E" w:rsidRDefault="005A7094" w:rsidP="005A7094">
      <w:pPr>
        <w:pStyle w:val="PlainText"/>
        <w:ind w:left="720"/>
      </w:pPr>
      <w:proofErr w:type="gramStart"/>
      <w:r w:rsidRPr="00DF156E">
        <w:t>make</w:t>
      </w:r>
      <w:proofErr w:type="gramEnd"/>
      <w:r w:rsidRPr="00DF156E">
        <w:t xml:space="preserve"> check</w:t>
      </w:r>
    </w:p>
    <w:p w:rsidR="005A7094" w:rsidRDefault="005A7094" w:rsidP="005A7094">
      <w:pPr>
        <w:pStyle w:val="PlainText"/>
        <w:ind w:left="720"/>
      </w:pPr>
      <w:proofErr w:type="gramStart"/>
      <w:r>
        <w:t>make</w:t>
      </w:r>
      <w:proofErr w:type="gramEnd"/>
      <w:r>
        <w:t xml:space="preserve"> install</w:t>
      </w:r>
    </w:p>
    <w:p w:rsidR="005A7094" w:rsidRPr="00DF156E" w:rsidRDefault="005A7094" w:rsidP="005A7094">
      <w:pPr>
        <w:ind w:left="720"/>
      </w:pPr>
    </w:p>
    <w:p w:rsidR="005A7094" w:rsidRDefault="005A7094" w:rsidP="005A7094">
      <w:pPr>
        <w:pStyle w:val="ListParagraph"/>
        <w:numPr>
          <w:ilvl w:val="0"/>
          <w:numId w:val="29"/>
        </w:numPr>
        <w:rPr>
          <w:szCs w:val="24"/>
        </w:rPr>
      </w:pPr>
      <w:r w:rsidRPr="005A7094">
        <w:rPr>
          <w:szCs w:val="24"/>
        </w:rPr>
        <w:t xml:space="preserve">Setup the environment variable </w:t>
      </w:r>
      <w:r w:rsidRPr="005A7094">
        <w:rPr>
          <w:rFonts w:ascii="Courier New" w:hAnsi="Courier New"/>
          <w:sz w:val="18"/>
          <w:szCs w:val="23"/>
        </w:rPr>
        <w:t>HDF5_PLUGIN_PATH</w:t>
      </w:r>
      <w:r w:rsidRPr="005A7094">
        <w:rPr>
          <w:szCs w:val="24"/>
        </w:rPr>
        <w:t xml:space="preserve"> to point to the </w:t>
      </w:r>
      <w:r w:rsidRPr="005A7094">
        <w:rPr>
          <w:rFonts w:ascii="Courier New" w:hAnsi="Courier New"/>
          <w:sz w:val="18"/>
          <w:szCs w:val="23"/>
        </w:rPr>
        <w:t>&lt;</w:t>
      </w:r>
      <w:proofErr w:type="spellStart"/>
      <w:r w:rsidRPr="005A7094">
        <w:rPr>
          <w:rFonts w:ascii="Courier New" w:hAnsi="Courier New"/>
          <w:sz w:val="18"/>
          <w:szCs w:val="23"/>
        </w:rPr>
        <w:t>plugin</w:t>
      </w:r>
      <w:proofErr w:type="spellEnd"/>
      <w:r w:rsidRPr="005A7094">
        <w:rPr>
          <w:rFonts w:ascii="Courier New" w:hAnsi="Courier New"/>
          <w:sz w:val="18"/>
          <w:szCs w:val="23"/>
        </w:rPr>
        <w:t>-dir&gt;/</w:t>
      </w:r>
      <w:proofErr w:type="spellStart"/>
      <w:r w:rsidRPr="005A7094">
        <w:rPr>
          <w:rFonts w:ascii="Courier New" w:hAnsi="Courier New"/>
          <w:sz w:val="18"/>
          <w:szCs w:val="23"/>
        </w:rPr>
        <w:t>plugins</w:t>
      </w:r>
      <w:proofErr w:type="spellEnd"/>
      <w:r w:rsidRPr="005A7094">
        <w:rPr>
          <w:szCs w:val="24"/>
        </w:rPr>
        <w:t xml:space="preserve"> directory with the command line shown below:</w:t>
      </w:r>
    </w:p>
    <w:p w:rsidR="005A7094" w:rsidRPr="005A7094" w:rsidRDefault="005A7094" w:rsidP="005A7094">
      <w:pPr>
        <w:ind w:left="720"/>
      </w:pPr>
    </w:p>
    <w:p w:rsidR="005A7094" w:rsidRDefault="005A7094" w:rsidP="005A7094">
      <w:pPr>
        <w:pStyle w:val="PlainText"/>
        <w:ind w:left="720"/>
      </w:pPr>
      <w:proofErr w:type="spellStart"/>
      <w:proofErr w:type="gramStart"/>
      <w:r w:rsidRPr="00DF156E">
        <w:t>setenv</w:t>
      </w:r>
      <w:proofErr w:type="spellEnd"/>
      <w:proofErr w:type="gramEnd"/>
      <w:r w:rsidRPr="00DF156E">
        <w:t xml:space="preserve"> HDF5_PLUGIN_PATH &lt;</w:t>
      </w:r>
      <w:proofErr w:type="spellStart"/>
      <w:r w:rsidRPr="00DF156E">
        <w:t>plugin</w:t>
      </w:r>
      <w:proofErr w:type="spellEnd"/>
      <w:r w:rsidRPr="00DF156E">
        <w:t>-dir&gt;/</w:t>
      </w:r>
      <w:proofErr w:type="spellStart"/>
      <w:r w:rsidRPr="00DF156E">
        <w:t>plugin</w:t>
      </w:r>
      <w:r>
        <w:t>s</w:t>
      </w:r>
      <w:proofErr w:type="spellEnd"/>
    </w:p>
    <w:p w:rsidR="005A7094" w:rsidRPr="00DF156E" w:rsidRDefault="005A7094" w:rsidP="005A7094">
      <w:pPr>
        <w:ind w:left="720"/>
      </w:pPr>
    </w:p>
    <w:p w:rsidR="005A7094" w:rsidRPr="00DF156E" w:rsidRDefault="005A7094" w:rsidP="005A7094">
      <w:pPr>
        <w:pStyle w:val="ListParagraph"/>
        <w:numPr>
          <w:ilvl w:val="0"/>
          <w:numId w:val="29"/>
        </w:numPr>
      </w:pPr>
      <w:r w:rsidRPr="005A7094">
        <w:rPr>
          <w:szCs w:val="24"/>
        </w:rPr>
        <w:t xml:space="preserve">Use </w:t>
      </w:r>
      <w:r w:rsidRPr="005A7094">
        <w:rPr>
          <w:rFonts w:ascii="Courier New" w:hAnsi="Courier New"/>
          <w:sz w:val="18"/>
          <w:szCs w:val="23"/>
        </w:rPr>
        <w:t>&lt;INSTALL-HDF5-DIR&gt;/bin/h5dump</w:t>
      </w:r>
      <w:r w:rsidRPr="005A7094">
        <w:rPr>
          <w:rFonts w:ascii="Consolas" w:hAnsi="Consolas"/>
          <w:sz w:val="20"/>
          <w:szCs w:val="20"/>
        </w:rPr>
        <w:t xml:space="preserve"> </w:t>
      </w:r>
      <w:r w:rsidRPr="005A7094">
        <w:rPr>
          <w:szCs w:val="24"/>
        </w:rPr>
        <w:t>with the</w:t>
      </w:r>
      <w:r w:rsidRPr="005A7094">
        <w:rPr>
          <w:rFonts w:ascii="Consolas" w:hAnsi="Consolas"/>
          <w:sz w:val="20"/>
          <w:szCs w:val="20"/>
        </w:rPr>
        <w:t xml:space="preserve"> </w:t>
      </w:r>
      <w:r w:rsidRPr="005A7094">
        <w:rPr>
          <w:rFonts w:ascii="Courier New" w:hAnsi="Courier New"/>
          <w:sz w:val="18"/>
          <w:szCs w:val="23"/>
        </w:rPr>
        <w:t>h5ex_d_bzip2.h5</w:t>
      </w:r>
      <w:r w:rsidRPr="005A7094">
        <w:rPr>
          <w:rFonts w:ascii="Consolas" w:hAnsi="Consolas"/>
          <w:sz w:val="20"/>
          <w:szCs w:val="20"/>
        </w:rPr>
        <w:t xml:space="preserve"> </w:t>
      </w:r>
      <w:r w:rsidRPr="005A7094">
        <w:rPr>
          <w:szCs w:val="24"/>
        </w:rPr>
        <w:t>file found under the</w:t>
      </w:r>
      <w:r w:rsidRPr="005A7094">
        <w:rPr>
          <w:rFonts w:ascii="Consolas" w:hAnsi="Consolas"/>
          <w:sz w:val="20"/>
          <w:szCs w:val="20"/>
        </w:rPr>
        <w:t xml:space="preserve"> </w:t>
      </w:r>
      <w:r w:rsidRPr="005A7094">
        <w:rPr>
          <w:rFonts w:ascii="Courier New" w:hAnsi="Courier New"/>
          <w:sz w:val="18"/>
          <w:szCs w:val="23"/>
        </w:rPr>
        <w:t>example</w:t>
      </w:r>
      <w:r w:rsidRPr="005A7094">
        <w:rPr>
          <w:rFonts w:ascii="Consolas" w:hAnsi="Consolas"/>
          <w:sz w:val="20"/>
          <w:szCs w:val="20"/>
        </w:rPr>
        <w:t xml:space="preserve"> </w:t>
      </w:r>
      <w:r w:rsidRPr="005A7094">
        <w:rPr>
          <w:szCs w:val="24"/>
        </w:rPr>
        <w:t xml:space="preserve">directory of the bzip2 plugin distribution to get an output as shown in the “Reading Data with an Applied Third-party Filter” section on page </w:t>
      </w:r>
      <w:r w:rsidR="00801C42" w:rsidRPr="005A7094">
        <w:rPr>
          <w:szCs w:val="24"/>
        </w:rPr>
        <w:fldChar w:fldCharType="begin"/>
      </w:r>
      <w:r w:rsidRPr="005A7094">
        <w:rPr>
          <w:szCs w:val="24"/>
        </w:rPr>
        <w:instrText xml:space="preserve"> PAGEREF ReadingDataWithAnAppliedThirdPartyFilter \h </w:instrText>
      </w:r>
      <w:r w:rsidR="00801C42" w:rsidRPr="005A7094">
        <w:rPr>
          <w:szCs w:val="24"/>
        </w:rPr>
      </w:r>
      <w:r w:rsidR="00801C42" w:rsidRPr="005A7094">
        <w:rPr>
          <w:szCs w:val="24"/>
        </w:rPr>
        <w:fldChar w:fldCharType="separate"/>
      </w:r>
      <w:r w:rsidR="004A71D7">
        <w:rPr>
          <w:noProof/>
          <w:szCs w:val="24"/>
        </w:rPr>
        <w:t>7</w:t>
      </w:r>
      <w:r w:rsidR="00801C42" w:rsidRPr="005A7094">
        <w:rPr>
          <w:szCs w:val="24"/>
        </w:rPr>
        <w:fldChar w:fldCharType="end"/>
      </w:r>
      <w:r w:rsidRPr="005A7094">
        <w:rPr>
          <w:szCs w:val="24"/>
        </w:rPr>
        <w:t>.</w:t>
      </w:r>
    </w:p>
    <w:p w:rsidR="005A7094" w:rsidRPr="00735268" w:rsidRDefault="005A7094" w:rsidP="005A7094"/>
    <w:p w:rsidR="005A7094" w:rsidRDefault="005A7094" w:rsidP="00CF3D69"/>
    <w:p w:rsidR="005A7094" w:rsidRDefault="005A7094" w:rsidP="00CF3D69"/>
    <w:p w:rsidR="005A7094" w:rsidRDefault="005A7094" w:rsidP="005A7094">
      <w:pPr>
        <w:pStyle w:val="Heading1"/>
        <w:spacing w:before="360" w:after="120"/>
        <w:ind w:left="432" w:hanging="432"/>
        <w:jc w:val="both"/>
      </w:pPr>
      <w:bookmarkStart w:id="53" w:name="_Toc353374081"/>
      <w:bookmarkStart w:id="54" w:name="_Toc356894530"/>
      <w:bookmarkStart w:id="55" w:name="_Ref227142925"/>
      <w:r>
        <w:lastRenderedPageBreak/>
        <w:t>Exam</w:t>
      </w:r>
      <w:bookmarkStart w:id="56" w:name="ExampleWritingAndReadingCompressedData"/>
      <w:bookmarkEnd w:id="56"/>
      <w:r>
        <w:t>ple: Writing and Reading Compressed Data</w:t>
      </w:r>
      <w:bookmarkEnd w:id="53"/>
      <w:bookmarkEnd w:id="54"/>
      <w:r>
        <w:t xml:space="preserve"> </w:t>
      </w:r>
      <w:bookmarkEnd w:id="55"/>
    </w:p>
    <w:p w:rsidR="005A7094" w:rsidRDefault="005A7094" w:rsidP="005A7094">
      <w:r>
        <w:t>This example shows how to write and read data compressed with the bzip2 compression.</w:t>
      </w:r>
    </w:p>
    <w:p w:rsidR="005A7094" w:rsidRDefault="005A7094" w:rsidP="005A7094"/>
    <w:p w:rsidR="005A7094" w:rsidRPr="00E92F8E" w:rsidRDefault="005A7094" w:rsidP="005A7094">
      <w:pPr>
        <w:pStyle w:val="PlainText"/>
      </w:pPr>
      <w:r w:rsidRPr="00E92F8E">
        <w:t xml:space="preserve">     1</w:t>
      </w:r>
      <w:r w:rsidRPr="00E92F8E">
        <w:tab/>
        <w:t>/************************************************************</w:t>
      </w:r>
    </w:p>
    <w:p w:rsidR="005A7094" w:rsidRPr="00E92F8E" w:rsidRDefault="005A7094" w:rsidP="005A7094">
      <w:pPr>
        <w:pStyle w:val="PlainText"/>
      </w:pPr>
      <w:r w:rsidRPr="00E92F8E">
        <w:t xml:space="preserve">     2</w:t>
      </w:r>
      <w:r w:rsidRPr="00E92F8E">
        <w:tab/>
      </w:r>
    </w:p>
    <w:p w:rsidR="005A7094" w:rsidRPr="00E92F8E" w:rsidRDefault="005A7094" w:rsidP="005A7094">
      <w:pPr>
        <w:pStyle w:val="PlainText"/>
      </w:pPr>
      <w:r w:rsidRPr="00E92F8E">
        <w:t xml:space="preserve">     3</w:t>
      </w:r>
      <w:r w:rsidRPr="00E92F8E">
        <w:tab/>
        <w:t xml:space="preserve">  This example shows how to write data and read it from a dataset</w:t>
      </w:r>
    </w:p>
    <w:p w:rsidR="005A7094" w:rsidRPr="00E92F8E" w:rsidRDefault="005A7094" w:rsidP="005A7094">
      <w:pPr>
        <w:pStyle w:val="PlainText"/>
      </w:pPr>
      <w:r w:rsidRPr="00E92F8E">
        <w:t xml:space="preserve">     </w:t>
      </w:r>
      <w:proofErr w:type="gramStart"/>
      <w:r w:rsidRPr="00E92F8E">
        <w:t>4</w:t>
      </w:r>
      <w:r w:rsidRPr="00E92F8E">
        <w:tab/>
        <w:t xml:space="preserve">  using bzip2 compression.</w:t>
      </w:r>
      <w:proofErr w:type="gramEnd"/>
      <w:r w:rsidRPr="00E92F8E">
        <w:t xml:space="preserve"> </w:t>
      </w:r>
    </w:p>
    <w:p w:rsidR="005A7094" w:rsidRPr="00E92F8E" w:rsidRDefault="005A7094" w:rsidP="005A7094">
      <w:pPr>
        <w:pStyle w:val="PlainText"/>
      </w:pPr>
      <w:r w:rsidRPr="00E92F8E">
        <w:t xml:space="preserve">     5</w:t>
      </w:r>
      <w:proofErr w:type="gramStart"/>
      <w:r w:rsidRPr="00E92F8E">
        <w:tab/>
        <w:t xml:space="preserve">  bzip2 filter</w:t>
      </w:r>
      <w:proofErr w:type="gramEnd"/>
      <w:r w:rsidRPr="00E92F8E">
        <w:t xml:space="preserve"> is not available in HDF5. </w:t>
      </w:r>
    </w:p>
    <w:p w:rsidR="005A7094" w:rsidRPr="00E92F8E" w:rsidRDefault="005A7094" w:rsidP="005A7094">
      <w:pPr>
        <w:pStyle w:val="PlainText"/>
      </w:pPr>
      <w:r w:rsidRPr="00E92F8E">
        <w:t xml:space="preserve">     6</w:t>
      </w:r>
      <w:r w:rsidRPr="00E92F8E">
        <w:tab/>
        <w:t xml:space="preserve">  The example uses a new feature available in HDF5 version 1.8.11 </w:t>
      </w:r>
    </w:p>
    <w:p w:rsidR="005A7094" w:rsidRPr="00E92F8E" w:rsidRDefault="005A7094" w:rsidP="005A7094">
      <w:pPr>
        <w:pStyle w:val="PlainText"/>
      </w:pPr>
      <w:r w:rsidRPr="00E92F8E">
        <w:t xml:space="preserve">     7</w:t>
      </w:r>
      <w:r w:rsidRPr="00E92F8E">
        <w:tab/>
        <w:t xml:space="preserve">  to </w:t>
      </w:r>
      <w:proofErr w:type="gramStart"/>
      <w:r w:rsidRPr="00E92F8E">
        <w:t>discover,</w:t>
      </w:r>
      <w:proofErr w:type="gramEnd"/>
      <w:r w:rsidRPr="00E92F8E">
        <w:t xml:space="preserve"> load and register filters at runtime.  </w:t>
      </w:r>
    </w:p>
    <w:p w:rsidR="005A7094" w:rsidRPr="00E92F8E" w:rsidRDefault="005A7094" w:rsidP="005A7094">
      <w:pPr>
        <w:pStyle w:val="PlainText"/>
      </w:pPr>
      <w:r w:rsidRPr="00E92F8E">
        <w:t xml:space="preserve">     8</w:t>
      </w:r>
      <w:r w:rsidRPr="00E92F8E">
        <w:tab/>
      </w:r>
    </w:p>
    <w:p w:rsidR="005A7094" w:rsidRPr="00E92F8E" w:rsidRDefault="005A7094" w:rsidP="005A7094">
      <w:pPr>
        <w:pStyle w:val="PlainText"/>
      </w:pPr>
      <w:r w:rsidRPr="00E92F8E">
        <w:t xml:space="preserve">     9</w:t>
      </w:r>
      <w:r w:rsidRPr="00E92F8E">
        <w:tab/>
        <w:t xml:space="preserve"> ************************************************************/</w:t>
      </w:r>
    </w:p>
    <w:p w:rsidR="005A7094" w:rsidRPr="00E92F8E" w:rsidRDefault="005A7094" w:rsidP="005A7094">
      <w:pPr>
        <w:pStyle w:val="PlainText"/>
      </w:pPr>
      <w:r w:rsidRPr="00E92F8E">
        <w:t xml:space="preserve">    10</w:t>
      </w:r>
      <w:r w:rsidRPr="00E92F8E">
        <w:tab/>
      </w:r>
    </w:p>
    <w:p w:rsidR="005A7094" w:rsidRPr="00E92F8E" w:rsidRDefault="005A7094" w:rsidP="005A7094">
      <w:pPr>
        <w:pStyle w:val="PlainText"/>
      </w:pPr>
      <w:r w:rsidRPr="00E92F8E">
        <w:t xml:space="preserve">    11</w:t>
      </w:r>
      <w:r w:rsidRPr="00E92F8E">
        <w:tab/>
        <w:t>#include "hdf5.h"</w:t>
      </w:r>
    </w:p>
    <w:p w:rsidR="005A7094" w:rsidRPr="00E92F8E" w:rsidRDefault="005A7094" w:rsidP="005A7094">
      <w:pPr>
        <w:pStyle w:val="PlainText"/>
      </w:pPr>
      <w:r w:rsidRPr="00E92F8E">
        <w:t xml:space="preserve">    12</w:t>
      </w:r>
      <w:r w:rsidRPr="00E92F8E">
        <w:tab/>
        <w:t>#include &lt;stdio.h&gt;</w:t>
      </w:r>
    </w:p>
    <w:p w:rsidR="005A7094" w:rsidRPr="00E92F8E" w:rsidRDefault="005A7094" w:rsidP="005A7094">
      <w:pPr>
        <w:pStyle w:val="PlainText"/>
      </w:pPr>
      <w:r w:rsidRPr="00E92F8E">
        <w:t xml:space="preserve">    13</w:t>
      </w:r>
      <w:r w:rsidRPr="00E92F8E">
        <w:tab/>
        <w:t>#include &lt;stdlib.h&gt;</w:t>
      </w:r>
    </w:p>
    <w:p w:rsidR="005A7094" w:rsidRPr="00E92F8E" w:rsidRDefault="005A7094" w:rsidP="005A7094">
      <w:pPr>
        <w:pStyle w:val="PlainText"/>
      </w:pPr>
      <w:r w:rsidRPr="00E92F8E">
        <w:t xml:space="preserve">    14</w:t>
      </w:r>
      <w:r w:rsidRPr="00E92F8E">
        <w:tab/>
      </w:r>
    </w:p>
    <w:p w:rsidR="005A7094" w:rsidRPr="00E92F8E" w:rsidRDefault="005A7094" w:rsidP="005A7094">
      <w:pPr>
        <w:pStyle w:val="PlainText"/>
      </w:pPr>
      <w:r w:rsidRPr="00E92F8E">
        <w:t xml:space="preserve">    15</w:t>
      </w:r>
      <w:r w:rsidRPr="00E92F8E">
        <w:tab/>
        <w:t>#define FILE            "h5ex_d_bzip2.h5"</w:t>
      </w:r>
    </w:p>
    <w:p w:rsidR="005A7094" w:rsidRPr="00E92F8E" w:rsidRDefault="005A7094" w:rsidP="005A7094">
      <w:pPr>
        <w:pStyle w:val="PlainText"/>
      </w:pPr>
      <w:r w:rsidRPr="00E92F8E">
        <w:t xml:space="preserve">    16</w:t>
      </w:r>
      <w:r w:rsidRPr="00E92F8E">
        <w:tab/>
        <w:t>#define DATASET         "DS1"</w:t>
      </w:r>
    </w:p>
    <w:p w:rsidR="005A7094" w:rsidRPr="00E92F8E" w:rsidRDefault="005A7094" w:rsidP="005A7094">
      <w:pPr>
        <w:pStyle w:val="PlainText"/>
      </w:pPr>
      <w:r w:rsidRPr="00E92F8E">
        <w:t xml:space="preserve">    17</w:t>
      </w:r>
      <w:r w:rsidRPr="00E92F8E">
        <w:tab/>
        <w:t>#define DIM0            32</w:t>
      </w:r>
    </w:p>
    <w:p w:rsidR="005A7094" w:rsidRPr="00E92F8E" w:rsidRDefault="005A7094" w:rsidP="005A7094">
      <w:pPr>
        <w:pStyle w:val="PlainText"/>
      </w:pPr>
      <w:r w:rsidRPr="00E92F8E">
        <w:t xml:space="preserve">    18</w:t>
      </w:r>
      <w:r w:rsidRPr="00E92F8E">
        <w:tab/>
        <w:t>#define DIM1            64</w:t>
      </w:r>
    </w:p>
    <w:p w:rsidR="005A7094" w:rsidRPr="00E92F8E" w:rsidRDefault="005A7094" w:rsidP="005A7094">
      <w:pPr>
        <w:pStyle w:val="PlainText"/>
      </w:pPr>
      <w:r w:rsidRPr="00E92F8E">
        <w:t xml:space="preserve">    19</w:t>
      </w:r>
      <w:r w:rsidRPr="00E92F8E">
        <w:tab/>
        <w:t>#define CHUNK0          4</w:t>
      </w:r>
    </w:p>
    <w:p w:rsidR="005A7094" w:rsidRPr="00E92F8E" w:rsidRDefault="005A7094" w:rsidP="005A7094">
      <w:pPr>
        <w:pStyle w:val="PlainText"/>
      </w:pPr>
      <w:r w:rsidRPr="00E92F8E">
        <w:t xml:space="preserve">    20</w:t>
      </w:r>
      <w:r w:rsidRPr="00E92F8E">
        <w:tab/>
        <w:t>#define CHUNK1          8</w:t>
      </w:r>
    </w:p>
    <w:p w:rsidR="005A7094" w:rsidRPr="00E92F8E" w:rsidRDefault="005A7094" w:rsidP="005A7094">
      <w:pPr>
        <w:pStyle w:val="PlainText"/>
      </w:pPr>
      <w:r w:rsidRPr="00E92F8E">
        <w:t xml:space="preserve">    21</w:t>
      </w:r>
      <w:r w:rsidRPr="00E92F8E">
        <w:tab/>
      </w:r>
    </w:p>
    <w:p w:rsidR="005A7094" w:rsidRPr="00E92F8E" w:rsidRDefault="005A7094" w:rsidP="005A7094">
      <w:pPr>
        <w:pStyle w:val="PlainText"/>
      </w:pPr>
      <w:r w:rsidRPr="00E92F8E">
        <w:t xml:space="preserve">    22</w:t>
      </w:r>
      <w:r w:rsidRPr="00E92F8E">
        <w:tab/>
        <w:t>int</w:t>
      </w:r>
    </w:p>
    <w:p w:rsidR="005A7094" w:rsidRPr="00E92F8E" w:rsidRDefault="005A7094" w:rsidP="005A7094">
      <w:pPr>
        <w:pStyle w:val="PlainText"/>
      </w:pPr>
      <w:r w:rsidRPr="00E92F8E">
        <w:t xml:space="preserve">    23</w:t>
      </w:r>
      <w:r w:rsidRPr="00E92F8E">
        <w:tab/>
        <w:t>main (void)</w:t>
      </w:r>
    </w:p>
    <w:p w:rsidR="005A7094" w:rsidRPr="00E92F8E" w:rsidRDefault="005A7094" w:rsidP="005A7094">
      <w:pPr>
        <w:pStyle w:val="PlainText"/>
      </w:pPr>
      <w:r w:rsidRPr="00E92F8E">
        <w:t xml:space="preserve">    24</w:t>
      </w:r>
      <w:r w:rsidRPr="00E92F8E">
        <w:tab/>
        <w:t>{</w:t>
      </w:r>
    </w:p>
    <w:p w:rsidR="005A7094" w:rsidRPr="00E92F8E" w:rsidRDefault="005A7094" w:rsidP="005A7094">
      <w:pPr>
        <w:pStyle w:val="PlainText"/>
      </w:pPr>
      <w:r w:rsidRPr="00E92F8E">
        <w:t xml:space="preserve">    25</w:t>
      </w:r>
      <w:r w:rsidRPr="00E92F8E">
        <w:tab/>
        <w:t xml:space="preserve">    hid_t           file, space, dset, dcpl;    /* Handles */</w:t>
      </w:r>
    </w:p>
    <w:p w:rsidR="005A7094" w:rsidRPr="00E92F8E" w:rsidRDefault="005A7094" w:rsidP="005A7094">
      <w:pPr>
        <w:pStyle w:val="PlainText"/>
      </w:pPr>
      <w:r w:rsidRPr="00E92F8E">
        <w:t xml:space="preserve">    26</w:t>
      </w:r>
      <w:r w:rsidRPr="00E92F8E">
        <w:tab/>
        <w:t xml:space="preserve">    herr_t          status;</w:t>
      </w:r>
    </w:p>
    <w:p w:rsidR="005A7094" w:rsidRPr="00E92F8E" w:rsidRDefault="005A7094" w:rsidP="005A7094">
      <w:pPr>
        <w:pStyle w:val="PlainText"/>
      </w:pPr>
      <w:r w:rsidRPr="00E92F8E">
        <w:t xml:space="preserve">    27</w:t>
      </w:r>
      <w:r w:rsidRPr="00E92F8E">
        <w:tab/>
        <w:t xml:space="preserve">    H5Z_filter_t    </w:t>
      </w:r>
      <w:proofErr w:type="spellStart"/>
      <w:r w:rsidRPr="00E92F8E">
        <w:t>filter_id</w:t>
      </w:r>
      <w:proofErr w:type="spellEnd"/>
      <w:r w:rsidRPr="00E92F8E">
        <w:t xml:space="preserve"> = 0;</w:t>
      </w:r>
    </w:p>
    <w:p w:rsidR="005A7094" w:rsidRPr="00E92F8E" w:rsidRDefault="005A7094" w:rsidP="005A7094">
      <w:pPr>
        <w:pStyle w:val="PlainText"/>
      </w:pPr>
      <w:r w:rsidRPr="00E92F8E">
        <w:t xml:space="preserve">    28</w:t>
      </w:r>
      <w:r w:rsidRPr="00E92F8E">
        <w:tab/>
        <w:t xml:space="preserve">    char            </w:t>
      </w:r>
      <w:proofErr w:type="spellStart"/>
      <w:r w:rsidRPr="00E92F8E">
        <w:t>filter_</w:t>
      </w:r>
      <w:proofErr w:type="gramStart"/>
      <w:r w:rsidRPr="00E92F8E">
        <w:t>name</w:t>
      </w:r>
      <w:proofErr w:type="spellEnd"/>
      <w:r w:rsidRPr="00E92F8E">
        <w:t>[</w:t>
      </w:r>
      <w:proofErr w:type="gramEnd"/>
      <w:r w:rsidRPr="00E92F8E">
        <w:t>80];</w:t>
      </w:r>
    </w:p>
    <w:p w:rsidR="005A7094" w:rsidRPr="00E92F8E" w:rsidRDefault="005A7094" w:rsidP="005A7094">
      <w:pPr>
        <w:pStyle w:val="PlainText"/>
      </w:pPr>
      <w:r w:rsidRPr="00E92F8E">
        <w:t xml:space="preserve">    29</w:t>
      </w:r>
      <w:r w:rsidRPr="00E92F8E">
        <w:tab/>
        <w:t xml:space="preserve">    hsize_t         </w:t>
      </w:r>
      <w:proofErr w:type="gramStart"/>
      <w:r w:rsidRPr="00E92F8E">
        <w:t>dims[</w:t>
      </w:r>
      <w:proofErr w:type="gramEnd"/>
      <w:r w:rsidRPr="00E92F8E">
        <w:t>2] = {DIM0, DIM1},</w:t>
      </w:r>
    </w:p>
    <w:p w:rsidR="005A7094" w:rsidRPr="00E92F8E" w:rsidRDefault="005A7094" w:rsidP="005A7094">
      <w:pPr>
        <w:pStyle w:val="PlainText"/>
      </w:pPr>
      <w:r w:rsidRPr="00E92F8E">
        <w:t xml:space="preserve">    30</w:t>
      </w:r>
      <w:r w:rsidRPr="00E92F8E">
        <w:tab/>
        <w:t xml:space="preserve">                    </w:t>
      </w:r>
      <w:proofErr w:type="gramStart"/>
      <w:r w:rsidRPr="00E92F8E">
        <w:t>chunk[</w:t>
      </w:r>
      <w:proofErr w:type="gramEnd"/>
      <w:r w:rsidRPr="00E92F8E">
        <w:t>2] = {CHUNK0, CHUNK1};</w:t>
      </w:r>
    </w:p>
    <w:p w:rsidR="005A7094" w:rsidRPr="00E92F8E" w:rsidRDefault="005A7094" w:rsidP="005A7094">
      <w:pPr>
        <w:pStyle w:val="PlainText"/>
      </w:pPr>
      <w:r w:rsidRPr="00E92F8E">
        <w:t xml:space="preserve">    31</w:t>
      </w:r>
      <w:r w:rsidRPr="00E92F8E">
        <w:tab/>
        <w:t xml:space="preserve">    </w:t>
      </w:r>
      <w:proofErr w:type="spellStart"/>
      <w:r w:rsidRPr="00E92F8E">
        <w:t>size_t</w:t>
      </w:r>
      <w:proofErr w:type="spellEnd"/>
      <w:r w:rsidRPr="00E92F8E">
        <w:t xml:space="preserve">        </w:t>
      </w:r>
      <w:r>
        <w:t xml:space="preserve">  </w:t>
      </w:r>
      <w:proofErr w:type="spellStart"/>
      <w:r w:rsidRPr="00E92F8E">
        <w:t>nelmts</w:t>
      </w:r>
      <w:proofErr w:type="spellEnd"/>
      <w:r w:rsidRPr="00E92F8E">
        <w:t xml:space="preserve"> = 1;           /* number of elements in cd_values */</w:t>
      </w:r>
    </w:p>
    <w:p w:rsidR="005A7094" w:rsidRPr="00E92F8E" w:rsidRDefault="005A7094" w:rsidP="005A7094">
      <w:pPr>
        <w:pStyle w:val="PlainText"/>
      </w:pPr>
      <w:r w:rsidRPr="00E92F8E">
        <w:t xml:space="preserve">    32</w:t>
      </w:r>
      <w:r w:rsidRPr="00E92F8E">
        <w:tab/>
        <w:t xml:space="preserve">    const </w:t>
      </w:r>
      <w:proofErr w:type="gramStart"/>
      <w:r w:rsidRPr="00E92F8E">
        <w:t xml:space="preserve">unsigned </w:t>
      </w:r>
      <w:r>
        <w:t xml:space="preserve"> </w:t>
      </w:r>
      <w:r w:rsidRPr="00E92F8E">
        <w:t>int</w:t>
      </w:r>
      <w:proofErr w:type="gramEnd"/>
      <w:r w:rsidRPr="00E92F8E">
        <w:t xml:space="preserve"> cd_values[1] = {</w:t>
      </w:r>
      <w:r>
        <w:t>6</w:t>
      </w:r>
      <w:r w:rsidRPr="00E92F8E">
        <w:t>};     /* bzip2 default level is 2 */</w:t>
      </w:r>
    </w:p>
    <w:p w:rsidR="005A7094" w:rsidRPr="00E92F8E" w:rsidRDefault="005A7094" w:rsidP="005A7094">
      <w:pPr>
        <w:pStyle w:val="PlainText"/>
      </w:pPr>
      <w:r w:rsidRPr="00E92F8E">
        <w:t xml:space="preserve">    33</w:t>
      </w:r>
      <w:r w:rsidRPr="00E92F8E">
        <w:tab/>
        <w:t xml:space="preserve">    unsigned </w:t>
      </w:r>
      <w:proofErr w:type="spellStart"/>
      <w:r w:rsidRPr="00E92F8E">
        <w:t>int</w:t>
      </w:r>
      <w:proofErr w:type="spellEnd"/>
      <w:r w:rsidRPr="00E92F8E">
        <w:t xml:space="preserve">    </w:t>
      </w:r>
      <w:proofErr w:type="spellStart"/>
      <w:r w:rsidRPr="00E92F8E">
        <w:t>values_</w:t>
      </w:r>
      <w:proofErr w:type="gramStart"/>
      <w:r w:rsidRPr="00E92F8E">
        <w:t>out</w:t>
      </w:r>
      <w:proofErr w:type="spellEnd"/>
      <w:r w:rsidRPr="00E92F8E">
        <w:t>[</w:t>
      </w:r>
      <w:proofErr w:type="gramEnd"/>
      <w:r w:rsidRPr="00E92F8E">
        <w:t xml:space="preserve">1] = {99};          </w:t>
      </w:r>
    </w:p>
    <w:p w:rsidR="005A7094" w:rsidRPr="00E92F8E" w:rsidRDefault="005A7094" w:rsidP="005A7094">
      <w:pPr>
        <w:pStyle w:val="PlainText"/>
      </w:pPr>
      <w:r w:rsidRPr="00E92F8E">
        <w:t xml:space="preserve">    34</w:t>
      </w:r>
      <w:r w:rsidRPr="00E92F8E">
        <w:tab/>
        <w:t xml:space="preserve">    unsigned int    flags;</w:t>
      </w:r>
    </w:p>
    <w:p w:rsidR="005A7094" w:rsidRPr="00E92F8E" w:rsidRDefault="005A7094" w:rsidP="005A7094">
      <w:pPr>
        <w:pStyle w:val="PlainText"/>
      </w:pPr>
      <w:r w:rsidRPr="00E92F8E">
        <w:t xml:space="preserve">    35</w:t>
      </w:r>
      <w:r w:rsidRPr="00E92F8E">
        <w:tab/>
        <w:t xml:space="preserve">    </w:t>
      </w:r>
      <w:proofErr w:type="spellStart"/>
      <w:r w:rsidRPr="00E92F8E">
        <w:t>htri_t</w:t>
      </w:r>
      <w:proofErr w:type="spellEnd"/>
      <w:r w:rsidRPr="00E92F8E">
        <w:t xml:space="preserve">          avail;</w:t>
      </w:r>
    </w:p>
    <w:p w:rsidR="005A7094" w:rsidRPr="00E92F8E" w:rsidRDefault="005A7094" w:rsidP="005A7094">
      <w:pPr>
        <w:pStyle w:val="PlainText"/>
      </w:pPr>
      <w:r w:rsidRPr="00E92F8E">
        <w:t xml:space="preserve">    36</w:t>
      </w:r>
      <w:r w:rsidRPr="00E92F8E">
        <w:tab/>
        <w:t xml:space="preserve">    unsigned        </w:t>
      </w:r>
      <w:proofErr w:type="spellStart"/>
      <w:r w:rsidRPr="00E92F8E">
        <w:t>filter_config</w:t>
      </w:r>
      <w:proofErr w:type="spellEnd"/>
      <w:r w:rsidRPr="00E92F8E">
        <w:t>;</w:t>
      </w:r>
    </w:p>
    <w:p w:rsidR="005A7094" w:rsidRPr="00E92F8E" w:rsidRDefault="005A7094" w:rsidP="005A7094">
      <w:pPr>
        <w:pStyle w:val="PlainText"/>
      </w:pPr>
      <w:r w:rsidRPr="00E92F8E">
        <w:t xml:space="preserve">    37</w:t>
      </w:r>
      <w:r w:rsidRPr="00E92F8E">
        <w:tab/>
        <w:t xml:space="preserve">    int             </w:t>
      </w:r>
      <w:proofErr w:type="gramStart"/>
      <w:r w:rsidRPr="00E92F8E">
        <w:t>wdata[</w:t>
      </w:r>
      <w:proofErr w:type="gramEnd"/>
      <w:r w:rsidRPr="00E92F8E">
        <w:t>DIM0][DIM1],          /* Write buffer */</w:t>
      </w:r>
    </w:p>
    <w:p w:rsidR="005A7094" w:rsidRPr="00E92F8E" w:rsidRDefault="005A7094" w:rsidP="005A7094">
      <w:pPr>
        <w:pStyle w:val="PlainText"/>
      </w:pPr>
      <w:r w:rsidRPr="00E92F8E">
        <w:t xml:space="preserve">    38</w:t>
      </w:r>
      <w:r w:rsidRPr="00E92F8E">
        <w:tab/>
        <w:t xml:space="preserve">                    </w:t>
      </w:r>
      <w:proofErr w:type="gramStart"/>
      <w:r w:rsidRPr="00E92F8E">
        <w:t>rdata[</w:t>
      </w:r>
      <w:proofErr w:type="gramEnd"/>
      <w:r w:rsidRPr="00E92F8E">
        <w:t>DIM0][DIM1],          /* Read buffer */</w:t>
      </w:r>
    </w:p>
    <w:p w:rsidR="005A7094" w:rsidRPr="00E92F8E" w:rsidRDefault="005A7094" w:rsidP="005A7094">
      <w:pPr>
        <w:pStyle w:val="PlainText"/>
      </w:pPr>
      <w:r w:rsidRPr="00E92F8E">
        <w:t xml:space="preserve">    39</w:t>
      </w:r>
      <w:r w:rsidRPr="00E92F8E">
        <w:tab/>
        <w:t xml:space="preserve">                    max,</w:t>
      </w:r>
    </w:p>
    <w:p w:rsidR="005A7094" w:rsidRPr="00E92F8E" w:rsidRDefault="005A7094" w:rsidP="005A7094">
      <w:pPr>
        <w:pStyle w:val="PlainText"/>
      </w:pPr>
      <w:r w:rsidRPr="00E92F8E">
        <w:t xml:space="preserve">    40</w:t>
      </w:r>
      <w:r w:rsidRPr="00E92F8E">
        <w:tab/>
        <w:t xml:space="preserve">                    i, j;</w:t>
      </w:r>
    </w:p>
    <w:p w:rsidR="005A7094" w:rsidRPr="00E92F8E" w:rsidRDefault="005A7094" w:rsidP="005A7094">
      <w:pPr>
        <w:pStyle w:val="PlainText"/>
      </w:pPr>
      <w:r w:rsidRPr="00E92F8E">
        <w:t xml:space="preserve">    41</w:t>
      </w:r>
      <w:r w:rsidRPr="00E92F8E">
        <w:tab/>
      </w:r>
    </w:p>
    <w:p w:rsidR="005A7094" w:rsidRPr="00E92F8E" w:rsidRDefault="005A7094" w:rsidP="005A7094">
      <w:pPr>
        <w:pStyle w:val="PlainText"/>
      </w:pPr>
      <w:r w:rsidRPr="00E92F8E">
        <w:t xml:space="preserve">    42</w:t>
      </w:r>
      <w:r w:rsidRPr="00E92F8E">
        <w:tab/>
        <w:t xml:space="preserve">    /*</w:t>
      </w:r>
    </w:p>
    <w:p w:rsidR="005A7094" w:rsidRPr="00E92F8E" w:rsidRDefault="005A7094" w:rsidP="005A7094">
      <w:pPr>
        <w:pStyle w:val="PlainText"/>
      </w:pPr>
      <w:r w:rsidRPr="00E92F8E">
        <w:t xml:space="preserve">    </w:t>
      </w:r>
      <w:proofErr w:type="gramStart"/>
      <w:r w:rsidRPr="00E92F8E">
        <w:t>43</w:t>
      </w:r>
      <w:r w:rsidRPr="00E92F8E">
        <w:tab/>
        <w:t xml:space="preserve">     * Initialize data.</w:t>
      </w:r>
      <w:proofErr w:type="gramEnd"/>
    </w:p>
    <w:p w:rsidR="005A7094" w:rsidRPr="00E92F8E" w:rsidRDefault="005A7094" w:rsidP="005A7094">
      <w:pPr>
        <w:pStyle w:val="PlainText"/>
      </w:pPr>
      <w:r w:rsidRPr="00E92F8E">
        <w:t xml:space="preserve">    44</w:t>
      </w:r>
      <w:r w:rsidRPr="00E92F8E">
        <w:tab/>
        <w:t xml:space="preserve">     */</w:t>
      </w:r>
    </w:p>
    <w:p w:rsidR="005A7094" w:rsidRPr="00E92F8E" w:rsidRDefault="005A7094" w:rsidP="005A7094">
      <w:pPr>
        <w:pStyle w:val="PlainText"/>
      </w:pPr>
      <w:r w:rsidRPr="00E92F8E">
        <w:t xml:space="preserve">    45</w:t>
      </w:r>
      <w:r w:rsidRPr="00E92F8E">
        <w:tab/>
        <w:t xml:space="preserve">    for (i=0; i&lt;DIM0; i++)</w:t>
      </w:r>
    </w:p>
    <w:p w:rsidR="005A7094" w:rsidRPr="00E92F8E" w:rsidRDefault="005A7094" w:rsidP="005A7094">
      <w:pPr>
        <w:pStyle w:val="PlainText"/>
      </w:pPr>
      <w:r w:rsidRPr="00E92F8E">
        <w:t xml:space="preserve">    46</w:t>
      </w:r>
      <w:r w:rsidRPr="00E92F8E">
        <w:tab/>
        <w:t xml:space="preserve">        for (j=0; j&lt;DIM1; j++)</w:t>
      </w:r>
    </w:p>
    <w:p w:rsidR="005A7094" w:rsidRPr="00E92F8E" w:rsidRDefault="005A7094" w:rsidP="005A7094">
      <w:pPr>
        <w:pStyle w:val="PlainText"/>
      </w:pPr>
      <w:r w:rsidRPr="00E92F8E">
        <w:t xml:space="preserve">    47</w:t>
      </w:r>
      <w:r w:rsidRPr="00E92F8E">
        <w:tab/>
        <w:t xml:space="preserve">            wdata[i</w:t>
      </w:r>
      <w:proofErr w:type="gramStart"/>
      <w:r w:rsidRPr="00E92F8E">
        <w:t>][</w:t>
      </w:r>
      <w:proofErr w:type="gramEnd"/>
      <w:r w:rsidRPr="00E92F8E">
        <w:t>j] = i * j - j;</w:t>
      </w:r>
    </w:p>
    <w:p w:rsidR="005A7094" w:rsidRPr="00E92F8E" w:rsidRDefault="005A7094" w:rsidP="005A7094">
      <w:pPr>
        <w:pStyle w:val="PlainText"/>
      </w:pPr>
      <w:r w:rsidRPr="00E92F8E">
        <w:t xml:space="preserve">    48</w:t>
      </w:r>
      <w:r w:rsidRPr="00E92F8E">
        <w:tab/>
      </w:r>
    </w:p>
    <w:p w:rsidR="005A7094" w:rsidRPr="00E92F8E" w:rsidRDefault="005A7094" w:rsidP="005A7094">
      <w:pPr>
        <w:pStyle w:val="PlainText"/>
      </w:pPr>
      <w:r w:rsidRPr="00E92F8E">
        <w:t xml:space="preserve">    49</w:t>
      </w:r>
      <w:r w:rsidRPr="00E92F8E">
        <w:tab/>
        <w:t xml:space="preserve">    /*</w:t>
      </w:r>
    </w:p>
    <w:p w:rsidR="005A7094" w:rsidRPr="00E92F8E" w:rsidRDefault="005A7094" w:rsidP="005A7094">
      <w:pPr>
        <w:pStyle w:val="PlainText"/>
      </w:pPr>
      <w:r w:rsidRPr="00E92F8E">
        <w:t xml:space="preserve">    50</w:t>
      </w:r>
      <w:r w:rsidRPr="00E92F8E">
        <w:tab/>
        <w:t xml:space="preserve">     * Create a new file using the default properties.</w:t>
      </w:r>
    </w:p>
    <w:p w:rsidR="005A7094" w:rsidRPr="00E92F8E" w:rsidRDefault="005A7094" w:rsidP="005A7094">
      <w:pPr>
        <w:pStyle w:val="PlainText"/>
      </w:pPr>
      <w:r w:rsidRPr="00E92F8E">
        <w:t xml:space="preserve">    51</w:t>
      </w:r>
      <w:r w:rsidRPr="00E92F8E">
        <w:tab/>
        <w:t xml:space="preserve">     */</w:t>
      </w:r>
    </w:p>
    <w:p w:rsidR="005A7094" w:rsidRPr="00E92F8E" w:rsidRDefault="005A7094" w:rsidP="005A7094">
      <w:pPr>
        <w:pStyle w:val="PlainText"/>
      </w:pPr>
      <w:r w:rsidRPr="00E92F8E">
        <w:t xml:space="preserve">    52</w:t>
      </w:r>
      <w:r w:rsidRPr="00E92F8E">
        <w:tab/>
        <w:t xml:space="preserve">    file = H5Fcreate (FILE, H5F_ACC_TRUNC, H5P_DEFAULT, H5P_DEFAULT);</w:t>
      </w:r>
    </w:p>
    <w:p w:rsidR="005A7094" w:rsidRPr="00E92F8E" w:rsidRDefault="005A7094" w:rsidP="005A7094">
      <w:pPr>
        <w:pStyle w:val="PlainText"/>
      </w:pPr>
      <w:r w:rsidRPr="00E92F8E">
        <w:t xml:space="preserve">    53</w:t>
      </w:r>
      <w:r w:rsidRPr="00E92F8E">
        <w:tab/>
      </w:r>
    </w:p>
    <w:p w:rsidR="005A7094" w:rsidRPr="00E92F8E" w:rsidRDefault="005A7094" w:rsidP="005A7094">
      <w:pPr>
        <w:pStyle w:val="PlainText"/>
      </w:pPr>
      <w:r w:rsidRPr="00E92F8E">
        <w:t xml:space="preserve">    54</w:t>
      </w:r>
      <w:r w:rsidRPr="00E92F8E">
        <w:tab/>
        <w:t xml:space="preserve">    /*</w:t>
      </w:r>
    </w:p>
    <w:p w:rsidR="005A7094" w:rsidRPr="00E92F8E" w:rsidRDefault="005A7094" w:rsidP="005A7094">
      <w:pPr>
        <w:pStyle w:val="PlainText"/>
      </w:pPr>
      <w:r w:rsidRPr="00E92F8E">
        <w:t xml:space="preserve">    </w:t>
      </w:r>
      <w:proofErr w:type="gramStart"/>
      <w:r w:rsidRPr="00E92F8E">
        <w:t>55</w:t>
      </w:r>
      <w:r w:rsidRPr="00E92F8E">
        <w:tab/>
        <w:t xml:space="preserve">     * Create dataspace.</w:t>
      </w:r>
      <w:proofErr w:type="gramEnd"/>
      <w:r w:rsidRPr="00E92F8E">
        <w:t xml:space="preserve">  Setting maximum size to NULL sets the maximum</w:t>
      </w:r>
    </w:p>
    <w:p w:rsidR="005A7094" w:rsidRPr="00E92F8E" w:rsidRDefault="005A7094" w:rsidP="005A7094">
      <w:pPr>
        <w:pStyle w:val="PlainText"/>
      </w:pPr>
      <w:r w:rsidRPr="00E92F8E">
        <w:t xml:space="preserve">    </w:t>
      </w:r>
      <w:proofErr w:type="gramStart"/>
      <w:r w:rsidRPr="00E92F8E">
        <w:t>56</w:t>
      </w:r>
      <w:r w:rsidRPr="00E92F8E">
        <w:tab/>
        <w:t xml:space="preserve">     * size to be the current size.</w:t>
      </w:r>
      <w:proofErr w:type="gramEnd"/>
    </w:p>
    <w:p w:rsidR="005A7094" w:rsidRPr="00E92F8E" w:rsidRDefault="005A7094" w:rsidP="005A7094">
      <w:pPr>
        <w:pStyle w:val="PlainText"/>
      </w:pPr>
      <w:r w:rsidRPr="00E92F8E">
        <w:lastRenderedPageBreak/>
        <w:t xml:space="preserve">    57</w:t>
      </w:r>
      <w:r w:rsidRPr="00E92F8E">
        <w:tab/>
        <w:t xml:space="preserve">     */</w:t>
      </w:r>
    </w:p>
    <w:p w:rsidR="005A7094" w:rsidRPr="00E92F8E" w:rsidRDefault="005A7094" w:rsidP="005A7094">
      <w:pPr>
        <w:pStyle w:val="PlainText"/>
      </w:pPr>
      <w:r w:rsidRPr="00E92F8E">
        <w:t xml:space="preserve">    58</w:t>
      </w:r>
      <w:r w:rsidRPr="00E92F8E">
        <w:tab/>
        <w:t xml:space="preserve">    space = H5Screate_simple (2, dims, NULL);</w:t>
      </w:r>
    </w:p>
    <w:p w:rsidR="005A7094" w:rsidRPr="00E92F8E" w:rsidRDefault="005A7094" w:rsidP="005A7094">
      <w:pPr>
        <w:pStyle w:val="PlainText"/>
      </w:pPr>
      <w:r w:rsidRPr="00E92F8E">
        <w:t xml:space="preserve">    59</w:t>
      </w:r>
      <w:r w:rsidRPr="00E92F8E">
        <w:tab/>
      </w:r>
    </w:p>
    <w:p w:rsidR="005A7094" w:rsidRPr="00E92F8E" w:rsidRDefault="005A7094" w:rsidP="005A7094">
      <w:pPr>
        <w:pStyle w:val="PlainText"/>
      </w:pPr>
      <w:r w:rsidRPr="00E92F8E">
        <w:t xml:space="preserve">    60</w:t>
      </w:r>
      <w:r w:rsidRPr="00E92F8E">
        <w:tab/>
        <w:t xml:space="preserve">    /*</w:t>
      </w:r>
    </w:p>
    <w:p w:rsidR="005A7094" w:rsidRPr="00E92F8E" w:rsidRDefault="005A7094" w:rsidP="005A7094">
      <w:pPr>
        <w:pStyle w:val="PlainText"/>
      </w:pPr>
      <w:r w:rsidRPr="00E92F8E">
        <w:t xml:space="preserve">    61</w:t>
      </w:r>
      <w:r w:rsidRPr="00E92F8E">
        <w:tab/>
        <w:t xml:space="preserve">     * Create the dataset cre</w:t>
      </w:r>
      <w:r>
        <w:t>ation property list, add the b</w:t>
      </w:r>
      <w:r w:rsidRPr="00E92F8E">
        <w:t>zip</w:t>
      </w:r>
      <w:r>
        <w:t>2</w:t>
      </w:r>
    </w:p>
    <w:p w:rsidR="005A7094" w:rsidRPr="00E92F8E" w:rsidRDefault="005A7094" w:rsidP="005A7094">
      <w:pPr>
        <w:pStyle w:val="PlainText"/>
      </w:pPr>
      <w:r w:rsidRPr="00E92F8E">
        <w:t xml:space="preserve">    62</w:t>
      </w:r>
      <w:r w:rsidRPr="00E92F8E">
        <w:tab/>
        <w:t xml:space="preserve">     * compression filter and set the chunk size.</w:t>
      </w:r>
    </w:p>
    <w:p w:rsidR="005A7094" w:rsidRPr="00E92F8E" w:rsidRDefault="005A7094" w:rsidP="005A7094">
      <w:pPr>
        <w:pStyle w:val="PlainText"/>
      </w:pPr>
      <w:r w:rsidRPr="00E92F8E">
        <w:t xml:space="preserve">    63</w:t>
      </w:r>
      <w:r w:rsidRPr="00E92F8E">
        <w:tab/>
        <w:t xml:space="preserve">     */</w:t>
      </w:r>
    </w:p>
    <w:p w:rsidR="005A7094" w:rsidRPr="00E92F8E" w:rsidRDefault="005A7094" w:rsidP="005A7094">
      <w:pPr>
        <w:pStyle w:val="PlainText"/>
      </w:pPr>
      <w:r w:rsidRPr="00E92F8E">
        <w:t xml:space="preserve">    64</w:t>
      </w:r>
      <w:r w:rsidRPr="00E92F8E">
        <w:tab/>
        <w:t xml:space="preserve">    dcpl = H5Pcreate (H5P_DATASET_CREATE);</w:t>
      </w:r>
    </w:p>
    <w:p w:rsidR="005A7094" w:rsidRDefault="005A7094" w:rsidP="005A7094">
      <w:pPr>
        <w:pStyle w:val="PlainText"/>
      </w:pPr>
      <w:r w:rsidRPr="00E92F8E">
        <w:t xml:space="preserve">    65</w:t>
      </w:r>
      <w:r w:rsidRPr="00E92F8E">
        <w:tab/>
        <w:t xml:space="preserve">    status = H5Pset_filter (dcpl, H5Z_FILTER_BZIP2, H5Z_FLAG_MANDATORY,</w:t>
      </w:r>
    </w:p>
    <w:p w:rsidR="005A7094" w:rsidRPr="00E92F8E" w:rsidRDefault="005A7094" w:rsidP="005A7094">
      <w:pPr>
        <w:pStyle w:val="PlainText"/>
      </w:pPr>
      <w:r>
        <w:t xml:space="preserve">                  </w:t>
      </w:r>
      <w:r w:rsidRPr="00E92F8E">
        <w:t xml:space="preserve"> </w:t>
      </w:r>
      <w:r>
        <w:t xml:space="preserve">               </w:t>
      </w:r>
      <w:r w:rsidRPr="00E92F8E">
        <w:t>(size_t</w:t>
      </w:r>
      <w:proofErr w:type="gramStart"/>
      <w:r w:rsidRPr="00E92F8E">
        <w:t>)</w:t>
      </w:r>
      <w:r>
        <w:t>6</w:t>
      </w:r>
      <w:proofErr w:type="gramEnd"/>
      <w:r w:rsidRPr="00E92F8E">
        <w:t>, cd_values);</w:t>
      </w:r>
    </w:p>
    <w:p w:rsidR="005A7094" w:rsidRPr="00E92F8E" w:rsidRDefault="005A7094" w:rsidP="005A7094">
      <w:pPr>
        <w:pStyle w:val="PlainText"/>
      </w:pPr>
      <w:r w:rsidRPr="00E92F8E">
        <w:t xml:space="preserve">    66</w:t>
      </w:r>
      <w:r w:rsidRPr="00E92F8E">
        <w:tab/>
      </w:r>
    </w:p>
    <w:p w:rsidR="005A7094" w:rsidRPr="00E92F8E" w:rsidRDefault="005A7094" w:rsidP="005A7094">
      <w:pPr>
        <w:pStyle w:val="PlainText"/>
      </w:pPr>
      <w:r w:rsidRPr="00E92F8E">
        <w:t xml:space="preserve">    67</w:t>
      </w:r>
      <w:r w:rsidRPr="00E92F8E">
        <w:tab/>
        <w:t xml:space="preserve">    /* </w:t>
      </w:r>
    </w:p>
    <w:p w:rsidR="005A7094" w:rsidRPr="00E92F8E" w:rsidRDefault="005A7094" w:rsidP="005A7094">
      <w:pPr>
        <w:pStyle w:val="PlainText"/>
      </w:pPr>
      <w:r w:rsidRPr="00E92F8E">
        <w:t xml:space="preserve">    68</w:t>
      </w:r>
      <w:r w:rsidRPr="00E92F8E">
        <w:tab/>
        <w:t xml:space="preserve">     * Check that filter is registered with the library now.</w:t>
      </w:r>
    </w:p>
    <w:p w:rsidR="005A7094" w:rsidRPr="00E92F8E" w:rsidRDefault="005A7094" w:rsidP="005A7094">
      <w:pPr>
        <w:pStyle w:val="PlainText"/>
      </w:pPr>
      <w:r w:rsidRPr="00E92F8E">
        <w:t xml:space="preserve">    69</w:t>
      </w:r>
      <w:r w:rsidRPr="00E92F8E">
        <w:tab/>
        <w:t xml:space="preserve">     * If it is registered, retrieve filter's configuration. </w:t>
      </w:r>
    </w:p>
    <w:p w:rsidR="005A7094" w:rsidRPr="00E92F8E" w:rsidRDefault="005A7094" w:rsidP="005A7094">
      <w:pPr>
        <w:pStyle w:val="PlainText"/>
      </w:pPr>
      <w:r w:rsidRPr="00E92F8E">
        <w:t xml:space="preserve">    70</w:t>
      </w:r>
      <w:r w:rsidRPr="00E92F8E">
        <w:tab/>
        <w:t xml:space="preserve">     */</w:t>
      </w:r>
    </w:p>
    <w:p w:rsidR="005A7094" w:rsidRPr="00E92F8E" w:rsidRDefault="005A7094" w:rsidP="005A7094">
      <w:pPr>
        <w:pStyle w:val="PlainText"/>
      </w:pPr>
      <w:r w:rsidRPr="00E92F8E">
        <w:t xml:space="preserve">    71</w:t>
      </w:r>
      <w:r w:rsidRPr="00E92F8E">
        <w:tab/>
        <w:t xml:space="preserve">     avail = H5Zfilter_</w:t>
      </w:r>
      <w:proofErr w:type="gramStart"/>
      <w:r w:rsidRPr="00E92F8E">
        <w:t>avail(</w:t>
      </w:r>
      <w:proofErr w:type="gramEnd"/>
      <w:r w:rsidRPr="00E92F8E">
        <w:t>H5Z_FILTER_BZIP2);</w:t>
      </w:r>
    </w:p>
    <w:p w:rsidR="005A7094" w:rsidRPr="00E92F8E" w:rsidRDefault="005A7094" w:rsidP="005A7094">
      <w:pPr>
        <w:pStyle w:val="PlainText"/>
      </w:pPr>
      <w:r w:rsidRPr="00E92F8E">
        <w:t xml:space="preserve">    72</w:t>
      </w:r>
      <w:r w:rsidRPr="00E92F8E">
        <w:tab/>
        <w:t xml:space="preserve">    if (avail) {</w:t>
      </w:r>
    </w:p>
    <w:p w:rsidR="005A7094" w:rsidRPr="00E92F8E" w:rsidRDefault="005A7094" w:rsidP="005A7094">
      <w:pPr>
        <w:pStyle w:val="PlainText"/>
      </w:pPr>
      <w:r w:rsidRPr="00E92F8E">
        <w:t xml:space="preserve">    73</w:t>
      </w:r>
      <w:r w:rsidRPr="00E92F8E">
        <w:tab/>
        <w:t xml:space="preserve">        status = H5Zget_filter_info (H5Z_FILTER_BZIP2, &amp;</w:t>
      </w:r>
      <w:proofErr w:type="spellStart"/>
      <w:r w:rsidRPr="00E92F8E">
        <w:t>filter_config</w:t>
      </w:r>
      <w:proofErr w:type="spellEnd"/>
      <w:r w:rsidRPr="00E92F8E">
        <w:t>);</w:t>
      </w:r>
    </w:p>
    <w:p w:rsidR="005A7094" w:rsidRPr="00E92F8E" w:rsidRDefault="005A7094" w:rsidP="005A7094">
      <w:pPr>
        <w:pStyle w:val="PlainText"/>
      </w:pPr>
      <w:r w:rsidRPr="00E92F8E">
        <w:t xml:space="preserve">    74</w:t>
      </w:r>
      <w:r w:rsidRPr="00E92F8E">
        <w:tab/>
        <w:t xml:space="preserve">        if </w:t>
      </w:r>
      <w:proofErr w:type="gramStart"/>
      <w:r w:rsidRPr="00E92F8E">
        <w:t>( (</w:t>
      </w:r>
      <w:proofErr w:type="spellStart"/>
      <w:proofErr w:type="gramEnd"/>
      <w:r w:rsidRPr="00E92F8E">
        <w:t>filter_config</w:t>
      </w:r>
      <w:proofErr w:type="spellEnd"/>
      <w:r w:rsidRPr="00E92F8E">
        <w:t xml:space="preserve"> &amp; H5Z_FILTER_CONFIG_ENCODE_ENABLED) &amp;&amp; </w:t>
      </w:r>
    </w:p>
    <w:p w:rsidR="005A7094" w:rsidRPr="00E92F8E" w:rsidRDefault="005A7094" w:rsidP="005A7094">
      <w:pPr>
        <w:pStyle w:val="PlainText"/>
      </w:pPr>
      <w:r w:rsidRPr="00E92F8E">
        <w:t xml:space="preserve">    75</w:t>
      </w:r>
      <w:r w:rsidRPr="00E92F8E">
        <w:tab/>
        <w:t xml:space="preserve">                (</w:t>
      </w:r>
      <w:proofErr w:type="spellStart"/>
      <w:r w:rsidRPr="00E92F8E">
        <w:t>filter_config</w:t>
      </w:r>
      <w:proofErr w:type="spellEnd"/>
      <w:r w:rsidRPr="00E92F8E">
        <w:t xml:space="preserve"> &amp; H5Z_FILTER_CONFIG_DECODE_ENABLED</w:t>
      </w:r>
      <w:proofErr w:type="gramStart"/>
      <w:r w:rsidRPr="00E92F8E">
        <w:t>) )</w:t>
      </w:r>
      <w:proofErr w:type="gramEnd"/>
      <w:r w:rsidRPr="00E92F8E">
        <w:t xml:space="preserve"> </w:t>
      </w:r>
    </w:p>
    <w:p w:rsidR="005A7094" w:rsidRPr="00E92F8E" w:rsidRDefault="005A7094" w:rsidP="005A7094">
      <w:pPr>
        <w:pStyle w:val="PlainText"/>
      </w:pPr>
      <w:r w:rsidRPr="00E92F8E">
        <w:t xml:space="preserve">    76</w:t>
      </w:r>
      <w:r w:rsidRPr="00E92F8E">
        <w:tab/>
        <w:t xml:space="preserve">            </w:t>
      </w:r>
      <w:proofErr w:type="spellStart"/>
      <w:r w:rsidRPr="00E92F8E">
        <w:t>printf</w:t>
      </w:r>
      <w:proofErr w:type="spellEnd"/>
      <w:r w:rsidRPr="00E92F8E">
        <w:t xml:space="preserve"> ("bzip2 filter is available for encoding and decoding.\n");</w:t>
      </w:r>
    </w:p>
    <w:p w:rsidR="005A7094" w:rsidRPr="00E92F8E" w:rsidRDefault="005A7094" w:rsidP="005A7094">
      <w:pPr>
        <w:pStyle w:val="PlainText"/>
      </w:pPr>
      <w:r w:rsidRPr="00E92F8E">
        <w:t xml:space="preserve">    77</w:t>
      </w:r>
      <w:r w:rsidRPr="00E92F8E">
        <w:tab/>
        <w:t xml:space="preserve">    }     </w:t>
      </w:r>
    </w:p>
    <w:p w:rsidR="005A7094" w:rsidRPr="00E92F8E" w:rsidRDefault="005A7094" w:rsidP="005A7094">
      <w:pPr>
        <w:pStyle w:val="PlainText"/>
      </w:pPr>
      <w:r w:rsidRPr="00E92F8E">
        <w:t xml:space="preserve">    78</w:t>
      </w:r>
      <w:r w:rsidRPr="00E92F8E">
        <w:tab/>
        <w:t xml:space="preserve">    status = H5Pset_chunk (dcpl, 2, chunk);</w:t>
      </w:r>
    </w:p>
    <w:p w:rsidR="005A7094" w:rsidRPr="00E92F8E" w:rsidRDefault="005A7094" w:rsidP="005A7094">
      <w:pPr>
        <w:pStyle w:val="PlainText"/>
      </w:pPr>
      <w:r w:rsidRPr="00E92F8E">
        <w:t xml:space="preserve">    79</w:t>
      </w:r>
      <w:r w:rsidRPr="00E92F8E">
        <w:tab/>
      </w:r>
    </w:p>
    <w:p w:rsidR="005A7094" w:rsidRPr="00E92F8E" w:rsidRDefault="005A7094" w:rsidP="005A7094">
      <w:pPr>
        <w:pStyle w:val="PlainText"/>
      </w:pPr>
      <w:r w:rsidRPr="00E92F8E">
        <w:t xml:space="preserve">    80</w:t>
      </w:r>
      <w:r w:rsidRPr="00E92F8E">
        <w:tab/>
        <w:t xml:space="preserve">    /*</w:t>
      </w:r>
    </w:p>
    <w:p w:rsidR="005A7094" w:rsidRPr="00E92F8E" w:rsidRDefault="005A7094" w:rsidP="005A7094">
      <w:pPr>
        <w:pStyle w:val="PlainText"/>
      </w:pPr>
      <w:r w:rsidRPr="00E92F8E">
        <w:t xml:space="preserve">    81</w:t>
      </w:r>
      <w:r w:rsidRPr="00E92F8E">
        <w:tab/>
        <w:t xml:space="preserve">     * Create the dataset.</w:t>
      </w:r>
    </w:p>
    <w:p w:rsidR="005A7094" w:rsidRPr="00E92F8E" w:rsidRDefault="005A7094" w:rsidP="005A7094">
      <w:pPr>
        <w:pStyle w:val="PlainText"/>
      </w:pPr>
      <w:r w:rsidRPr="00E92F8E">
        <w:t xml:space="preserve">    82</w:t>
      </w:r>
      <w:r w:rsidRPr="00E92F8E">
        <w:tab/>
        <w:t xml:space="preserve">     */</w:t>
      </w:r>
    </w:p>
    <w:p w:rsidR="005A7094" w:rsidRPr="00E92F8E" w:rsidRDefault="005A7094" w:rsidP="005A7094">
      <w:pPr>
        <w:pStyle w:val="PlainText"/>
      </w:pPr>
      <w:r w:rsidRPr="00E92F8E">
        <w:t xml:space="preserve">    83</w:t>
      </w:r>
      <w:r w:rsidRPr="00E92F8E">
        <w:tab/>
        <w:t xml:space="preserve">    </w:t>
      </w:r>
      <w:proofErr w:type="spellStart"/>
      <w:r w:rsidRPr="00E92F8E">
        <w:t>printf</w:t>
      </w:r>
      <w:proofErr w:type="spellEnd"/>
      <w:r w:rsidRPr="00E92F8E">
        <w:t xml:space="preserve"> ("....Writing bzip2 compressed data ................\n");</w:t>
      </w:r>
    </w:p>
    <w:p w:rsidR="005A7094" w:rsidRPr="00E92F8E" w:rsidRDefault="005A7094" w:rsidP="005A7094">
      <w:pPr>
        <w:pStyle w:val="PlainText"/>
      </w:pPr>
      <w:r w:rsidRPr="00E92F8E">
        <w:t xml:space="preserve">    84</w:t>
      </w:r>
      <w:r w:rsidRPr="00E92F8E">
        <w:tab/>
        <w:t xml:space="preserve">    dset = H5Dcreate (file, DATASET, H5T_STD_I32LE, space, H5P_DEFAULT, dcpl,</w:t>
      </w:r>
    </w:p>
    <w:p w:rsidR="005A7094" w:rsidRPr="00E92F8E" w:rsidRDefault="005A7094" w:rsidP="005A7094">
      <w:pPr>
        <w:pStyle w:val="PlainText"/>
      </w:pPr>
      <w:r w:rsidRPr="00E92F8E">
        <w:t xml:space="preserve">    85</w:t>
      </w:r>
      <w:r w:rsidRPr="00E92F8E">
        <w:tab/>
        <w:t xml:space="preserve">                </w:t>
      </w:r>
      <w:r>
        <w:t xml:space="preserve">      </w:t>
      </w:r>
      <w:r w:rsidRPr="00E92F8E">
        <w:t>H5P_DEFAULT);</w:t>
      </w:r>
    </w:p>
    <w:p w:rsidR="005A7094" w:rsidRPr="00E92F8E" w:rsidRDefault="005A7094" w:rsidP="005A7094">
      <w:pPr>
        <w:pStyle w:val="PlainText"/>
      </w:pPr>
      <w:r w:rsidRPr="00E92F8E">
        <w:t xml:space="preserve">    86</w:t>
      </w:r>
      <w:r w:rsidRPr="00E92F8E">
        <w:tab/>
      </w:r>
    </w:p>
    <w:p w:rsidR="005A7094" w:rsidRPr="00E92F8E" w:rsidRDefault="005A7094" w:rsidP="005A7094">
      <w:pPr>
        <w:pStyle w:val="PlainText"/>
      </w:pPr>
      <w:r w:rsidRPr="00E92F8E">
        <w:t xml:space="preserve">    87</w:t>
      </w:r>
      <w:r w:rsidRPr="00E92F8E">
        <w:tab/>
        <w:t xml:space="preserve">    /*</w:t>
      </w:r>
    </w:p>
    <w:p w:rsidR="005A7094" w:rsidRPr="00E92F8E" w:rsidRDefault="005A7094" w:rsidP="005A7094">
      <w:pPr>
        <w:pStyle w:val="PlainText"/>
      </w:pPr>
      <w:r w:rsidRPr="00E92F8E">
        <w:t xml:space="preserve">    88</w:t>
      </w:r>
      <w:r w:rsidRPr="00E92F8E">
        <w:tab/>
        <w:t xml:space="preserve">     * Write the data to the dataset.</w:t>
      </w:r>
    </w:p>
    <w:p w:rsidR="005A7094" w:rsidRPr="00E92F8E" w:rsidRDefault="005A7094" w:rsidP="005A7094">
      <w:pPr>
        <w:pStyle w:val="PlainText"/>
      </w:pPr>
      <w:r w:rsidRPr="00E92F8E">
        <w:t xml:space="preserve">    89</w:t>
      </w:r>
      <w:r w:rsidRPr="00E92F8E">
        <w:tab/>
        <w:t xml:space="preserve">     */</w:t>
      </w:r>
    </w:p>
    <w:p w:rsidR="005A7094" w:rsidRPr="00E92F8E" w:rsidRDefault="005A7094" w:rsidP="005A7094">
      <w:pPr>
        <w:pStyle w:val="PlainText"/>
      </w:pPr>
      <w:r w:rsidRPr="00E92F8E">
        <w:t xml:space="preserve">    90</w:t>
      </w:r>
      <w:r w:rsidRPr="00E92F8E">
        <w:tab/>
        <w:t xml:space="preserve">    status = H5Dwrite (dset, H5T_NATIVE_INT, H5S_ALL, H5S_ALL, H5P_DEFAULT,</w:t>
      </w:r>
    </w:p>
    <w:p w:rsidR="005A7094" w:rsidRPr="00E92F8E" w:rsidRDefault="005A7094" w:rsidP="005A7094">
      <w:pPr>
        <w:pStyle w:val="PlainText"/>
      </w:pPr>
      <w:r w:rsidRPr="00E92F8E">
        <w:t xml:space="preserve">    91</w:t>
      </w:r>
      <w:r w:rsidRPr="00E92F8E">
        <w:tab/>
        <w:t xml:space="preserve">                </w:t>
      </w:r>
      <w:r>
        <w:t xml:space="preserve">       </w:t>
      </w:r>
      <w:proofErr w:type="gramStart"/>
      <w:r w:rsidRPr="00E92F8E">
        <w:t>wdata[</w:t>
      </w:r>
      <w:proofErr w:type="gramEnd"/>
      <w:r w:rsidRPr="00E92F8E">
        <w:t>0]);</w:t>
      </w:r>
    </w:p>
    <w:p w:rsidR="005A7094" w:rsidRPr="00E92F8E" w:rsidRDefault="005A7094" w:rsidP="005A7094">
      <w:pPr>
        <w:pStyle w:val="PlainText"/>
      </w:pPr>
      <w:r w:rsidRPr="00E92F8E">
        <w:t xml:space="preserve">    92</w:t>
      </w:r>
      <w:r w:rsidRPr="00E92F8E">
        <w:tab/>
      </w:r>
    </w:p>
    <w:p w:rsidR="005A7094" w:rsidRPr="00E92F8E" w:rsidRDefault="005A7094" w:rsidP="005A7094">
      <w:pPr>
        <w:pStyle w:val="PlainText"/>
      </w:pPr>
      <w:r w:rsidRPr="00E92F8E">
        <w:t xml:space="preserve">    93</w:t>
      </w:r>
      <w:r w:rsidRPr="00E92F8E">
        <w:tab/>
        <w:t xml:space="preserve">    /*</w:t>
      </w:r>
    </w:p>
    <w:p w:rsidR="005A7094" w:rsidRPr="00E92F8E" w:rsidRDefault="005A7094" w:rsidP="005A7094">
      <w:pPr>
        <w:pStyle w:val="PlainText"/>
      </w:pPr>
      <w:r w:rsidRPr="00E92F8E">
        <w:t xml:space="preserve">    94</w:t>
      </w:r>
      <w:r w:rsidRPr="00E92F8E">
        <w:tab/>
        <w:t xml:space="preserve">     * Close and release resources.</w:t>
      </w:r>
    </w:p>
    <w:p w:rsidR="005A7094" w:rsidRPr="00E92F8E" w:rsidRDefault="005A7094" w:rsidP="005A7094">
      <w:pPr>
        <w:pStyle w:val="PlainText"/>
      </w:pPr>
      <w:r w:rsidRPr="00E92F8E">
        <w:t xml:space="preserve">    95</w:t>
      </w:r>
      <w:r w:rsidRPr="00E92F8E">
        <w:tab/>
        <w:t xml:space="preserve">     */</w:t>
      </w:r>
    </w:p>
    <w:p w:rsidR="005A7094" w:rsidRPr="00E92F8E" w:rsidRDefault="005A7094" w:rsidP="005A7094">
      <w:pPr>
        <w:pStyle w:val="PlainText"/>
      </w:pPr>
      <w:r w:rsidRPr="00E92F8E">
        <w:t xml:space="preserve">    96</w:t>
      </w:r>
      <w:r w:rsidRPr="00E92F8E">
        <w:tab/>
        <w:t xml:space="preserve">    status = H5Pclose (dcpl);</w:t>
      </w:r>
    </w:p>
    <w:p w:rsidR="005A7094" w:rsidRPr="00E92F8E" w:rsidRDefault="005A7094" w:rsidP="005A7094">
      <w:pPr>
        <w:pStyle w:val="PlainText"/>
      </w:pPr>
      <w:r w:rsidRPr="00E92F8E">
        <w:t xml:space="preserve">    97</w:t>
      </w:r>
      <w:r w:rsidRPr="00E92F8E">
        <w:tab/>
        <w:t xml:space="preserve">    status = H5Dclose (dset);</w:t>
      </w:r>
    </w:p>
    <w:p w:rsidR="005A7094" w:rsidRPr="00E92F8E" w:rsidRDefault="005A7094" w:rsidP="005A7094">
      <w:pPr>
        <w:pStyle w:val="PlainText"/>
      </w:pPr>
      <w:r w:rsidRPr="00E92F8E">
        <w:t xml:space="preserve">    98</w:t>
      </w:r>
      <w:r w:rsidRPr="00E92F8E">
        <w:tab/>
        <w:t xml:space="preserve">    status = H5Sclose (space);</w:t>
      </w:r>
    </w:p>
    <w:p w:rsidR="005A7094" w:rsidRPr="00E92F8E" w:rsidRDefault="005A7094" w:rsidP="005A7094">
      <w:pPr>
        <w:pStyle w:val="PlainText"/>
      </w:pPr>
      <w:r w:rsidRPr="00E92F8E">
        <w:t xml:space="preserve">    99</w:t>
      </w:r>
      <w:r w:rsidRPr="00E92F8E">
        <w:tab/>
        <w:t xml:space="preserve">    status = H5Fclose (file);</w:t>
      </w:r>
    </w:p>
    <w:p w:rsidR="005A7094" w:rsidRPr="00E92F8E" w:rsidRDefault="005A7094" w:rsidP="005A7094">
      <w:pPr>
        <w:pStyle w:val="PlainText"/>
      </w:pPr>
      <w:r w:rsidRPr="00E92F8E">
        <w:t xml:space="preserve">   100</w:t>
      </w:r>
      <w:r w:rsidRPr="00E92F8E">
        <w:tab/>
        <w:t xml:space="preserve">    status - </w:t>
      </w:r>
      <w:proofErr w:type="gramStart"/>
      <w:r w:rsidRPr="00E92F8E">
        <w:t>H5close(</w:t>
      </w:r>
      <w:proofErr w:type="gramEnd"/>
      <w:r w:rsidRPr="00E92F8E">
        <w:t>);</w:t>
      </w:r>
    </w:p>
    <w:p w:rsidR="005A7094" w:rsidRPr="00E92F8E" w:rsidRDefault="005A7094" w:rsidP="005A7094">
      <w:pPr>
        <w:pStyle w:val="PlainText"/>
      </w:pPr>
      <w:r w:rsidRPr="00E92F8E">
        <w:t xml:space="preserve">   101</w:t>
      </w:r>
      <w:r w:rsidRPr="00E92F8E">
        <w:tab/>
      </w:r>
    </w:p>
    <w:p w:rsidR="005A7094" w:rsidRPr="00E92F8E" w:rsidRDefault="005A7094" w:rsidP="005A7094">
      <w:pPr>
        <w:pStyle w:val="PlainText"/>
      </w:pPr>
      <w:r w:rsidRPr="00E92F8E">
        <w:t xml:space="preserve">   102</w:t>
      </w:r>
      <w:r w:rsidRPr="00E92F8E">
        <w:tab/>
      </w:r>
    </w:p>
    <w:p w:rsidR="005A7094" w:rsidRPr="00E92F8E" w:rsidRDefault="005A7094" w:rsidP="005A7094">
      <w:pPr>
        <w:pStyle w:val="PlainText"/>
      </w:pPr>
      <w:r w:rsidRPr="00E92F8E">
        <w:t xml:space="preserve">   103</w:t>
      </w:r>
      <w:r w:rsidRPr="00E92F8E">
        <w:tab/>
        <w:t xml:space="preserve">    </w:t>
      </w:r>
      <w:proofErr w:type="spellStart"/>
      <w:r w:rsidRPr="00E92F8E">
        <w:t>printf</w:t>
      </w:r>
      <w:proofErr w:type="spellEnd"/>
      <w:r w:rsidRPr="00E92F8E">
        <w:t xml:space="preserve"> ("....Close the file and reopen for reading ........\n");</w:t>
      </w:r>
    </w:p>
    <w:p w:rsidR="005A7094" w:rsidRPr="00E92F8E" w:rsidRDefault="005A7094" w:rsidP="005A7094">
      <w:pPr>
        <w:pStyle w:val="PlainText"/>
      </w:pPr>
      <w:r w:rsidRPr="00E92F8E">
        <w:t xml:space="preserve">   104</w:t>
      </w:r>
      <w:r w:rsidRPr="00E92F8E">
        <w:tab/>
        <w:t xml:space="preserve">    /*</w:t>
      </w:r>
    </w:p>
    <w:p w:rsidR="005A7094" w:rsidRPr="00E92F8E" w:rsidRDefault="005A7094" w:rsidP="005A7094">
      <w:pPr>
        <w:pStyle w:val="PlainText"/>
      </w:pPr>
      <w:r w:rsidRPr="00E92F8E">
        <w:t xml:space="preserve">   105</w:t>
      </w:r>
      <w:r w:rsidRPr="00E92F8E">
        <w:tab/>
        <w:t xml:space="preserve">     * Now we begin the read section of this example.</w:t>
      </w:r>
    </w:p>
    <w:p w:rsidR="005A7094" w:rsidRPr="00E92F8E" w:rsidRDefault="005A7094" w:rsidP="005A7094">
      <w:pPr>
        <w:pStyle w:val="PlainText"/>
      </w:pPr>
      <w:r w:rsidRPr="00E92F8E">
        <w:t xml:space="preserve">   106</w:t>
      </w:r>
      <w:r w:rsidRPr="00E92F8E">
        <w:tab/>
        <w:t xml:space="preserve">     */</w:t>
      </w:r>
    </w:p>
    <w:p w:rsidR="005A7094" w:rsidRPr="00E92F8E" w:rsidRDefault="005A7094" w:rsidP="005A7094">
      <w:pPr>
        <w:pStyle w:val="PlainText"/>
      </w:pPr>
      <w:r w:rsidRPr="00E92F8E">
        <w:t xml:space="preserve">   107</w:t>
      </w:r>
      <w:r w:rsidRPr="00E92F8E">
        <w:tab/>
      </w:r>
    </w:p>
    <w:p w:rsidR="005A7094" w:rsidRPr="00E92F8E" w:rsidRDefault="005A7094" w:rsidP="005A7094">
      <w:pPr>
        <w:pStyle w:val="PlainText"/>
      </w:pPr>
      <w:r w:rsidRPr="00E92F8E">
        <w:t xml:space="preserve">   108</w:t>
      </w:r>
      <w:r w:rsidRPr="00E92F8E">
        <w:tab/>
        <w:t xml:space="preserve">    /*</w:t>
      </w:r>
    </w:p>
    <w:p w:rsidR="005A7094" w:rsidRPr="00E92F8E" w:rsidRDefault="005A7094" w:rsidP="005A7094">
      <w:pPr>
        <w:pStyle w:val="PlainText"/>
      </w:pPr>
      <w:r w:rsidRPr="00E92F8E">
        <w:t xml:space="preserve">   109</w:t>
      </w:r>
      <w:r w:rsidRPr="00E92F8E">
        <w:tab/>
        <w:t xml:space="preserve">     * Open file and dataset using the default properties.</w:t>
      </w:r>
    </w:p>
    <w:p w:rsidR="005A7094" w:rsidRPr="00E92F8E" w:rsidRDefault="005A7094" w:rsidP="005A7094">
      <w:pPr>
        <w:pStyle w:val="PlainText"/>
      </w:pPr>
      <w:r w:rsidRPr="00E92F8E">
        <w:t xml:space="preserve">   110</w:t>
      </w:r>
      <w:r w:rsidRPr="00E92F8E">
        <w:tab/>
        <w:t xml:space="preserve">     */</w:t>
      </w:r>
    </w:p>
    <w:p w:rsidR="005A7094" w:rsidRPr="00E92F8E" w:rsidRDefault="005A7094" w:rsidP="005A7094">
      <w:pPr>
        <w:pStyle w:val="PlainText"/>
      </w:pPr>
      <w:r w:rsidRPr="00E92F8E">
        <w:t xml:space="preserve">   111</w:t>
      </w:r>
      <w:r w:rsidRPr="00E92F8E">
        <w:tab/>
        <w:t xml:space="preserve">    file = H5Fopen (FILE, H5F_ACC_RDONLY, H5P_DEFAULT);</w:t>
      </w:r>
    </w:p>
    <w:p w:rsidR="005A7094" w:rsidRPr="00E92F8E" w:rsidRDefault="005A7094" w:rsidP="005A7094">
      <w:pPr>
        <w:pStyle w:val="PlainText"/>
      </w:pPr>
      <w:r w:rsidRPr="00E92F8E">
        <w:t xml:space="preserve">   112</w:t>
      </w:r>
      <w:r w:rsidRPr="00E92F8E">
        <w:tab/>
        <w:t xml:space="preserve">    dset = H5Dopen (file, DATASET, H5P_DEFAULT);</w:t>
      </w:r>
    </w:p>
    <w:p w:rsidR="005A7094" w:rsidRPr="00E92F8E" w:rsidRDefault="005A7094" w:rsidP="005A7094">
      <w:pPr>
        <w:pStyle w:val="PlainText"/>
      </w:pPr>
      <w:r w:rsidRPr="00E92F8E">
        <w:t xml:space="preserve">   113</w:t>
      </w:r>
      <w:r w:rsidRPr="00E92F8E">
        <w:tab/>
      </w:r>
    </w:p>
    <w:p w:rsidR="005A7094" w:rsidRPr="00E92F8E" w:rsidRDefault="005A7094" w:rsidP="005A7094">
      <w:pPr>
        <w:pStyle w:val="PlainText"/>
      </w:pPr>
      <w:r w:rsidRPr="00E92F8E">
        <w:t xml:space="preserve">   114</w:t>
      </w:r>
      <w:r w:rsidRPr="00E92F8E">
        <w:tab/>
        <w:t xml:space="preserve">    /*</w:t>
      </w:r>
    </w:p>
    <w:p w:rsidR="005A7094" w:rsidRPr="00E92F8E" w:rsidRDefault="005A7094" w:rsidP="005A7094">
      <w:pPr>
        <w:pStyle w:val="PlainText"/>
      </w:pPr>
      <w:r w:rsidRPr="00E92F8E">
        <w:t xml:space="preserve">   </w:t>
      </w:r>
      <w:proofErr w:type="gramStart"/>
      <w:r w:rsidRPr="00E92F8E">
        <w:t>115</w:t>
      </w:r>
      <w:r w:rsidRPr="00E92F8E">
        <w:tab/>
        <w:t xml:space="preserve">     * Retrieve dataset creation property list.</w:t>
      </w:r>
      <w:proofErr w:type="gramEnd"/>
    </w:p>
    <w:p w:rsidR="005A7094" w:rsidRPr="00E92F8E" w:rsidRDefault="005A7094" w:rsidP="005A7094">
      <w:pPr>
        <w:pStyle w:val="PlainText"/>
      </w:pPr>
      <w:r w:rsidRPr="00E92F8E">
        <w:t xml:space="preserve">   116</w:t>
      </w:r>
      <w:r w:rsidRPr="00E92F8E">
        <w:tab/>
        <w:t xml:space="preserve">     */</w:t>
      </w:r>
    </w:p>
    <w:p w:rsidR="005A7094" w:rsidRPr="00E92F8E" w:rsidRDefault="005A7094" w:rsidP="005A7094">
      <w:pPr>
        <w:pStyle w:val="PlainText"/>
      </w:pPr>
      <w:r w:rsidRPr="00E92F8E">
        <w:t xml:space="preserve">   117</w:t>
      </w:r>
      <w:r w:rsidRPr="00E92F8E">
        <w:tab/>
        <w:t xml:space="preserve">    dcpl = H5Dget_create_plist (dset);</w:t>
      </w:r>
    </w:p>
    <w:p w:rsidR="005A7094" w:rsidRPr="00E92F8E" w:rsidRDefault="005A7094" w:rsidP="005A7094">
      <w:pPr>
        <w:pStyle w:val="PlainText"/>
      </w:pPr>
      <w:r w:rsidRPr="00E92F8E">
        <w:t xml:space="preserve">   118</w:t>
      </w:r>
      <w:r w:rsidRPr="00E92F8E">
        <w:tab/>
      </w:r>
    </w:p>
    <w:p w:rsidR="005A7094" w:rsidRPr="00E92F8E" w:rsidRDefault="005A7094" w:rsidP="005A7094">
      <w:pPr>
        <w:pStyle w:val="PlainText"/>
      </w:pPr>
      <w:r w:rsidRPr="00E92F8E">
        <w:lastRenderedPageBreak/>
        <w:t xml:space="preserve">   119</w:t>
      </w:r>
      <w:r w:rsidRPr="00E92F8E">
        <w:tab/>
        <w:t xml:space="preserve">    /*</w:t>
      </w:r>
    </w:p>
    <w:p w:rsidR="005A7094" w:rsidRPr="00E92F8E" w:rsidRDefault="005A7094" w:rsidP="005A7094">
      <w:pPr>
        <w:pStyle w:val="PlainText"/>
      </w:pPr>
      <w:r w:rsidRPr="00E92F8E">
        <w:t xml:space="preserve">   120</w:t>
      </w:r>
      <w:r w:rsidRPr="00E92F8E">
        <w:tab/>
        <w:t xml:space="preserve">     * Retrieve and print the filter id, compression level and filter's name for bzip2.</w:t>
      </w:r>
    </w:p>
    <w:p w:rsidR="005A7094" w:rsidRPr="00E92F8E" w:rsidRDefault="005A7094" w:rsidP="005A7094">
      <w:pPr>
        <w:pStyle w:val="PlainText"/>
      </w:pPr>
      <w:r w:rsidRPr="00E92F8E">
        <w:t xml:space="preserve">   121</w:t>
      </w:r>
      <w:r w:rsidRPr="00E92F8E">
        <w:tab/>
        <w:t xml:space="preserve">     */</w:t>
      </w:r>
    </w:p>
    <w:p w:rsidR="005A7094" w:rsidRDefault="005A7094" w:rsidP="005A7094">
      <w:pPr>
        <w:pStyle w:val="PlainText"/>
      </w:pPr>
      <w:r w:rsidRPr="00E92F8E">
        <w:t xml:space="preserve">   122</w:t>
      </w:r>
      <w:r w:rsidRPr="00E92F8E">
        <w:tab/>
        <w:t xml:space="preserve">    </w:t>
      </w:r>
      <w:proofErr w:type="spellStart"/>
      <w:r w:rsidRPr="00E92F8E">
        <w:t>filter_id</w:t>
      </w:r>
      <w:proofErr w:type="spellEnd"/>
      <w:r w:rsidRPr="00E92F8E">
        <w:t xml:space="preserve"> = H5Pget_filter2 (</w:t>
      </w:r>
      <w:proofErr w:type="spellStart"/>
      <w:r w:rsidRPr="00E92F8E">
        <w:t>dcpl</w:t>
      </w:r>
      <w:proofErr w:type="spellEnd"/>
      <w:r w:rsidRPr="00E92F8E">
        <w:t>, (unsigned) 0, &amp;flags, &amp;</w:t>
      </w:r>
      <w:proofErr w:type="spellStart"/>
      <w:r w:rsidRPr="00E92F8E">
        <w:t>nelmts</w:t>
      </w:r>
      <w:proofErr w:type="spellEnd"/>
      <w:r w:rsidRPr="00E92F8E">
        <w:t xml:space="preserve">, </w:t>
      </w:r>
    </w:p>
    <w:p w:rsidR="005A7094" w:rsidRPr="00E92F8E" w:rsidRDefault="005A7094" w:rsidP="005A7094">
      <w:pPr>
        <w:pStyle w:val="PlainText"/>
      </w:pPr>
      <w:r>
        <w:t xml:space="preserve">                      </w:t>
      </w:r>
      <w:proofErr w:type="spellStart"/>
      <w:r w:rsidRPr="00E92F8E">
        <w:t>values_out</w:t>
      </w:r>
      <w:proofErr w:type="spellEnd"/>
      <w:r w:rsidRPr="00E92F8E">
        <w:t xml:space="preserve">, </w:t>
      </w:r>
      <w:proofErr w:type="spellStart"/>
      <w:proofErr w:type="gramStart"/>
      <w:r w:rsidRPr="00E92F8E">
        <w:t>sizeof</w:t>
      </w:r>
      <w:proofErr w:type="spellEnd"/>
      <w:r w:rsidRPr="00E92F8E">
        <w:t>(</w:t>
      </w:r>
      <w:proofErr w:type="spellStart"/>
      <w:proofErr w:type="gramEnd"/>
      <w:r w:rsidRPr="00E92F8E">
        <w:t>filter_name</w:t>
      </w:r>
      <w:proofErr w:type="spellEnd"/>
      <w:r w:rsidRPr="00E92F8E">
        <w:t xml:space="preserve">), </w:t>
      </w:r>
      <w:proofErr w:type="spellStart"/>
      <w:r w:rsidRPr="00E92F8E">
        <w:t>filter_name</w:t>
      </w:r>
      <w:proofErr w:type="spellEnd"/>
      <w:r w:rsidRPr="00E92F8E">
        <w:t>, NULL);</w:t>
      </w:r>
    </w:p>
    <w:p w:rsidR="005A7094" w:rsidRPr="00E92F8E" w:rsidRDefault="005A7094" w:rsidP="005A7094">
      <w:pPr>
        <w:pStyle w:val="PlainText"/>
      </w:pPr>
      <w:r w:rsidRPr="00E92F8E">
        <w:t xml:space="preserve">   123</w:t>
      </w:r>
      <w:r w:rsidRPr="00E92F8E">
        <w:tab/>
        <w:t xml:space="preserve">    </w:t>
      </w:r>
      <w:proofErr w:type="spellStart"/>
      <w:r w:rsidRPr="00E92F8E">
        <w:t>printf</w:t>
      </w:r>
      <w:proofErr w:type="spellEnd"/>
      <w:r w:rsidRPr="00E92F8E">
        <w:t xml:space="preserve"> ("Filter info is available from the dataset creation property \n ");</w:t>
      </w:r>
    </w:p>
    <w:p w:rsidR="005A7094" w:rsidRPr="00E92F8E" w:rsidRDefault="005A7094" w:rsidP="005A7094">
      <w:pPr>
        <w:pStyle w:val="PlainText"/>
      </w:pPr>
      <w:r w:rsidRPr="00E92F8E">
        <w:t xml:space="preserve">   124</w:t>
      </w:r>
      <w:r w:rsidRPr="00E92F8E">
        <w:tab/>
        <w:t xml:space="preserve">    </w:t>
      </w:r>
      <w:proofErr w:type="spellStart"/>
      <w:r w:rsidRPr="00E92F8E">
        <w:t>printf</w:t>
      </w:r>
      <w:proofErr w:type="spellEnd"/>
      <w:r w:rsidRPr="00E92F8E">
        <w:t xml:space="preserve"> (</w:t>
      </w:r>
      <w:proofErr w:type="gramStart"/>
      <w:r w:rsidRPr="00E92F8E">
        <w:t>"  Filter</w:t>
      </w:r>
      <w:proofErr w:type="gramEnd"/>
      <w:r w:rsidRPr="00E92F8E">
        <w:t xml:space="preserve"> identifier is ");</w:t>
      </w:r>
    </w:p>
    <w:p w:rsidR="005A7094" w:rsidRPr="00E92F8E" w:rsidRDefault="005A7094" w:rsidP="005A7094">
      <w:pPr>
        <w:pStyle w:val="PlainText"/>
      </w:pPr>
      <w:r w:rsidRPr="00E92F8E">
        <w:t xml:space="preserve">   125</w:t>
      </w:r>
      <w:r w:rsidRPr="00E92F8E">
        <w:tab/>
        <w:t xml:space="preserve">    switch (</w:t>
      </w:r>
      <w:proofErr w:type="spellStart"/>
      <w:r w:rsidRPr="00E92F8E">
        <w:t>filter_id</w:t>
      </w:r>
      <w:proofErr w:type="spellEnd"/>
      <w:r w:rsidRPr="00E92F8E">
        <w:t>) {</w:t>
      </w:r>
    </w:p>
    <w:p w:rsidR="005A7094" w:rsidRPr="00E92F8E" w:rsidRDefault="005A7094" w:rsidP="005A7094">
      <w:pPr>
        <w:pStyle w:val="PlainText"/>
      </w:pPr>
      <w:r w:rsidRPr="00E92F8E">
        <w:t xml:space="preserve">   126</w:t>
      </w:r>
      <w:r w:rsidRPr="00E92F8E">
        <w:tab/>
        <w:t xml:space="preserve">        case H5Z_FILTER_BZIP2:</w:t>
      </w:r>
    </w:p>
    <w:p w:rsidR="005A7094" w:rsidRPr="00E92F8E" w:rsidRDefault="005A7094" w:rsidP="005A7094">
      <w:pPr>
        <w:pStyle w:val="PlainText"/>
      </w:pPr>
      <w:r w:rsidRPr="00E92F8E">
        <w:t xml:space="preserve">   127</w:t>
      </w:r>
      <w:r w:rsidRPr="00E92F8E">
        <w:tab/>
        <w:t xml:space="preserve">            </w:t>
      </w:r>
      <w:proofErr w:type="spellStart"/>
      <w:r w:rsidRPr="00E92F8E">
        <w:t>printf</w:t>
      </w:r>
      <w:proofErr w:type="spellEnd"/>
      <w:r w:rsidRPr="00E92F8E">
        <w:t xml:space="preserve"> ("%d\n", </w:t>
      </w:r>
      <w:proofErr w:type="spellStart"/>
      <w:r w:rsidRPr="00E92F8E">
        <w:t>filter_id</w:t>
      </w:r>
      <w:proofErr w:type="spellEnd"/>
      <w:r w:rsidRPr="00E92F8E">
        <w:t>);</w:t>
      </w:r>
    </w:p>
    <w:p w:rsidR="005A7094" w:rsidRDefault="005A7094" w:rsidP="005A7094">
      <w:pPr>
        <w:pStyle w:val="PlainText"/>
      </w:pPr>
      <w:r w:rsidRPr="00E92F8E">
        <w:t xml:space="preserve">   128</w:t>
      </w:r>
      <w:r w:rsidRPr="00E92F8E">
        <w:tab/>
        <w:t xml:space="preserve">            </w:t>
      </w:r>
      <w:proofErr w:type="spellStart"/>
      <w:r w:rsidRPr="00E92F8E">
        <w:t>printf</w:t>
      </w:r>
      <w:proofErr w:type="spellEnd"/>
      <w:r w:rsidRPr="00E92F8E">
        <w:t xml:space="preserve"> ("   Number of parameters is %d with the value %u\n", </w:t>
      </w:r>
    </w:p>
    <w:p w:rsidR="005A7094" w:rsidRPr="00E92F8E" w:rsidRDefault="005A7094" w:rsidP="005A7094">
      <w:pPr>
        <w:pStyle w:val="PlainText"/>
      </w:pPr>
      <w:r>
        <w:t xml:space="preserve">                              </w:t>
      </w:r>
      <w:proofErr w:type="spellStart"/>
      <w:proofErr w:type="gramStart"/>
      <w:r w:rsidRPr="00E92F8E">
        <w:t>nelmts</w:t>
      </w:r>
      <w:proofErr w:type="spellEnd"/>
      <w:proofErr w:type="gramEnd"/>
      <w:r w:rsidRPr="00E92F8E">
        <w:t xml:space="preserve">, </w:t>
      </w:r>
      <w:proofErr w:type="spellStart"/>
      <w:r w:rsidRPr="00E92F8E">
        <w:t>values_out</w:t>
      </w:r>
      <w:proofErr w:type="spellEnd"/>
      <w:r w:rsidRPr="00E92F8E">
        <w:t>[0]);</w:t>
      </w:r>
    </w:p>
    <w:p w:rsidR="005A7094" w:rsidRDefault="005A7094" w:rsidP="005A7094">
      <w:pPr>
        <w:pStyle w:val="PlainText"/>
      </w:pPr>
      <w:r w:rsidRPr="00E92F8E">
        <w:t xml:space="preserve">   129</w:t>
      </w:r>
      <w:r w:rsidRPr="00E92F8E">
        <w:tab/>
        <w:t xml:space="preserve">            </w:t>
      </w:r>
      <w:proofErr w:type="spellStart"/>
      <w:r w:rsidRPr="00E92F8E">
        <w:t>printf</w:t>
      </w:r>
      <w:proofErr w:type="spellEnd"/>
      <w:r w:rsidRPr="00E92F8E">
        <w:t xml:space="preserve"> ("   To find more about the filter check %s\n", </w:t>
      </w:r>
    </w:p>
    <w:p w:rsidR="005A7094" w:rsidRPr="00E92F8E" w:rsidRDefault="005A7094" w:rsidP="005A7094">
      <w:pPr>
        <w:pStyle w:val="PlainText"/>
      </w:pPr>
      <w:r>
        <w:t xml:space="preserve">                              </w:t>
      </w:r>
      <w:proofErr w:type="spellStart"/>
      <w:r w:rsidRPr="00E92F8E">
        <w:t>filter_name</w:t>
      </w:r>
      <w:proofErr w:type="spellEnd"/>
      <w:r w:rsidRPr="00E92F8E">
        <w:t>);</w:t>
      </w:r>
    </w:p>
    <w:p w:rsidR="005A7094" w:rsidRPr="00E92F8E" w:rsidRDefault="005A7094" w:rsidP="005A7094">
      <w:pPr>
        <w:pStyle w:val="PlainText"/>
      </w:pPr>
      <w:r w:rsidRPr="00E92F8E">
        <w:t xml:space="preserve">   130</w:t>
      </w:r>
      <w:r w:rsidRPr="00E92F8E">
        <w:tab/>
        <w:t xml:space="preserve">            break;</w:t>
      </w:r>
    </w:p>
    <w:p w:rsidR="005A7094" w:rsidRPr="00E92F8E" w:rsidRDefault="005A7094" w:rsidP="005A7094">
      <w:pPr>
        <w:pStyle w:val="PlainText"/>
      </w:pPr>
      <w:r w:rsidRPr="00E92F8E">
        <w:t xml:space="preserve">   131</w:t>
      </w:r>
      <w:r w:rsidRPr="00E92F8E">
        <w:tab/>
        <w:t xml:space="preserve">        default:</w:t>
      </w:r>
    </w:p>
    <w:p w:rsidR="005A7094" w:rsidRPr="00E92F8E" w:rsidRDefault="005A7094" w:rsidP="005A7094">
      <w:pPr>
        <w:pStyle w:val="PlainText"/>
      </w:pPr>
      <w:r w:rsidRPr="00E92F8E">
        <w:t xml:space="preserve">   132</w:t>
      </w:r>
      <w:r w:rsidRPr="00E92F8E">
        <w:tab/>
        <w:t xml:space="preserve">            </w:t>
      </w:r>
      <w:proofErr w:type="spellStart"/>
      <w:r w:rsidRPr="00E92F8E">
        <w:t>printf</w:t>
      </w:r>
      <w:proofErr w:type="spellEnd"/>
      <w:r w:rsidRPr="00E92F8E">
        <w:t xml:space="preserve"> ("Not expected filter\n");</w:t>
      </w:r>
    </w:p>
    <w:p w:rsidR="005A7094" w:rsidRPr="00E92F8E" w:rsidRDefault="005A7094" w:rsidP="005A7094">
      <w:pPr>
        <w:pStyle w:val="PlainText"/>
      </w:pPr>
      <w:r w:rsidRPr="00E92F8E">
        <w:t xml:space="preserve">   133</w:t>
      </w:r>
      <w:r w:rsidRPr="00E92F8E">
        <w:tab/>
        <w:t xml:space="preserve">            break;</w:t>
      </w:r>
    </w:p>
    <w:p w:rsidR="005A7094" w:rsidRPr="00E92F8E" w:rsidRDefault="005A7094" w:rsidP="005A7094">
      <w:pPr>
        <w:pStyle w:val="PlainText"/>
      </w:pPr>
      <w:r w:rsidRPr="00E92F8E">
        <w:t xml:space="preserve">   134</w:t>
      </w:r>
      <w:r w:rsidRPr="00E92F8E">
        <w:tab/>
        <w:t xml:space="preserve">    }</w:t>
      </w:r>
    </w:p>
    <w:p w:rsidR="005A7094" w:rsidRPr="00E92F8E" w:rsidRDefault="005A7094" w:rsidP="005A7094">
      <w:pPr>
        <w:pStyle w:val="PlainText"/>
      </w:pPr>
      <w:r w:rsidRPr="00E92F8E">
        <w:t xml:space="preserve">   135</w:t>
      </w:r>
      <w:r w:rsidRPr="00E92F8E">
        <w:tab/>
        <w:t xml:space="preserve">    /* </w:t>
      </w:r>
    </w:p>
    <w:p w:rsidR="005A7094" w:rsidRPr="00E92F8E" w:rsidRDefault="005A7094" w:rsidP="005A7094">
      <w:pPr>
        <w:pStyle w:val="PlainText"/>
      </w:pPr>
      <w:r w:rsidRPr="00E92F8E">
        <w:t xml:space="preserve">   136</w:t>
      </w:r>
      <w:r w:rsidRPr="00E92F8E">
        <w:tab/>
        <w:t xml:space="preserve">     * Check that filter is not registered with the library yet.</w:t>
      </w:r>
    </w:p>
    <w:p w:rsidR="005A7094" w:rsidRPr="00E92F8E" w:rsidRDefault="005A7094" w:rsidP="005A7094">
      <w:pPr>
        <w:pStyle w:val="PlainText"/>
      </w:pPr>
      <w:r w:rsidRPr="00E92F8E">
        <w:t xml:space="preserve">   137</w:t>
      </w:r>
      <w:r w:rsidRPr="00E92F8E">
        <w:tab/>
        <w:t xml:space="preserve">     */</w:t>
      </w:r>
    </w:p>
    <w:p w:rsidR="005A7094" w:rsidRPr="00E92F8E" w:rsidRDefault="005A7094" w:rsidP="005A7094">
      <w:pPr>
        <w:pStyle w:val="PlainText"/>
      </w:pPr>
      <w:r w:rsidRPr="00E92F8E">
        <w:t xml:space="preserve">   138</w:t>
      </w:r>
      <w:r w:rsidRPr="00E92F8E">
        <w:tab/>
        <w:t xml:space="preserve">     avail = H5Zfilter_</w:t>
      </w:r>
      <w:proofErr w:type="gramStart"/>
      <w:r w:rsidRPr="00E92F8E">
        <w:t>avail(</w:t>
      </w:r>
      <w:proofErr w:type="gramEnd"/>
      <w:r w:rsidRPr="00E92F8E">
        <w:t>H5Z_FILTER_BZIP2);</w:t>
      </w:r>
    </w:p>
    <w:p w:rsidR="005A7094" w:rsidRPr="00E92F8E" w:rsidRDefault="005A7094" w:rsidP="005A7094">
      <w:pPr>
        <w:pStyle w:val="PlainText"/>
      </w:pPr>
      <w:r w:rsidRPr="00E92F8E">
        <w:t xml:space="preserve">   139</w:t>
      </w:r>
      <w:r w:rsidRPr="00E92F8E">
        <w:tab/>
        <w:t xml:space="preserve">    if (</w:t>
      </w:r>
      <w:proofErr w:type="gramStart"/>
      <w:r w:rsidRPr="00E92F8E">
        <w:t>!avail</w:t>
      </w:r>
      <w:proofErr w:type="gramEnd"/>
      <w:r w:rsidRPr="00E92F8E">
        <w:t xml:space="preserve">) </w:t>
      </w:r>
    </w:p>
    <w:p w:rsidR="005A7094" w:rsidRDefault="005A7094" w:rsidP="005A7094">
      <w:pPr>
        <w:pStyle w:val="PlainText"/>
      </w:pPr>
      <w:r w:rsidRPr="00E92F8E">
        <w:t xml:space="preserve">   140</w:t>
      </w:r>
      <w:r w:rsidRPr="00E92F8E">
        <w:tab/>
        <w:t xml:space="preserve">        </w:t>
      </w:r>
      <w:proofErr w:type="spellStart"/>
      <w:r w:rsidRPr="00E92F8E">
        <w:t>printf</w:t>
      </w:r>
      <w:proofErr w:type="spellEnd"/>
      <w:r w:rsidRPr="00E92F8E">
        <w:t xml:space="preserve"> ("bzip2 filter is not yet available after the H5Pget_filter</w:t>
      </w:r>
    </w:p>
    <w:p w:rsidR="005A7094" w:rsidRPr="00E92F8E" w:rsidRDefault="005A7094" w:rsidP="005A7094">
      <w:pPr>
        <w:pStyle w:val="PlainText"/>
      </w:pPr>
      <w:r>
        <w:t xml:space="preserve">                      </w:t>
      </w:r>
      <w:r w:rsidRPr="00E92F8E">
        <w:t xml:space="preserve"> call.\n");</w:t>
      </w:r>
    </w:p>
    <w:p w:rsidR="005A7094" w:rsidRPr="00E92F8E" w:rsidRDefault="005A7094" w:rsidP="005A7094">
      <w:pPr>
        <w:pStyle w:val="PlainText"/>
      </w:pPr>
      <w:r w:rsidRPr="00E92F8E">
        <w:t xml:space="preserve">   141</w:t>
      </w:r>
      <w:r w:rsidRPr="00E92F8E">
        <w:tab/>
        <w:t xml:space="preserve">    else</w:t>
      </w:r>
    </w:p>
    <w:p w:rsidR="005A7094" w:rsidRPr="00E92F8E" w:rsidRDefault="005A7094" w:rsidP="005A7094">
      <w:pPr>
        <w:pStyle w:val="PlainText"/>
      </w:pPr>
      <w:r w:rsidRPr="00E92F8E">
        <w:t xml:space="preserve">   142</w:t>
      </w:r>
      <w:r w:rsidRPr="00E92F8E">
        <w:tab/>
        <w:t xml:space="preserve">        return 1;</w:t>
      </w:r>
    </w:p>
    <w:p w:rsidR="005A7094" w:rsidRPr="00E92F8E" w:rsidRDefault="005A7094" w:rsidP="005A7094">
      <w:pPr>
        <w:pStyle w:val="PlainText"/>
      </w:pPr>
      <w:r w:rsidRPr="00E92F8E">
        <w:t xml:space="preserve">   143</w:t>
      </w:r>
      <w:r w:rsidRPr="00E92F8E">
        <w:tab/>
        <w:t xml:space="preserve">    </w:t>
      </w:r>
    </w:p>
    <w:p w:rsidR="005A7094" w:rsidRPr="00E92F8E" w:rsidRDefault="005A7094" w:rsidP="005A7094">
      <w:pPr>
        <w:pStyle w:val="PlainText"/>
      </w:pPr>
      <w:r w:rsidRPr="00E92F8E">
        <w:t xml:space="preserve">   144</w:t>
      </w:r>
      <w:r w:rsidRPr="00E92F8E">
        <w:tab/>
        <w:t xml:space="preserve">    </w:t>
      </w:r>
    </w:p>
    <w:p w:rsidR="005A7094" w:rsidRPr="00E92F8E" w:rsidRDefault="005A7094" w:rsidP="005A7094">
      <w:pPr>
        <w:pStyle w:val="PlainText"/>
      </w:pPr>
      <w:r w:rsidRPr="00E92F8E">
        <w:t xml:space="preserve">   145</w:t>
      </w:r>
      <w:r w:rsidRPr="00E92F8E">
        <w:tab/>
        <w:t xml:space="preserve">    /*</w:t>
      </w:r>
    </w:p>
    <w:p w:rsidR="005A7094" w:rsidRPr="00E92F8E" w:rsidRDefault="005A7094" w:rsidP="005A7094">
      <w:pPr>
        <w:pStyle w:val="PlainText"/>
      </w:pPr>
      <w:r w:rsidRPr="00E92F8E">
        <w:t xml:space="preserve">   146</w:t>
      </w:r>
      <w:r w:rsidRPr="00E92F8E">
        <w:tab/>
        <w:t xml:space="preserve">     * Read the data using the default properties.</w:t>
      </w:r>
    </w:p>
    <w:p w:rsidR="005A7094" w:rsidRPr="00E92F8E" w:rsidRDefault="005A7094" w:rsidP="005A7094">
      <w:pPr>
        <w:pStyle w:val="PlainText"/>
      </w:pPr>
      <w:r w:rsidRPr="00E92F8E">
        <w:t xml:space="preserve">   147</w:t>
      </w:r>
      <w:r w:rsidRPr="00E92F8E">
        <w:tab/>
        <w:t xml:space="preserve">     */</w:t>
      </w:r>
    </w:p>
    <w:p w:rsidR="005A7094" w:rsidRPr="00E92F8E" w:rsidRDefault="005A7094" w:rsidP="005A7094">
      <w:pPr>
        <w:pStyle w:val="PlainText"/>
      </w:pPr>
      <w:r w:rsidRPr="00E92F8E">
        <w:t xml:space="preserve">   148</w:t>
      </w:r>
      <w:r w:rsidRPr="00E92F8E">
        <w:tab/>
        <w:t xml:space="preserve">    </w:t>
      </w:r>
      <w:proofErr w:type="spellStart"/>
      <w:r w:rsidRPr="00E92F8E">
        <w:t>printf</w:t>
      </w:r>
      <w:proofErr w:type="spellEnd"/>
      <w:r w:rsidRPr="00E92F8E">
        <w:t xml:space="preserve"> ("....Reading bzip2 compressed data ................\n");</w:t>
      </w:r>
    </w:p>
    <w:p w:rsidR="005A7094" w:rsidRPr="00E92F8E" w:rsidRDefault="005A7094" w:rsidP="005A7094">
      <w:pPr>
        <w:pStyle w:val="PlainText"/>
      </w:pPr>
      <w:r w:rsidRPr="00E92F8E">
        <w:t xml:space="preserve">   149</w:t>
      </w:r>
      <w:r w:rsidRPr="00E92F8E">
        <w:tab/>
        <w:t xml:space="preserve">    status = H5Dread (dset, H5T_NATIVE_INT, H5S_ALL, H5S_ALL, H5P_DEFAULT,</w:t>
      </w:r>
    </w:p>
    <w:p w:rsidR="005A7094" w:rsidRPr="00E92F8E" w:rsidRDefault="005A7094" w:rsidP="005A7094">
      <w:pPr>
        <w:pStyle w:val="PlainText"/>
      </w:pPr>
      <w:r w:rsidRPr="00E92F8E">
        <w:t xml:space="preserve">   150</w:t>
      </w:r>
      <w:r w:rsidRPr="00E92F8E">
        <w:tab/>
        <w:t xml:space="preserve">                </w:t>
      </w:r>
      <w:proofErr w:type="gramStart"/>
      <w:r w:rsidRPr="00E92F8E">
        <w:t>rdata[</w:t>
      </w:r>
      <w:proofErr w:type="gramEnd"/>
      <w:r w:rsidRPr="00E92F8E">
        <w:t>0]);</w:t>
      </w:r>
    </w:p>
    <w:p w:rsidR="005A7094" w:rsidRPr="00E92F8E" w:rsidRDefault="005A7094" w:rsidP="005A7094">
      <w:pPr>
        <w:pStyle w:val="PlainText"/>
      </w:pPr>
      <w:r w:rsidRPr="00E92F8E">
        <w:t xml:space="preserve">   151</w:t>
      </w:r>
      <w:r w:rsidRPr="00E92F8E">
        <w:tab/>
      </w:r>
    </w:p>
    <w:p w:rsidR="005A7094" w:rsidRPr="00E92F8E" w:rsidRDefault="005A7094" w:rsidP="005A7094">
      <w:pPr>
        <w:pStyle w:val="PlainText"/>
      </w:pPr>
      <w:r w:rsidRPr="00E92F8E">
        <w:t xml:space="preserve">   152</w:t>
      </w:r>
      <w:r w:rsidRPr="00E92F8E">
        <w:tab/>
        <w:t xml:space="preserve">    /*</w:t>
      </w:r>
    </w:p>
    <w:p w:rsidR="005A7094" w:rsidRPr="00E92F8E" w:rsidRDefault="005A7094" w:rsidP="005A7094">
      <w:pPr>
        <w:pStyle w:val="PlainText"/>
      </w:pPr>
      <w:r w:rsidRPr="00E92F8E">
        <w:t xml:space="preserve">   153</w:t>
      </w:r>
      <w:r w:rsidRPr="00E92F8E">
        <w:tab/>
        <w:t xml:space="preserve">     * Find the maximum value in the dataset, to verify that it was</w:t>
      </w:r>
    </w:p>
    <w:p w:rsidR="005A7094" w:rsidRPr="00E92F8E" w:rsidRDefault="005A7094" w:rsidP="005A7094">
      <w:pPr>
        <w:pStyle w:val="PlainText"/>
      </w:pPr>
      <w:r w:rsidRPr="00E92F8E">
        <w:t xml:space="preserve">   154</w:t>
      </w:r>
      <w:r w:rsidRPr="00E92F8E">
        <w:tab/>
        <w:t xml:space="preserve">     * read correctly.</w:t>
      </w:r>
    </w:p>
    <w:p w:rsidR="005A7094" w:rsidRPr="00E92F8E" w:rsidRDefault="005A7094" w:rsidP="005A7094">
      <w:pPr>
        <w:pStyle w:val="PlainText"/>
      </w:pPr>
      <w:r w:rsidRPr="00E92F8E">
        <w:t xml:space="preserve">   155</w:t>
      </w:r>
      <w:r w:rsidRPr="00E92F8E">
        <w:tab/>
        <w:t xml:space="preserve">     */</w:t>
      </w:r>
    </w:p>
    <w:p w:rsidR="005A7094" w:rsidRPr="00E92F8E" w:rsidRDefault="005A7094" w:rsidP="005A7094">
      <w:pPr>
        <w:pStyle w:val="PlainText"/>
      </w:pPr>
      <w:r w:rsidRPr="00E92F8E">
        <w:t xml:space="preserve">   156</w:t>
      </w:r>
      <w:r w:rsidRPr="00E92F8E">
        <w:tab/>
        <w:t xml:space="preserve">    max = </w:t>
      </w:r>
      <w:proofErr w:type="gramStart"/>
      <w:r w:rsidRPr="00E92F8E">
        <w:t>rdata[</w:t>
      </w:r>
      <w:proofErr w:type="gramEnd"/>
      <w:r w:rsidRPr="00E92F8E">
        <w:t>0][0];</w:t>
      </w:r>
    </w:p>
    <w:p w:rsidR="005A7094" w:rsidRPr="00E92F8E" w:rsidRDefault="005A7094" w:rsidP="005A7094">
      <w:pPr>
        <w:pStyle w:val="PlainText"/>
      </w:pPr>
      <w:r w:rsidRPr="00E92F8E">
        <w:t xml:space="preserve">   157</w:t>
      </w:r>
      <w:r w:rsidRPr="00E92F8E">
        <w:tab/>
        <w:t xml:space="preserve">    for (i=0; i&lt;DIM0; i++)</w:t>
      </w:r>
    </w:p>
    <w:p w:rsidR="005A7094" w:rsidRPr="00E92F8E" w:rsidRDefault="005A7094" w:rsidP="005A7094">
      <w:pPr>
        <w:pStyle w:val="PlainText"/>
      </w:pPr>
      <w:r w:rsidRPr="00E92F8E">
        <w:t xml:space="preserve">   158</w:t>
      </w:r>
      <w:r w:rsidRPr="00E92F8E">
        <w:tab/>
        <w:t xml:space="preserve">        for (j=0; j&lt;DIM1; j++) {</w:t>
      </w:r>
    </w:p>
    <w:p w:rsidR="005A7094" w:rsidRPr="00E92F8E" w:rsidRDefault="005A7094" w:rsidP="005A7094">
      <w:pPr>
        <w:pStyle w:val="PlainText"/>
      </w:pPr>
      <w:r w:rsidRPr="00E92F8E">
        <w:t xml:space="preserve">   159</w:t>
      </w:r>
      <w:r w:rsidRPr="00E92F8E">
        <w:tab/>
        <w:t xml:space="preserve">            /*</w:t>
      </w:r>
      <w:proofErr w:type="spellStart"/>
      <w:proofErr w:type="gramStart"/>
      <w:r w:rsidRPr="00E92F8E">
        <w:t>printf</w:t>
      </w:r>
      <w:proofErr w:type="spellEnd"/>
      <w:r w:rsidRPr="00E92F8E">
        <w:t>(</w:t>
      </w:r>
      <w:proofErr w:type="gramEnd"/>
      <w:r w:rsidRPr="00E92F8E">
        <w:t xml:space="preserve">"%d \n", </w:t>
      </w:r>
      <w:proofErr w:type="spellStart"/>
      <w:r w:rsidRPr="00E92F8E">
        <w:t>rdata</w:t>
      </w:r>
      <w:proofErr w:type="spellEnd"/>
      <w:r w:rsidRPr="00E92F8E">
        <w:t>[</w:t>
      </w:r>
      <w:proofErr w:type="spellStart"/>
      <w:r w:rsidRPr="00E92F8E">
        <w:t>i</w:t>
      </w:r>
      <w:proofErr w:type="spellEnd"/>
      <w:r w:rsidRPr="00E92F8E">
        <w:t>][j]); */</w:t>
      </w:r>
    </w:p>
    <w:p w:rsidR="005A7094" w:rsidRPr="00E92F8E" w:rsidRDefault="005A7094" w:rsidP="005A7094">
      <w:pPr>
        <w:pStyle w:val="PlainText"/>
      </w:pPr>
      <w:r w:rsidRPr="00E92F8E">
        <w:t xml:space="preserve">   160</w:t>
      </w:r>
      <w:r w:rsidRPr="00E92F8E">
        <w:tab/>
        <w:t xml:space="preserve">            if (max &lt; rdata[i</w:t>
      </w:r>
      <w:proofErr w:type="gramStart"/>
      <w:r w:rsidRPr="00E92F8E">
        <w:t>][</w:t>
      </w:r>
      <w:proofErr w:type="gramEnd"/>
      <w:r w:rsidRPr="00E92F8E">
        <w:t>j])</w:t>
      </w:r>
    </w:p>
    <w:p w:rsidR="005A7094" w:rsidRPr="00E92F8E" w:rsidRDefault="005A7094" w:rsidP="005A7094">
      <w:pPr>
        <w:pStyle w:val="PlainText"/>
      </w:pPr>
      <w:r w:rsidRPr="00E92F8E">
        <w:t xml:space="preserve">   161</w:t>
      </w:r>
      <w:r w:rsidRPr="00E92F8E">
        <w:tab/>
        <w:t xml:space="preserve">                max = rdata[i</w:t>
      </w:r>
      <w:proofErr w:type="gramStart"/>
      <w:r w:rsidRPr="00E92F8E">
        <w:t>][</w:t>
      </w:r>
      <w:proofErr w:type="gramEnd"/>
      <w:r w:rsidRPr="00E92F8E">
        <w:t>j];</w:t>
      </w:r>
    </w:p>
    <w:p w:rsidR="005A7094" w:rsidRPr="00E92F8E" w:rsidRDefault="005A7094" w:rsidP="005A7094">
      <w:pPr>
        <w:pStyle w:val="PlainText"/>
      </w:pPr>
      <w:r w:rsidRPr="00E92F8E">
        <w:t xml:space="preserve">   162</w:t>
      </w:r>
      <w:r w:rsidRPr="00E92F8E">
        <w:tab/>
        <w:t xml:space="preserve">        }</w:t>
      </w:r>
    </w:p>
    <w:p w:rsidR="005A7094" w:rsidRPr="00E92F8E" w:rsidRDefault="005A7094" w:rsidP="005A7094">
      <w:pPr>
        <w:pStyle w:val="PlainText"/>
      </w:pPr>
      <w:r w:rsidRPr="00E92F8E">
        <w:t xml:space="preserve">   163</w:t>
      </w:r>
      <w:r w:rsidRPr="00E92F8E">
        <w:tab/>
        <w:t xml:space="preserve">    /*</w:t>
      </w:r>
    </w:p>
    <w:p w:rsidR="005A7094" w:rsidRPr="00E92F8E" w:rsidRDefault="005A7094" w:rsidP="005A7094">
      <w:pPr>
        <w:pStyle w:val="PlainText"/>
      </w:pPr>
      <w:r w:rsidRPr="00E92F8E">
        <w:t xml:space="preserve">   164</w:t>
      </w:r>
      <w:r w:rsidRPr="00E92F8E">
        <w:tab/>
        <w:t xml:space="preserve">     * Print the maximum value.</w:t>
      </w:r>
    </w:p>
    <w:p w:rsidR="005A7094" w:rsidRPr="00E92F8E" w:rsidRDefault="005A7094" w:rsidP="005A7094">
      <w:pPr>
        <w:pStyle w:val="PlainText"/>
      </w:pPr>
      <w:r w:rsidRPr="00E92F8E">
        <w:t xml:space="preserve">   165</w:t>
      </w:r>
      <w:r w:rsidRPr="00E92F8E">
        <w:tab/>
        <w:t xml:space="preserve">     */</w:t>
      </w:r>
    </w:p>
    <w:p w:rsidR="005A7094" w:rsidRPr="00E92F8E" w:rsidRDefault="005A7094" w:rsidP="005A7094">
      <w:pPr>
        <w:pStyle w:val="PlainText"/>
      </w:pPr>
      <w:r w:rsidRPr="00E92F8E">
        <w:t xml:space="preserve">   166</w:t>
      </w:r>
      <w:r w:rsidRPr="00E92F8E">
        <w:tab/>
        <w:t xml:space="preserve">    </w:t>
      </w:r>
      <w:proofErr w:type="spellStart"/>
      <w:r w:rsidRPr="00E92F8E">
        <w:t>printf</w:t>
      </w:r>
      <w:proofErr w:type="spellEnd"/>
      <w:r w:rsidRPr="00E92F8E">
        <w:t xml:space="preserve"> ("Maximum value in %s is %d\n", DATASET, max);</w:t>
      </w:r>
    </w:p>
    <w:p w:rsidR="005A7094" w:rsidRPr="00E92F8E" w:rsidRDefault="005A7094" w:rsidP="005A7094">
      <w:pPr>
        <w:pStyle w:val="PlainText"/>
      </w:pPr>
      <w:r w:rsidRPr="00E92F8E">
        <w:t xml:space="preserve">   167</w:t>
      </w:r>
      <w:r w:rsidRPr="00E92F8E">
        <w:tab/>
        <w:t xml:space="preserve">    /* </w:t>
      </w:r>
    </w:p>
    <w:p w:rsidR="005A7094" w:rsidRPr="00E92F8E" w:rsidRDefault="005A7094" w:rsidP="005A7094">
      <w:pPr>
        <w:pStyle w:val="PlainText"/>
      </w:pPr>
      <w:r w:rsidRPr="00E92F8E">
        <w:t xml:space="preserve">   168</w:t>
      </w:r>
      <w:r w:rsidRPr="00E92F8E">
        <w:tab/>
        <w:t xml:space="preserve">     * Check that filter is registered with the library now.</w:t>
      </w:r>
    </w:p>
    <w:p w:rsidR="005A7094" w:rsidRPr="00E92F8E" w:rsidRDefault="005A7094" w:rsidP="005A7094">
      <w:pPr>
        <w:pStyle w:val="PlainText"/>
      </w:pPr>
      <w:r w:rsidRPr="00E92F8E">
        <w:t xml:space="preserve">   169</w:t>
      </w:r>
      <w:r w:rsidRPr="00E92F8E">
        <w:tab/>
        <w:t xml:space="preserve">     */</w:t>
      </w:r>
    </w:p>
    <w:p w:rsidR="005A7094" w:rsidRPr="00E92F8E" w:rsidRDefault="005A7094" w:rsidP="005A7094">
      <w:pPr>
        <w:pStyle w:val="PlainText"/>
      </w:pPr>
      <w:r w:rsidRPr="00E92F8E">
        <w:t xml:space="preserve">   170</w:t>
      </w:r>
      <w:r w:rsidRPr="00E92F8E">
        <w:tab/>
        <w:t xml:space="preserve">    avail = H5Zfilter_</w:t>
      </w:r>
      <w:proofErr w:type="gramStart"/>
      <w:r w:rsidRPr="00E92F8E">
        <w:t>avail(</w:t>
      </w:r>
      <w:proofErr w:type="gramEnd"/>
      <w:r w:rsidRPr="00E92F8E">
        <w:t>H5Z_FILTER_BZIP2);</w:t>
      </w:r>
    </w:p>
    <w:p w:rsidR="005A7094" w:rsidRPr="00E92F8E" w:rsidRDefault="005A7094" w:rsidP="005A7094">
      <w:pPr>
        <w:pStyle w:val="PlainText"/>
      </w:pPr>
      <w:r w:rsidRPr="00E92F8E">
        <w:t xml:space="preserve">   171</w:t>
      </w:r>
      <w:r w:rsidRPr="00E92F8E">
        <w:tab/>
        <w:t xml:space="preserve">    if (avail)  </w:t>
      </w:r>
    </w:p>
    <w:p w:rsidR="005A7094" w:rsidRDefault="005A7094" w:rsidP="005A7094">
      <w:pPr>
        <w:pStyle w:val="PlainText"/>
      </w:pPr>
      <w:r w:rsidRPr="00E92F8E">
        <w:t xml:space="preserve">   172</w:t>
      </w:r>
      <w:r w:rsidRPr="00E92F8E">
        <w:tab/>
        <w:t xml:space="preserve">        </w:t>
      </w:r>
      <w:proofErr w:type="spellStart"/>
      <w:r w:rsidRPr="00E92F8E">
        <w:t>printf</w:t>
      </w:r>
      <w:proofErr w:type="spellEnd"/>
      <w:r w:rsidRPr="00E92F8E">
        <w:t xml:space="preserve"> ("bzip2 filter is available now since H5Dread triggered loading</w:t>
      </w:r>
    </w:p>
    <w:p w:rsidR="005A7094" w:rsidRPr="00E92F8E" w:rsidRDefault="005A7094" w:rsidP="005A7094">
      <w:pPr>
        <w:pStyle w:val="PlainText"/>
      </w:pPr>
      <w:r>
        <w:t xml:space="preserve">                     </w:t>
      </w:r>
      <w:r w:rsidRPr="00E92F8E">
        <w:t xml:space="preserve"> </w:t>
      </w:r>
      <w:r>
        <w:t xml:space="preserve"> </w:t>
      </w:r>
      <w:proofErr w:type="gramStart"/>
      <w:r w:rsidRPr="00E92F8E">
        <w:t>of</w:t>
      </w:r>
      <w:proofErr w:type="gramEnd"/>
      <w:r w:rsidRPr="00E92F8E">
        <w:t xml:space="preserve"> the filter.\n");</w:t>
      </w:r>
    </w:p>
    <w:p w:rsidR="005A7094" w:rsidRPr="00E92F8E" w:rsidRDefault="005A7094" w:rsidP="005A7094">
      <w:pPr>
        <w:pStyle w:val="PlainText"/>
      </w:pPr>
      <w:r w:rsidRPr="00E92F8E">
        <w:t xml:space="preserve">   173</w:t>
      </w:r>
      <w:r w:rsidRPr="00E92F8E">
        <w:tab/>
        <w:t xml:space="preserve">         </w:t>
      </w:r>
    </w:p>
    <w:p w:rsidR="005A7094" w:rsidRPr="00E92F8E" w:rsidRDefault="005A7094" w:rsidP="005A7094">
      <w:pPr>
        <w:pStyle w:val="PlainText"/>
      </w:pPr>
      <w:r w:rsidRPr="00E92F8E">
        <w:t xml:space="preserve">   174</w:t>
      </w:r>
      <w:r w:rsidRPr="00E92F8E">
        <w:tab/>
      </w:r>
    </w:p>
    <w:p w:rsidR="005A7094" w:rsidRPr="00E92F8E" w:rsidRDefault="005A7094" w:rsidP="005A7094">
      <w:pPr>
        <w:pStyle w:val="PlainText"/>
      </w:pPr>
      <w:r w:rsidRPr="00E92F8E">
        <w:t xml:space="preserve">   175</w:t>
      </w:r>
      <w:r w:rsidRPr="00E92F8E">
        <w:tab/>
        <w:t xml:space="preserve">    /*</w:t>
      </w:r>
    </w:p>
    <w:p w:rsidR="005A7094" w:rsidRPr="00E92F8E" w:rsidRDefault="005A7094" w:rsidP="005A7094">
      <w:pPr>
        <w:pStyle w:val="PlainText"/>
      </w:pPr>
      <w:r w:rsidRPr="00E92F8E">
        <w:lastRenderedPageBreak/>
        <w:t xml:space="preserve">   176</w:t>
      </w:r>
      <w:r w:rsidRPr="00E92F8E">
        <w:tab/>
        <w:t xml:space="preserve">     * Close and release resources.</w:t>
      </w:r>
    </w:p>
    <w:p w:rsidR="005A7094" w:rsidRPr="00E92F8E" w:rsidRDefault="005A7094" w:rsidP="005A7094">
      <w:pPr>
        <w:pStyle w:val="PlainText"/>
      </w:pPr>
      <w:r w:rsidRPr="00E92F8E">
        <w:t xml:space="preserve">   177</w:t>
      </w:r>
      <w:r w:rsidRPr="00E92F8E">
        <w:tab/>
        <w:t xml:space="preserve">     */</w:t>
      </w:r>
    </w:p>
    <w:p w:rsidR="005A7094" w:rsidRPr="00E92F8E" w:rsidRDefault="005A7094" w:rsidP="005A7094">
      <w:pPr>
        <w:pStyle w:val="PlainText"/>
      </w:pPr>
      <w:r w:rsidRPr="00E92F8E">
        <w:t xml:space="preserve">   178</w:t>
      </w:r>
      <w:r w:rsidRPr="00E92F8E">
        <w:tab/>
        <w:t xml:space="preserve">    status = H5Pclose (dcpl);</w:t>
      </w:r>
    </w:p>
    <w:p w:rsidR="005A7094" w:rsidRPr="00E92F8E" w:rsidRDefault="005A7094" w:rsidP="005A7094">
      <w:pPr>
        <w:pStyle w:val="PlainText"/>
      </w:pPr>
      <w:r w:rsidRPr="00E92F8E">
        <w:t xml:space="preserve">   179</w:t>
      </w:r>
      <w:r w:rsidRPr="00E92F8E">
        <w:tab/>
        <w:t xml:space="preserve">    status = H5Dclose (dset);</w:t>
      </w:r>
    </w:p>
    <w:p w:rsidR="005A7094" w:rsidRPr="00E92F8E" w:rsidRDefault="005A7094" w:rsidP="005A7094">
      <w:pPr>
        <w:pStyle w:val="PlainText"/>
      </w:pPr>
      <w:r w:rsidRPr="00E92F8E">
        <w:t xml:space="preserve">   180</w:t>
      </w:r>
      <w:r w:rsidRPr="00E92F8E">
        <w:tab/>
        <w:t xml:space="preserve">    status = H5Fclose (file);</w:t>
      </w:r>
    </w:p>
    <w:p w:rsidR="005A7094" w:rsidRPr="00E92F8E" w:rsidRDefault="005A7094" w:rsidP="005A7094">
      <w:pPr>
        <w:pStyle w:val="PlainText"/>
      </w:pPr>
      <w:r w:rsidRPr="00E92F8E">
        <w:t xml:space="preserve">   181</w:t>
      </w:r>
      <w:r w:rsidRPr="00E92F8E">
        <w:tab/>
      </w:r>
    </w:p>
    <w:p w:rsidR="005A7094" w:rsidRPr="00E92F8E" w:rsidRDefault="005A7094" w:rsidP="005A7094">
      <w:pPr>
        <w:pStyle w:val="PlainText"/>
      </w:pPr>
      <w:r w:rsidRPr="00E92F8E">
        <w:t xml:space="preserve">   182</w:t>
      </w:r>
      <w:r w:rsidRPr="00E92F8E">
        <w:tab/>
        <w:t xml:space="preserve">    return 0;</w:t>
      </w:r>
    </w:p>
    <w:p w:rsidR="005A7094" w:rsidRPr="00E92F8E" w:rsidRDefault="005A7094" w:rsidP="005A7094">
      <w:pPr>
        <w:pStyle w:val="PlainText"/>
      </w:pPr>
      <w:r w:rsidRPr="00E92F8E">
        <w:t xml:space="preserve">   183</w:t>
      </w:r>
      <w:r w:rsidRPr="00E92F8E">
        <w:tab/>
        <w:t>}</w:t>
      </w:r>
    </w:p>
    <w:p w:rsidR="005A7094" w:rsidRPr="00D51638" w:rsidRDefault="005A7094" w:rsidP="005A7094"/>
    <w:p w:rsidR="005A7094" w:rsidRPr="006805A6" w:rsidRDefault="005A7094" w:rsidP="005A7094"/>
    <w:p w:rsidR="005A7094" w:rsidRDefault="005A7094" w:rsidP="00CF3D69"/>
    <w:p w:rsidR="005A7094" w:rsidRDefault="005A7094" w:rsidP="005A7094">
      <w:pPr>
        <w:pStyle w:val="Heading1"/>
        <w:spacing w:before="360" w:after="120"/>
        <w:ind w:left="432" w:hanging="432"/>
        <w:jc w:val="both"/>
      </w:pPr>
      <w:bookmarkStart w:id="57" w:name="_Toc353374082"/>
      <w:bookmarkStart w:id="58" w:name="_Toc356894531"/>
      <w:r>
        <w:lastRenderedPageBreak/>
        <w:t>HDF5 bzip2 Filter Plugin</w:t>
      </w:r>
      <w:bookmarkEnd w:id="57"/>
      <w:bookmarkEnd w:id="58"/>
    </w:p>
    <w:p w:rsidR="005A7094" w:rsidRDefault="005A7094" w:rsidP="005A7094">
      <w:bookmarkStart w:id="59" w:name="_Toc227148646"/>
      <w:r>
        <w:t xml:space="preserve">This section provides partial code for the bzip2 filter plugin. For complete code, check </w:t>
      </w:r>
      <w:hyperlink r:id="rId31" w:history="1">
        <w:r w:rsidRPr="00C905E2">
          <w:rPr>
            <w:rStyle w:val="Hyperlink"/>
            <w:szCs w:val="24"/>
          </w:rPr>
          <w:t>http://svn.hdfgroup.uiuc.edu/hdf5_plugins/trunk/BZIP2/src/H5Zbzip2.c</w:t>
        </w:r>
        <w:bookmarkEnd w:id="59"/>
      </w:hyperlink>
    </w:p>
    <w:p w:rsidR="005A7094" w:rsidRPr="005B4A5D" w:rsidRDefault="005A7094" w:rsidP="005A7094"/>
    <w:p w:rsidR="005A7094" w:rsidRPr="005B4A5D" w:rsidRDefault="005A7094" w:rsidP="005A7094">
      <w:pPr>
        <w:pStyle w:val="PlainText"/>
      </w:pPr>
      <w:r w:rsidRPr="005B4A5D">
        <w:t xml:space="preserve">     1</w:t>
      </w:r>
      <w:r w:rsidRPr="005B4A5D">
        <w:tab/>
        <w:t xml:space="preserve"> /*</w:t>
      </w:r>
    </w:p>
    <w:p w:rsidR="005A7094" w:rsidRPr="005B4A5D" w:rsidRDefault="005A7094" w:rsidP="005A7094">
      <w:pPr>
        <w:pStyle w:val="PlainText"/>
      </w:pPr>
      <w:r w:rsidRPr="005B4A5D">
        <w:t xml:space="preserve">     2</w:t>
      </w:r>
      <w:r w:rsidRPr="005B4A5D">
        <w:tab/>
        <w:t xml:space="preserve"> * </w:t>
      </w:r>
      <w:proofErr w:type="gramStart"/>
      <w:r w:rsidRPr="005B4A5D">
        <w:t>This</w:t>
      </w:r>
      <w:proofErr w:type="gramEnd"/>
      <w:r w:rsidRPr="005B4A5D">
        <w:t xml:space="preserve"> file is an example of an HDF5 filter plugin. </w:t>
      </w:r>
    </w:p>
    <w:p w:rsidR="005A7094" w:rsidRPr="005B4A5D" w:rsidRDefault="005A7094" w:rsidP="005A7094">
      <w:pPr>
        <w:pStyle w:val="PlainText"/>
      </w:pPr>
      <w:r w:rsidRPr="005B4A5D">
        <w:t xml:space="preserve">     3</w:t>
      </w:r>
      <w:r w:rsidRPr="005B4A5D">
        <w:tab/>
        <w:t xml:space="preserve"> * The filter </w:t>
      </w:r>
      <w:proofErr w:type="gramStart"/>
      <w:r w:rsidRPr="005B4A5D">
        <w:t>function  H5Z</w:t>
      </w:r>
      <w:proofErr w:type="gramEnd"/>
      <w:r w:rsidRPr="005B4A5D">
        <w:t xml:space="preserve">_filter_bzip2 was adopted from </w:t>
      </w:r>
    </w:p>
    <w:p w:rsidR="005A7094" w:rsidRPr="005B4A5D" w:rsidRDefault="005A7094" w:rsidP="005A7094">
      <w:pPr>
        <w:pStyle w:val="PlainText"/>
      </w:pPr>
      <w:r w:rsidRPr="005B4A5D">
        <w:t xml:space="preserve">     </w:t>
      </w:r>
      <w:proofErr w:type="gramStart"/>
      <w:r w:rsidRPr="005B4A5D">
        <w:t>4</w:t>
      </w:r>
      <w:r w:rsidRPr="005B4A5D">
        <w:tab/>
        <w:t xml:space="preserve"> * PyTables http://www.pytables.org.</w:t>
      </w:r>
      <w:proofErr w:type="gramEnd"/>
      <w:r w:rsidRPr="005B4A5D">
        <w:t xml:space="preserve">  </w:t>
      </w:r>
    </w:p>
    <w:p w:rsidR="005A7094" w:rsidRPr="005B4A5D" w:rsidRDefault="005A7094" w:rsidP="005A7094">
      <w:pPr>
        <w:pStyle w:val="PlainText"/>
      </w:pPr>
      <w:r w:rsidRPr="005B4A5D">
        <w:t xml:space="preserve">     5</w:t>
      </w:r>
      <w:r w:rsidRPr="005B4A5D">
        <w:tab/>
        <w:t xml:space="preserve"> * </w:t>
      </w:r>
      <w:proofErr w:type="gramStart"/>
      <w:r w:rsidRPr="005B4A5D">
        <w:t>The</w:t>
      </w:r>
      <w:proofErr w:type="gramEnd"/>
      <w:r w:rsidRPr="005B4A5D">
        <w:t xml:space="preserve"> plugin can be used with the HDF5 Library ve</w:t>
      </w:r>
      <w:r>
        <w:t>r</w:t>
      </w:r>
      <w:r w:rsidRPr="005B4A5D">
        <w:t>sion 1.8.11 to read</w:t>
      </w:r>
    </w:p>
    <w:p w:rsidR="005A7094" w:rsidRPr="005B4A5D" w:rsidRDefault="005A7094" w:rsidP="005A7094">
      <w:pPr>
        <w:pStyle w:val="PlainText"/>
      </w:pPr>
      <w:r w:rsidRPr="005B4A5D">
        <w:t xml:space="preserve">     6</w:t>
      </w:r>
      <w:r w:rsidRPr="005B4A5D">
        <w:tab/>
        <w:t xml:space="preserve"> * HDF5 datasets compressed with bzip2 created by PyTables. </w:t>
      </w:r>
    </w:p>
    <w:p w:rsidR="005A7094" w:rsidRPr="005B4A5D" w:rsidRDefault="005A7094" w:rsidP="005A7094">
      <w:pPr>
        <w:pStyle w:val="PlainText"/>
      </w:pPr>
      <w:r w:rsidRPr="005B4A5D">
        <w:t xml:space="preserve">     7</w:t>
      </w:r>
      <w:r w:rsidRPr="005B4A5D">
        <w:tab/>
        <w:t xml:space="preserve"> */</w:t>
      </w:r>
    </w:p>
    <w:p w:rsidR="005A7094" w:rsidRPr="005B4A5D" w:rsidRDefault="005A7094" w:rsidP="005A7094">
      <w:pPr>
        <w:pStyle w:val="PlainText"/>
      </w:pPr>
      <w:r w:rsidRPr="005B4A5D">
        <w:t xml:space="preserve">     8</w:t>
      </w:r>
      <w:r w:rsidRPr="005B4A5D">
        <w:tab/>
      </w:r>
    </w:p>
    <w:p w:rsidR="005A7094" w:rsidRPr="005B4A5D" w:rsidRDefault="005A7094" w:rsidP="005A7094">
      <w:pPr>
        <w:pStyle w:val="PlainText"/>
      </w:pPr>
      <w:r w:rsidRPr="005B4A5D">
        <w:t xml:space="preserve">     9</w:t>
      </w:r>
      <w:r w:rsidRPr="005B4A5D">
        <w:tab/>
        <w:t>/*</w:t>
      </w:r>
    </w:p>
    <w:p w:rsidR="005A7094" w:rsidRPr="005B4A5D" w:rsidRDefault="005A7094" w:rsidP="005A7094">
      <w:pPr>
        <w:pStyle w:val="PlainText"/>
      </w:pPr>
      <w:r w:rsidRPr="005B4A5D">
        <w:t xml:space="preserve">    10</w:t>
      </w:r>
      <w:r w:rsidRPr="005B4A5D">
        <w:tab/>
        <w:t xml:space="preserve"> *</w:t>
      </w:r>
    </w:p>
    <w:p w:rsidR="005A7094" w:rsidRPr="005B4A5D" w:rsidRDefault="005A7094" w:rsidP="005A7094">
      <w:pPr>
        <w:pStyle w:val="PlainText"/>
      </w:pPr>
      <w:r w:rsidRPr="005B4A5D">
        <w:t xml:space="preserve">    11</w:t>
      </w:r>
      <w:r w:rsidRPr="005B4A5D">
        <w:tab/>
        <w:t>Copyright Notice and Statement for PyTables Software Library and Utilities:</w:t>
      </w:r>
    </w:p>
    <w:p w:rsidR="005A7094" w:rsidRPr="005B4A5D" w:rsidRDefault="005A7094" w:rsidP="005A7094">
      <w:pPr>
        <w:pStyle w:val="PlainText"/>
      </w:pPr>
      <w:r w:rsidRPr="005B4A5D">
        <w:t xml:space="preserve">    12</w:t>
      </w:r>
      <w:r w:rsidRPr="005B4A5D">
        <w:tab/>
      </w:r>
    </w:p>
    <w:p w:rsidR="005A7094" w:rsidRPr="005B4A5D" w:rsidRDefault="005A7094" w:rsidP="005A7094">
      <w:pPr>
        <w:pStyle w:val="PlainText"/>
      </w:pPr>
      <w:r>
        <w:t>…</w:t>
      </w:r>
    </w:p>
    <w:p w:rsidR="005A7094" w:rsidRPr="005B4A5D" w:rsidRDefault="005A7094" w:rsidP="005A7094">
      <w:pPr>
        <w:pStyle w:val="PlainText"/>
      </w:pPr>
      <w:r w:rsidRPr="005B4A5D">
        <w:t xml:space="preserve">    45</w:t>
      </w:r>
      <w:r w:rsidRPr="005B4A5D">
        <w:tab/>
        <w:t>*/</w:t>
      </w:r>
    </w:p>
    <w:p w:rsidR="005A7094" w:rsidRPr="005B4A5D" w:rsidRDefault="005A7094" w:rsidP="005A7094">
      <w:pPr>
        <w:pStyle w:val="PlainText"/>
      </w:pPr>
      <w:r w:rsidRPr="005B4A5D">
        <w:t xml:space="preserve">    46</w:t>
      </w:r>
      <w:r w:rsidRPr="005B4A5D">
        <w:tab/>
        <w:t>#include &lt;sys/types.h&gt;</w:t>
      </w:r>
    </w:p>
    <w:p w:rsidR="005A7094" w:rsidRPr="005B4A5D" w:rsidRDefault="005A7094" w:rsidP="005A7094">
      <w:pPr>
        <w:pStyle w:val="PlainText"/>
      </w:pPr>
      <w:r w:rsidRPr="005B4A5D">
        <w:t xml:space="preserve">    47</w:t>
      </w:r>
      <w:r w:rsidRPr="005B4A5D">
        <w:tab/>
        <w:t>#include &lt;stdlib.h&gt;</w:t>
      </w:r>
    </w:p>
    <w:p w:rsidR="005A7094" w:rsidRPr="005B4A5D" w:rsidRDefault="005A7094" w:rsidP="005A7094">
      <w:pPr>
        <w:pStyle w:val="PlainText"/>
      </w:pPr>
      <w:r w:rsidRPr="005B4A5D">
        <w:t xml:space="preserve">    48</w:t>
      </w:r>
      <w:r w:rsidRPr="005B4A5D">
        <w:tab/>
        <w:t>#include &lt;string.h&gt;</w:t>
      </w:r>
    </w:p>
    <w:p w:rsidR="005A7094" w:rsidRPr="005B4A5D" w:rsidRDefault="005A7094" w:rsidP="005A7094">
      <w:pPr>
        <w:pStyle w:val="PlainText"/>
      </w:pPr>
      <w:r w:rsidRPr="005B4A5D">
        <w:t xml:space="preserve">    49</w:t>
      </w:r>
      <w:r w:rsidRPr="005B4A5D">
        <w:tab/>
        <w:t>#include &lt;assert.h&gt;</w:t>
      </w:r>
    </w:p>
    <w:p w:rsidR="005A7094" w:rsidRPr="005B4A5D" w:rsidRDefault="005A7094" w:rsidP="005A7094">
      <w:pPr>
        <w:pStyle w:val="PlainText"/>
      </w:pPr>
      <w:r w:rsidRPr="005B4A5D">
        <w:t xml:space="preserve">    50</w:t>
      </w:r>
      <w:r w:rsidRPr="005B4A5D">
        <w:tab/>
        <w:t>#include &lt;stdio.h&gt;</w:t>
      </w:r>
    </w:p>
    <w:p w:rsidR="005A7094" w:rsidRPr="005B4A5D" w:rsidRDefault="005A7094" w:rsidP="005A7094">
      <w:pPr>
        <w:pStyle w:val="PlainText"/>
      </w:pPr>
      <w:r w:rsidRPr="005B4A5D">
        <w:t xml:space="preserve">    51</w:t>
      </w:r>
      <w:r w:rsidRPr="005B4A5D">
        <w:tab/>
        <w:t>#include &lt;H5PLextern.h&gt;</w:t>
      </w:r>
    </w:p>
    <w:p w:rsidR="005A7094" w:rsidRPr="005B4A5D" w:rsidRDefault="005A7094" w:rsidP="005A7094">
      <w:pPr>
        <w:pStyle w:val="PlainText"/>
      </w:pPr>
      <w:r w:rsidRPr="005B4A5D">
        <w:t xml:space="preserve">    52</w:t>
      </w:r>
      <w:r w:rsidRPr="005B4A5D">
        <w:tab/>
      </w:r>
    </w:p>
    <w:p w:rsidR="005A7094" w:rsidRPr="005B4A5D" w:rsidRDefault="005A7094" w:rsidP="005A7094">
      <w:pPr>
        <w:pStyle w:val="PlainText"/>
      </w:pPr>
      <w:r w:rsidRPr="005B4A5D">
        <w:t xml:space="preserve">    53</w:t>
      </w:r>
      <w:r w:rsidRPr="005B4A5D">
        <w:tab/>
        <w:t>#include &lt;bzlib.h&gt;</w:t>
      </w:r>
    </w:p>
    <w:p w:rsidR="005A7094" w:rsidRPr="005B4A5D" w:rsidRDefault="005A7094" w:rsidP="005A7094">
      <w:pPr>
        <w:pStyle w:val="PlainText"/>
      </w:pPr>
      <w:r w:rsidRPr="005B4A5D">
        <w:t xml:space="preserve">    54</w:t>
      </w:r>
      <w:r w:rsidRPr="005B4A5D">
        <w:tab/>
      </w:r>
    </w:p>
    <w:p w:rsidR="005A7094" w:rsidRPr="005B4A5D" w:rsidRDefault="005A7094" w:rsidP="005A7094">
      <w:pPr>
        <w:pStyle w:val="PlainText"/>
      </w:pPr>
      <w:r w:rsidRPr="005B4A5D">
        <w:t xml:space="preserve">    55</w:t>
      </w:r>
      <w:r w:rsidRPr="005B4A5D">
        <w:tab/>
        <w:t>static size_t H5Z_filter_</w:t>
      </w:r>
      <w:proofErr w:type="gramStart"/>
      <w:r w:rsidRPr="005B4A5D">
        <w:t>bzip2(</w:t>
      </w:r>
      <w:proofErr w:type="gramEnd"/>
      <w:r w:rsidRPr="005B4A5D">
        <w:t>unsigned int flags, size_t cd_nelmts,</w:t>
      </w:r>
    </w:p>
    <w:p w:rsidR="005A7094" w:rsidRPr="005B4A5D" w:rsidRDefault="005A7094" w:rsidP="005A7094">
      <w:pPr>
        <w:pStyle w:val="PlainText"/>
      </w:pPr>
      <w:r w:rsidRPr="005B4A5D">
        <w:t xml:space="preserve">    56</w:t>
      </w:r>
      <w:r w:rsidRPr="005B4A5D">
        <w:tab/>
        <w:t xml:space="preserve">                     const unsigned int cd_</w:t>
      </w:r>
      <w:proofErr w:type="gramStart"/>
      <w:r w:rsidRPr="005B4A5D">
        <w:t>values[</w:t>
      </w:r>
      <w:proofErr w:type="gramEnd"/>
      <w:r w:rsidRPr="005B4A5D">
        <w:t>], size_t nbytes,</w:t>
      </w:r>
    </w:p>
    <w:p w:rsidR="005A7094" w:rsidRPr="005B4A5D" w:rsidRDefault="005A7094" w:rsidP="005A7094">
      <w:pPr>
        <w:pStyle w:val="PlainText"/>
      </w:pPr>
      <w:r w:rsidRPr="005B4A5D">
        <w:t xml:space="preserve">    57</w:t>
      </w:r>
      <w:r w:rsidRPr="005B4A5D">
        <w:tab/>
        <w:t xml:space="preserve">                     size_t *buf_size, void **buf);</w:t>
      </w:r>
    </w:p>
    <w:p w:rsidR="005A7094" w:rsidRPr="005B4A5D" w:rsidRDefault="005A7094" w:rsidP="005A7094">
      <w:pPr>
        <w:pStyle w:val="PlainText"/>
      </w:pPr>
      <w:r w:rsidRPr="005B4A5D">
        <w:t xml:space="preserve">    58</w:t>
      </w:r>
      <w:r w:rsidRPr="005B4A5D">
        <w:tab/>
      </w:r>
    </w:p>
    <w:p w:rsidR="005A7094" w:rsidRPr="005B4A5D" w:rsidRDefault="005A7094" w:rsidP="005A7094">
      <w:pPr>
        <w:pStyle w:val="PlainText"/>
      </w:pPr>
      <w:r w:rsidRPr="005B4A5D">
        <w:t xml:space="preserve">    59</w:t>
      </w:r>
      <w:r w:rsidRPr="005B4A5D">
        <w:tab/>
        <w:t xml:space="preserve">/* </w:t>
      </w:r>
    </w:p>
    <w:p w:rsidR="005A7094" w:rsidRPr="005B4A5D" w:rsidRDefault="005A7094" w:rsidP="005A7094">
      <w:pPr>
        <w:pStyle w:val="PlainText"/>
      </w:pPr>
      <w:r>
        <w:t>…</w:t>
      </w:r>
    </w:p>
    <w:p w:rsidR="005A7094" w:rsidRPr="005B4A5D" w:rsidRDefault="005A7094" w:rsidP="005A7094">
      <w:pPr>
        <w:pStyle w:val="PlainText"/>
      </w:pPr>
      <w:r w:rsidRPr="005B4A5D">
        <w:t xml:space="preserve">    62</w:t>
      </w:r>
      <w:r w:rsidRPr="005B4A5D">
        <w:tab/>
        <w:t xml:space="preserve"> * See http://www.hdfgroup.org/services/contributions.html for more information.</w:t>
      </w:r>
    </w:p>
    <w:p w:rsidR="005A7094" w:rsidRPr="005B4A5D" w:rsidRDefault="005A7094" w:rsidP="005A7094">
      <w:pPr>
        <w:pStyle w:val="PlainText"/>
      </w:pPr>
      <w:r w:rsidRPr="005B4A5D">
        <w:t xml:space="preserve">    63</w:t>
      </w:r>
      <w:r w:rsidRPr="005B4A5D">
        <w:tab/>
        <w:t xml:space="preserve"> *</w:t>
      </w:r>
    </w:p>
    <w:p w:rsidR="005A7094" w:rsidRPr="005B4A5D" w:rsidRDefault="005A7094" w:rsidP="005A7094">
      <w:pPr>
        <w:pStyle w:val="PlainText"/>
      </w:pPr>
      <w:r w:rsidRPr="005B4A5D">
        <w:t xml:space="preserve">    64</w:t>
      </w:r>
      <w:r w:rsidRPr="005B4A5D">
        <w:tab/>
        <w:t xml:space="preserve"> * If you intend your plugin to be used by others, please register your filter</w:t>
      </w:r>
    </w:p>
    <w:p w:rsidR="005A7094" w:rsidRPr="005B4A5D" w:rsidRDefault="005A7094" w:rsidP="005A7094">
      <w:pPr>
        <w:pStyle w:val="PlainText"/>
      </w:pPr>
      <w:r w:rsidRPr="005B4A5D">
        <w:t xml:space="preserve">    65</w:t>
      </w:r>
      <w:r w:rsidRPr="005B4A5D">
        <w:tab/>
        <w:t xml:space="preserve"> * with </w:t>
      </w:r>
      <w:proofErr w:type="gramStart"/>
      <w:r w:rsidRPr="005B4A5D">
        <w:t>The</w:t>
      </w:r>
      <w:proofErr w:type="gramEnd"/>
      <w:r w:rsidRPr="005B4A5D">
        <w:t xml:space="preserve"> HDF Group. </w:t>
      </w:r>
    </w:p>
    <w:p w:rsidR="005A7094" w:rsidRPr="005B4A5D" w:rsidRDefault="005A7094" w:rsidP="005A7094">
      <w:pPr>
        <w:pStyle w:val="PlainText"/>
      </w:pPr>
      <w:r w:rsidRPr="005B4A5D">
        <w:t xml:space="preserve">    66</w:t>
      </w:r>
      <w:r w:rsidRPr="005B4A5D">
        <w:tab/>
        <w:t xml:space="preserve"> */</w:t>
      </w:r>
    </w:p>
    <w:p w:rsidR="005A7094" w:rsidRPr="005B4A5D" w:rsidRDefault="005A7094" w:rsidP="005A7094">
      <w:pPr>
        <w:pStyle w:val="PlainText"/>
      </w:pPr>
      <w:r w:rsidRPr="005B4A5D">
        <w:t xml:space="preserve">    67</w:t>
      </w:r>
      <w:r w:rsidRPr="005B4A5D">
        <w:tab/>
        <w:t>#define H5Z_FILTER_BZIP2 307</w:t>
      </w:r>
    </w:p>
    <w:p w:rsidR="005A7094" w:rsidRPr="005B4A5D" w:rsidRDefault="005A7094" w:rsidP="005A7094">
      <w:pPr>
        <w:pStyle w:val="PlainText"/>
      </w:pPr>
      <w:r w:rsidRPr="005B4A5D">
        <w:t xml:space="preserve">    68</w:t>
      </w:r>
      <w:r w:rsidRPr="005B4A5D">
        <w:tab/>
      </w:r>
    </w:p>
    <w:p w:rsidR="005A7094" w:rsidRPr="005B4A5D" w:rsidRDefault="005A7094" w:rsidP="005A7094">
      <w:pPr>
        <w:pStyle w:val="PlainText"/>
      </w:pPr>
      <w:r w:rsidRPr="005B4A5D">
        <w:t xml:space="preserve">    69</w:t>
      </w:r>
      <w:r w:rsidRPr="005B4A5D">
        <w:tab/>
        <w:t>const H5Z_class2_t H5Z_</w:t>
      </w:r>
      <w:proofErr w:type="gramStart"/>
      <w:r w:rsidRPr="005B4A5D">
        <w:t>BZIP2[</w:t>
      </w:r>
      <w:proofErr w:type="gramEnd"/>
      <w:r w:rsidRPr="005B4A5D">
        <w:t>1] = {{</w:t>
      </w:r>
    </w:p>
    <w:p w:rsidR="005A7094" w:rsidRPr="005B4A5D" w:rsidRDefault="005A7094" w:rsidP="005A7094">
      <w:pPr>
        <w:pStyle w:val="PlainText"/>
      </w:pPr>
      <w:r w:rsidRPr="005B4A5D">
        <w:t xml:space="preserve">    70</w:t>
      </w:r>
      <w:r w:rsidRPr="005B4A5D">
        <w:tab/>
        <w:t xml:space="preserve">    H5Z_CLASS_T_VERS,       /* H5Z_class_t version */</w:t>
      </w:r>
    </w:p>
    <w:p w:rsidR="005A7094" w:rsidRPr="005B4A5D" w:rsidRDefault="005A7094" w:rsidP="005A7094">
      <w:pPr>
        <w:pStyle w:val="PlainText"/>
      </w:pPr>
      <w:r w:rsidRPr="005B4A5D">
        <w:t xml:space="preserve">    71</w:t>
      </w:r>
      <w:r w:rsidRPr="005B4A5D">
        <w:tab/>
        <w:t xml:space="preserve">    (H5Z_filter_t</w:t>
      </w:r>
      <w:proofErr w:type="gramStart"/>
      <w:r w:rsidRPr="005B4A5D">
        <w:t>)H5Z</w:t>
      </w:r>
      <w:proofErr w:type="gramEnd"/>
      <w:r w:rsidRPr="005B4A5D">
        <w:t>_FILTER_BZIP2,         /* Filter id number             */</w:t>
      </w:r>
    </w:p>
    <w:p w:rsidR="005A7094" w:rsidRPr="005B4A5D" w:rsidRDefault="005A7094" w:rsidP="005A7094">
      <w:pPr>
        <w:pStyle w:val="PlainText"/>
      </w:pPr>
      <w:r w:rsidRPr="005B4A5D">
        <w:t xml:space="preserve">    72</w:t>
      </w:r>
      <w:r w:rsidRPr="005B4A5D">
        <w:tab/>
        <w:t xml:space="preserve">    1,              /* encoder_present flag (set to true) */</w:t>
      </w:r>
    </w:p>
    <w:p w:rsidR="005A7094" w:rsidRPr="005B4A5D" w:rsidRDefault="005A7094" w:rsidP="005A7094">
      <w:pPr>
        <w:pStyle w:val="PlainText"/>
      </w:pPr>
      <w:r w:rsidRPr="005B4A5D">
        <w:t xml:space="preserve">    73</w:t>
      </w:r>
      <w:r w:rsidRPr="005B4A5D">
        <w:tab/>
        <w:t xml:space="preserve">    1,              /* decoder_present flag (set to true) */</w:t>
      </w:r>
    </w:p>
    <w:p w:rsidR="005A7094" w:rsidRPr="005B4A5D" w:rsidRDefault="005A7094" w:rsidP="005A7094">
      <w:pPr>
        <w:pStyle w:val="PlainText"/>
      </w:pPr>
      <w:r w:rsidRPr="005B4A5D">
        <w:t xml:space="preserve">    74</w:t>
      </w:r>
      <w:r w:rsidRPr="005B4A5D">
        <w:tab/>
        <w:t xml:space="preserve">    "HDF5 bzip2 filter; see http://www.hdfgroup.org/services/contributions.html", </w:t>
      </w:r>
    </w:p>
    <w:p w:rsidR="005A7094" w:rsidRPr="005B4A5D" w:rsidRDefault="005A7094" w:rsidP="005A7094">
      <w:pPr>
        <w:pStyle w:val="PlainText"/>
      </w:pPr>
      <w:r w:rsidRPr="005B4A5D">
        <w:t xml:space="preserve">    75</w:t>
      </w:r>
      <w:r w:rsidRPr="005B4A5D">
        <w:tab/>
        <w:t xml:space="preserve">                                /* Filter name for debugging    */</w:t>
      </w:r>
    </w:p>
    <w:p w:rsidR="005A7094" w:rsidRPr="005B4A5D" w:rsidRDefault="005A7094" w:rsidP="005A7094">
      <w:pPr>
        <w:pStyle w:val="PlainText"/>
      </w:pPr>
      <w:r w:rsidRPr="005B4A5D">
        <w:t xml:space="preserve">    76</w:t>
      </w:r>
      <w:r w:rsidRPr="005B4A5D">
        <w:tab/>
        <w:t xml:space="preserve">    NULL,                       /* </w:t>
      </w:r>
      <w:proofErr w:type="gramStart"/>
      <w:r w:rsidRPr="005B4A5D">
        <w:t>The</w:t>
      </w:r>
      <w:proofErr w:type="gramEnd"/>
      <w:r w:rsidRPr="005B4A5D">
        <w:t xml:space="preserve"> "can apply" callback     */</w:t>
      </w:r>
    </w:p>
    <w:p w:rsidR="005A7094" w:rsidRPr="005B4A5D" w:rsidRDefault="005A7094" w:rsidP="005A7094">
      <w:pPr>
        <w:pStyle w:val="PlainText"/>
      </w:pPr>
      <w:r w:rsidRPr="005B4A5D">
        <w:t xml:space="preserve">    77</w:t>
      </w:r>
      <w:r w:rsidRPr="005B4A5D">
        <w:tab/>
        <w:t xml:space="preserve">    NULL,                       /* </w:t>
      </w:r>
      <w:proofErr w:type="gramStart"/>
      <w:r w:rsidRPr="005B4A5D">
        <w:t>The</w:t>
      </w:r>
      <w:proofErr w:type="gramEnd"/>
      <w:r w:rsidRPr="005B4A5D">
        <w:t xml:space="preserve"> "set local" callback     */</w:t>
      </w:r>
    </w:p>
    <w:p w:rsidR="005A7094" w:rsidRPr="005B4A5D" w:rsidRDefault="005A7094" w:rsidP="005A7094">
      <w:pPr>
        <w:pStyle w:val="PlainText"/>
      </w:pPr>
      <w:r w:rsidRPr="005B4A5D">
        <w:t xml:space="preserve">    78</w:t>
      </w:r>
      <w:r w:rsidRPr="005B4A5D">
        <w:tab/>
        <w:t xml:space="preserve">    (H5Z_func_t</w:t>
      </w:r>
      <w:proofErr w:type="gramStart"/>
      <w:r w:rsidRPr="005B4A5D">
        <w:t>)H5Z</w:t>
      </w:r>
      <w:proofErr w:type="gramEnd"/>
      <w:r w:rsidRPr="005B4A5D">
        <w:t>_filter_bzip2,         /* The actual filter function   */</w:t>
      </w:r>
    </w:p>
    <w:p w:rsidR="005A7094" w:rsidRPr="005B4A5D" w:rsidRDefault="005A7094" w:rsidP="005A7094">
      <w:pPr>
        <w:pStyle w:val="PlainText"/>
      </w:pPr>
      <w:r w:rsidRPr="005B4A5D">
        <w:t xml:space="preserve">    79</w:t>
      </w:r>
      <w:r w:rsidRPr="005B4A5D">
        <w:tab/>
        <w:t>}};</w:t>
      </w:r>
    </w:p>
    <w:p w:rsidR="005A7094" w:rsidRPr="005B4A5D" w:rsidRDefault="005A7094" w:rsidP="005A7094">
      <w:pPr>
        <w:pStyle w:val="PlainText"/>
      </w:pPr>
      <w:r w:rsidRPr="005B4A5D">
        <w:t xml:space="preserve">    80</w:t>
      </w:r>
      <w:r w:rsidRPr="005B4A5D">
        <w:tab/>
      </w:r>
    </w:p>
    <w:p w:rsidR="005A7094" w:rsidRPr="005B4A5D" w:rsidRDefault="005A7094" w:rsidP="005A7094">
      <w:pPr>
        <w:pStyle w:val="PlainText"/>
      </w:pPr>
      <w:r w:rsidRPr="005B4A5D">
        <w:t xml:space="preserve">    81</w:t>
      </w:r>
      <w:r w:rsidRPr="005B4A5D">
        <w:tab/>
        <w:t>H5PL_type_t   H5PLget_plugin_</w:t>
      </w:r>
      <w:proofErr w:type="gramStart"/>
      <w:r w:rsidRPr="005B4A5D">
        <w:t>type(</w:t>
      </w:r>
      <w:proofErr w:type="gramEnd"/>
      <w:r w:rsidRPr="005B4A5D">
        <w:t>void) {return H5PL_TYPE_FILTER;}</w:t>
      </w:r>
    </w:p>
    <w:p w:rsidR="005A7094" w:rsidRPr="005B4A5D" w:rsidRDefault="005A7094" w:rsidP="005A7094">
      <w:pPr>
        <w:pStyle w:val="PlainText"/>
      </w:pPr>
      <w:r w:rsidRPr="005B4A5D">
        <w:t xml:space="preserve">    82</w:t>
      </w:r>
      <w:r w:rsidRPr="005B4A5D">
        <w:tab/>
        <w:t>const void *H5PLget_plugin_</w:t>
      </w:r>
      <w:proofErr w:type="gramStart"/>
      <w:r w:rsidRPr="005B4A5D">
        <w:t>info(</w:t>
      </w:r>
      <w:proofErr w:type="gramEnd"/>
      <w:r w:rsidRPr="005B4A5D">
        <w:t>void) {return H5Z_BZIP2;}</w:t>
      </w:r>
    </w:p>
    <w:p w:rsidR="005A7094" w:rsidRPr="005B4A5D" w:rsidRDefault="005A7094" w:rsidP="005A7094">
      <w:pPr>
        <w:pStyle w:val="PlainText"/>
      </w:pPr>
      <w:r w:rsidRPr="005B4A5D">
        <w:t xml:space="preserve">    83</w:t>
      </w:r>
      <w:r w:rsidRPr="005B4A5D">
        <w:tab/>
      </w:r>
    </w:p>
    <w:p w:rsidR="005A7094" w:rsidRPr="005B4A5D" w:rsidRDefault="005A7094" w:rsidP="005A7094">
      <w:pPr>
        <w:pStyle w:val="PlainText"/>
      </w:pPr>
      <w:r w:rsidRPr="005B4A5D">
        <w:t xml:space="preserve">    84</w:t>
      </w:r>
      <w:r w:rsidRPr="005B4A5D">
        <w:tab/>
        <w:t>static size_t H5Z_filter_</w:t>
      </w:r>
      <w:proofErr w:type="gramStart"/>
      <w:r w:rsidRPr="005B4A5D">
        <w:t>bzip2(</w:t>
      </w:r>
      <w:proofErr w:type="gramEnd"/>
      <w:r w:rsidRPr="005B4A5D">
        <w:t>unsigned int flags, size_t cd_nelmts,</w:t>
      </w:r>
    </w:p>
    <w:p w:rsidR="005A7094" w:rsidRPr="005B4A5D" w:rsidRDefault="005A7094" w:rsidP="005A7094">
      <w:pPr>
        <w:pStyle w:val="PlainText"/>
      </w:pPr>
      <w:r w:rsidRPr="005B4A5D">
        <w:t xml:space="preserve">    85</w:t>
      </w:r>
      <w:r w:rsidRPr="005B4A5D">
        <w:tab/>
        <w:t xml:space="preserve">                     const unsigned int cd_</w:t>
      </w:r>
      <w:proofErr w:type="gramStart"/>
      <w:r w:rsidRPr="005B4A5D">
        <w:t>values[</w:t>
      </w:r>
      <w:proofErr w:type="gramEnd"/>
      <w:r w:rsidRPr="005B4A5D">
        <w:t>], size_t nbytes,</w:t>
      </w:r>
    </w:p>
    <w:p w:rsidR="005A7094" w:rsidRPr="005B4A5D" w:rsidRDefault="005A7094" w:rsidP="005A7094">
      <w:pPr>
        <w:pStyle w:val="PlainText"/>
      </w:pPr>
      <w:r w:rsidRPr="005B4A5D">
        <w:lastRenderedPageBreak/>
        <w:t xml:space="preserve">    86</w:t>
      </w:r>
      <w:r w:rsidRPr="005B4A5D">
        <w:tab/>
        <w:t xml:space="preserve">                     size_t *buf_size, void **buf)</w:t>
      </w:r>
    </w:p>
    <w:p w:rsidR="005A7094" w:rsidRPr="005B4A5D" w:rsidRDefault="005A7094" w:rsidP="005A7094">
      <w:pPr>
        <w:pStyle w:val="PlainText"/>
      </w:pPr>
      <w:r w:rsidRPr="005B4A5D">
        <w:t xml:space="preserve">    87</w:t>
      </w:r>
      <w:r w:rsidRPr="005B4A5D">
        <w:tab/>
        <w:t>{</w:t>
      </w:r>
    </w:p>
    <w:p w:rsidR="005A7094" w:rsidRPr="005B4A5D" w:rsidRDefault="005A7094" w:rsidP="005A7094">
      <w:pPr>
        <w:pStyle w:val="PlainText"/>
      </w:pPr>
      <w:r w:rsidRPr="005B4A5D">
        <w:t xml:space="preserve">    88</w:t>
      </w:r>
      <w:r w:rsidRPr="005B4A5D">
        <w:tab/>
        <w:t xml:space="preserve">  char *outbuf = NULL;</w:t>
      </w:r>
    </w:p>
    <w:p w:rsidR="005A7094" w:rsidRPr="005B4A5D" w:rsidRDefault="005A7094" w:rsidP="005A7094">
      <w:pPr>
        <w:pStyle w:val="PlainText"/>
      </w:pPr>
      <w:r w:rsidRPr="005B4A5D">
        <w:t xml:space="preserve">    89</w:t>
      </w:r>
      <w:r w:rsidRPr="005B4A5D">
        <w:tab/>
        <w:t xml:space="preserve">  </w:t>
      </w:r>
      <w:proofErr w:type="spellStart"/>
      <w:r w:rsidRPr="005B4A5D">
        <w:t>size_t</w:t>
      </w:r>
      <w:proofErr w:type="spellEnd"/>
      <w:r w:rsidRPr="005B4A5D">
        <w:t xml:space="preserve"> </w:t>
      </w:r>
      <w:proofErr w:type="spellStart"/>
      <w:r w:rsidRPr="005B4A5D">
        <w:t>outbuflen</w:t>
      </w:r>
      <w:proofErr w:type="spellEnd"/>
      <w:r w:rsidRPr="005B4A5D">
        <w:t xml:space="preserve">, </w:t>
      </w:r>
      <w:proofErr w:type="spellStart"/>
      <w:r w:rsidRPr="005B4A5D">
        <w:t>outdatalen</w:t>
      </w:r>
      <w:proofErr w:type="spellEnd"/>
      <w:r w:rsidRPr="005B4A5D">
        <w:t>;</w:t>
      </w:r>
    </w:p>
    <w:p w:rsidR="005A7094" w:rsidRPr="005B4A5D" w:rsidRDefault="005A7094" w:rsidP="005A7094">
      <w:pPr>
        <w:pStyle w:val="PlainText"/>
      </w:pPr>
      <w:r w:rsidRPr="005B4A5D">
        <w:t xml:space="preserve">    90</w:t>
      </w:r>
      <w:r w:rsidRPr="005B4A5D">
        <w:tab/>
        <w:t xml:space="preserve">  int ret;</w:t>
      </w:r>
    </w:p>
    <w:p w:rsidR="005A7094" w:rsidRPr="005B4A5D" w:rsidRDefault="005A7094" w:rsidP="005A7094">
      <w:pPr>
        <w:pStyle w:val="PlainText"/>
      </w:pPr>
      <w:r w:rsidRPr="005B4A5D">
        <w:t xml:space="preserve">    91</w:t>
      </w:r>
      <w:r w:rsidRPr="005B4A5D">
        <w:tab/>
      </w:r>
    </w:p>
    <w:p w:rsidR="005A7094" w:rsidRPr="005B4A5D" w:rsidRDefault="005A7094" w:rsidP="005A7094">
      <w:pPr>
        <w:pStyle w:val="PlainText"/>
      </w:pPr>
      <w:r w:rsidRPr="005B4A5D">
        <w:t xml:space="preserve">    92</w:t>
      </w:r>
      <w:r w:rsidRPr="005B4A5D">
        <w:tab/>
        <w:t xml:space="preserve">  if (flags &amp; H5Z_FLAG_REVERSE) {</w:t>
      </w:r>
    </w:p>
    <w:p w:rsidR="005A7094" w:rsidRPr="005B4A5D" w:rsidRDefault="005A7094" w:rsidP="005A7094">
      <w:pPr>
        <w:pStyle w:val="PlainText"/>
      </w:pPr>
      <w:r w:rsidRPr="005B4A5D">
        <w:t xml:space="preserve">    93</w:t>
      </w:r>
      <w:r w:rsidRPr="005B4A5D">
        <w:tab/>
      </w:r>
    </w:p>
    <w:p w:rsidR="005A7094" w:rsidRPr="005B4A5D" w:rsidRDefault="005A7094" w:rsidP="005A7094">
      <w:pPr>
        <w:pStyle w:val="PlainText"/>
      </w:pPr>
      <w:r w:rsidRPr="005B4A5D">
        <w:t xml:space="preserve">    94</w:t>
      </w:r>
      <w:r w:rsidRPr="005B4A5D">
        <w:tab/>
        <w:t xml:space="preserve">    /** Decompress data.</w:t>
      </w:r>
    </w:p>
    <w:p w:rsidR="005A7094" w:rsidRPr="005B4A5D" w:rsidRDefault="005A7094" w:rsidP="005A7094">
      <w:pPr>
        <w:pStyle w:val="PlainText"/>
      </w:pPr>
      <w:r w:rsidRPr="005B4A5D">
        <w:t xml:space="preserve">    95</w:t>
      </w:r>
      <w:r w:rsidRPr="005B4A5D">
        <w:tab/>
        <w:t xml:space="preserve">     **</w:t>
      </w:r>
    </w:p>
    <w:p w:rsidR="005A7094" w:rsidRPr="005B4A5D" w:rsidRDefault="005A7094" w:rsidP="005A7094">
      <w:pPr>
        <w:pStyle w:val="PlainText"/>
      </w:pPr>
      <w:r>
        <w:t>…</w:t>
      </w:r>
    </w:p>
    <w:p w:rsidR="005A7094" w:rsidRPr="005B4A5D" w:rsidRDefault="005A7094" w:rsidP="005A7094">
      <w:pPr>
        <w:pStyle w:val="PlainText"/>
      </w:pPr>
      <w:r w:rsidRPr="005B4A5D">
        <w:t xml:space="preserve">   102</w:t>
      </w:r>
      <w:r w:rsidRPr="005B4A5D">
        <w:tab/>
        <w:t xml:space="preserve">     **/</w:t>
      </w:r>
    </w:p>
    <w:p w:rsidR="005A7094" w:rsidRPr="005B4A5D" w:rsidRDefault="005A7094" w:rsidP="005A7094">
      <w:pPr>
        <w:pStyle w:val="PlainText"/>
      </w:pPr>
      <w:r w:rsidRPr="005B4A5D">
        <w:t xml:space="preserve">   103</w:t>
      </w:r>
      <w:r w:rsidRPr="005B4A5D">
        <w:tab/>
      </w:r>
    </w:p>
    <w:p w:rsidR="005A7094" w:rsidRPr="005B4A5D" w:rsidRDefault="005A7094" w:rsidP="005A7094">
      <w:pPr>
        <w:pStyle w:val="PlainText"/>
      </w:pPr>
      <w:r w:rsidRPr="005B4A5D">
        <w:t xml:space="preserve">   104</w:t>
      </w:r>
      <w:r w:rsidRPr="005B4A5D">
        <w:tab/>
        <w:t xml:space="preserve">    </w:t>
      </w:r>
      <w:proofErr w:type="spellStart"/>
      <w:r w:rsidRPr="005B4A5D">
        <w:t>bz_stream</w:t>
      </w:r>
      <w:proofErr w:type="spellEnd"/>
      <w:r w:rsidRPr="005B4A5D">
        <w:t xml:space="preserve"> stream;</w:t>
      </w:r>
    </w:p>
    <w:p w:rsidR="005A7094" w:rsidRPr="005B4A5D" w:rsidRDefault="005A7094" w:rsidP="005A7094">
      <w:pPr>
        <w:pStyle w:val="PlainText"/>
      </w:pPr>
      <w:r w:rsidRPr="005B4A5D">
        <w:t xml:space="preserve">   105</w:t>
      </w:r>
      <w:r w:rsidRPr="005B4A5D">
        <w:tab/>
        <w:t xml:space="preserve">    char *</w:t>
      </w:r>
      <w:proofErr w:type="spellStart"/>
      <w:r w:rsidRPr="005B4A5D">
        <w:t>newbuf</w:t>
      </w:r>
      <w:proofErr w:type="spellEnd"/>
      <w:r w:rsidRPr="005B4A5D">
        <w:t xml:space="preserve"> = NULL;</w:t>
      </w:r>
    </w:p>
    <w:p w:rsidR="005A7094" w:rsidRPr="005B4A5D" w:rsidRDefault="005A7094" w:rsidP="005A7094">
      <w:pPr>
        <w:pStyle w:val="PlainText"/>
      </w:pPr>
      <w:r w:rsidRPr="005B4A5D">
        <w:t xml:space="preserve">   106</w:t>
      </w:r>
      <w:r w:rsidRPr="005B4A5D">
        <w:tab/>
        <w:t xml:space="preserve">    </w:t>
      </w:r>
      <w:proofErr w:type="spellStart"/>
      <w:r w:rsidRPr="005B4A5D">
        <w:t>size_t</w:t>
      </w:r>
      <w:proofErr w:type="spellEnd"/>
      <w:r w:rsidRPr="005B4A5D">
        <w:t xml:space="preserve"> </w:t>
      </w:r>
      <w:proofErr w:type="spellStart"/>
      <w:r w:rsidRPr="005B4A5D">
        <w:t>newbuflen</w:t>
      </w:r>
      <w:proofErr w:type="spellEnd"/>
      <w:r w:rsidRPr="005B4A5D">
        <w:t>;</w:t>
      </w:r>
    </w:p>
    <w:p w:rsidR="005A7094" w:rsidRPr="005B4A5D" w:rsidRDefault="005A7094" w:rsidP="005A7094">
      <w:pPr>
        <w:pStyle w:val="PlainText"/>
      </w:pPr>
      <w:r w:rsidRPr="005B4A5D">
        <w:t xml:space="preserve">   107</w:t>
      </w:r>
      <w:r w:rsidRPr="005B4A5D">
        <w:tab/>
      </w:r>
    </w:p>
    <w:p w:rsidR="005A7094" w:rsidRPr="005B4A5D" w:rsidRDefault="005A7094" w:rsidP="005A7094">
      <w:pPr>
        <w:pStyle w:val="PlainText"/>
      </w:pPr>
      <w:r w:rsidRPr="005B4A5D">
        <w:t xml:space="preserve">   108</w:t>
      </w:r>
      <w:r w:rsidRPr="005B4A5D">
        <w:tab/>
        <w:t xml:space="preserve">    /* Prepare the output buffer. */</w:t>
      </w:r>
    </w:p>
    <w:p w:rsidR="005A7094" w:rsidRPr="005B4A5D" w:rsidRDefault="005A7094" w:rsidP="005A7094">
      <w:pPr>
        <w:pStyle w:val="PlainText"/>
      </w:pPr>
      <w:r w:rsidRPr="005B4A5D">
        <w:t xml:space="preserve">   109</w:t>
      </w:r>
      <w:r w:rsidRPr="005B4A5D">
        <w:tab/>
        <w:t xml:space="preserve">    </w:t>
      </w:r>
      <w:proofErr w:type="spellStart"/>
      <w:r w:rsidRPr="005B4A5D">
        <w:t>outbuflen</w:t>
      </w:r>
      <w:proofErr w:type="spellEnd"/>
      <w:r w:rsidRPr="005B4A5D">
        <w:t xml:space="preserve"> = </w:t>
      </w:r>
      <w:proofErr w:type="spellStart"/>
      <w:r w:rsidRPr="005B4A5D">
        <w:t>nbytes</w:t>
      </w:r>
      <w:proofErr w:type="spellEnd"/>
      <w:r w:rsidRPr="005B4A5D">
        <w:t xml:space="preserve"> * 3 + 1</w:t>
      </w:r>
      <w:proofErr w:type="gramStart"/>
      <w:r w:rsidRPr="005B4A5D">
        <w:t>;  /</w:t>
      </w:r>
      <w:proofErr w:type="gramEnd"/>
      <w:r w:rsidRPr="005B4A5D">
        <w:t>* average bzip2 compression ratio is 3:1 */</w:t>
      </w:r>
    </w:p>
    <w:p w:rsidR="005A7094" w:rsidRPr="005B4A5D" w:rsidRDefault="005A7094" w:rsidP="005A7094">
      <w:pPr>
        <w:pStyle w:val="PlainText"/>
      </w:pPr>
      <w:r w:rsidRPr="005B4A5D">
        <w:t xml:space="preserve">   110</w:t>
      </w:r>
      <w:r w:rsidRPr="005B4A5D">
        <w:tab/>
        <w:t xml:space="preserve">    </w:t>
      </w:r>
      <w:proofErr w:type="spellStart"/>
      <w:r w:rsidRPr="005B4A5D">
        <w:t>outbuf</w:t>
      </w:r>
      <w:proofErr w:type="spellEnd"/>
      <w:r w:rsidRPr="005B4A5D">
        <w:t xml:space="preserve"> = </w:t>
      </w:r>
      <w:proofErr w:type="spellStart"/>
      <w:proofErr w:type="gramStart"/>
      <w:r w:rsidRPr="005B4A5D">
        <w:t>malloc</w:t>
      </w:r>
      <w:proofErr w:type="spellEnd"/>
      <w:r w:rsidRPr="005B4A5D">
        <w:t>(</w:t>
      </w:r>
      <w:proofErr w:type="spellStart"/>
      <w:proofErr w:type="gramEnd"/>
      <w:r w:rsidRPr="005B4A5D">
        <w:t>outbuflen</w:t>
      </w:r>
      <w:proofErr w:type="spellEnd"/>
      <w:r w:rsidRPr="005B4A5D">
        <w:t>);</w:t>
      </w:r>
    </w:p>
    <w:p w:rsidR="005A7094" w:rsidRPr="005B4A5D" w:rsidRDefault="005A7094" w:rsidP="005A7094">
      <w:pPr>
        <w:pStyle w:val="PlainText"/>
      </w:pPr>
      <w:r w:rsidRPr="005B4A5D">
        <w:t xml:space="preserve">   111</w:t>
      </w:r>
      <w:r w:rsidRPr="005B4A5D">
        <w:tab/>
        <w:t xml:space="preserve">    if (outbuf == NULL) {</w:t>
      </w:r>
    </w:p>
    <w:p w:rsidR="005A7094" w:rsidRPr="005B4A5D" w:rsidRDefault="005A7094" w:rsidP="005A7094">
      <w:pPr>
        <w:pStyle w:val="PlainText"/>
      </w:pPr>
      <w:r w:rsidRPr="005B4A5D">
        <w:t xml:space="preserve">   112</w:t>
      </w:r>
      <w:r w:rsidRPr="005B4A5D">
        <w:tab/>
        <w:t xml:space="preserve">      </w:t>
      </w:r>
      <w:proofErr w:type="gramStart"/>
      <w:r w:rsidRPr="005B4A5D">
        <w:t>fprintf(</w:t>
      </w:r>
      <w:proofErr w:type="gramEnd"/>
      <w:r w:rsidRPr="005B4A5D">
        <w:t>stderr, "memory allocation failed for bzip2 decompression\n");</w:t>
      </w:r>
    </w:p>
    <w:p w:rsidR="005A7094" w:rsidRPr="005B4A5D" w:rsidRDefault="005A7094" w:rsidP="005A7094">
      <w:pPr>
        <w:pStyle w:val="PlainText"/>
      </w:pPr>
      <w:r w:rsidRPr="005B4A5D">
        <w:t xml:space="preserve">   113</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114</w:t>
      </w:r>
      <w:r w:rsidRPr="005B4A5D">
        <w:tab/>
        <w:t xml:space="preserve">    }</w:t>
      </w:r>
    </w:p>
    <w:p w:rsidR="005A7094" w:rsidRPr="005B4A5D" w:rsidRDefault="005A7094" w:rsidP="005A7094">
      <w:pPr>
        <w:pStyle w:val="PlainText"/>
      </w:pPr>
      <w:r w:rsidRPr="005B4A5D">
        <w:t xml:space="preserve">   115</w:t>
      </w:r>
      <w:r w:rsidRPr="005B4A5D">
        <w:tab/>
      </w:r>
    </w:p>
    <w:p w:rsidR="005A7094" w:rsidRPr="005B4A5D" w:rsidRDefault="005A7094" w:rsidP="005A7094">
      <w:pPr>
        <w:pStyle w:val="PlainText"/>
      </w:pPr>
      <w:r w:rsidRPr="005B4A5D">
        <w:t xml:space="preserve">   116</w:t>
      </w:r>
      <w:r w:rsidRPr="005B4A5D">
        <w:tab/>
        <w:t xml:space="preserve">    /* Use standard </w:t>
      </w:r>
      <w:proofErr w:type="gramStart"/>
      <w:r w:rsidRPr="005B4A5D">
        <w:t>malloc(</w:t>
      </w:r>
      <w:proofErr w:type="gramEnd"/>
      <w:r w:rsidRPr="005B4A5D">
        <w:t>)/free() for internal memory handling. */</w:t>
      </w:r>
    </w:p>
    <w:p w:rsidR="005A7094" w:rsidRPr="005B4A5D" w:rsidRDefault="005A7094" w:rsidP="005A7094">
      <w:pPr>
        <w:pStyle w:val="PlainText"/>
      </w:pPr>
      <w:r w:rsidRPr="005B4A5D">
        <w:t xml:space="preserve">   117</w:t>
      </w:r>
      <w:r w:rsidRPr="005B4A5D">
        <w:tab/>
        <w:t xml:space="preserve">    </w:t>
      </w:r>
      <w:proofErr w:type="spellStart"/>
      <w:r w:rsidRPr="005B4A5D">
        <w:t>stream.bzalloc</w:t>
      </w:r>
      <w:proofErr w:type="spellEnd"/>
      <w:r w:rsidRPr="005B4A5D">
        <w:t xml:space="preserve"> = NULL;</w:t>
      </w:r>
    </w:p>
    <w:p w:rsidR="005A7094" w:rsidRPr="005B4A5D" w:rsidRDefault="005A7094" w:rsidP="005A7094">
      <w:pPr>
        <w:pStyle w:val="PlainText"/>
      </w:pPr>
      <w:r w:rsidRPr="005B4A5D">
        <w:t xml:space="preserve">   118</w:t>
      </w:r>
      <w:r w:rsidRPr="005B4A5D">
        <w:tab/>
        <w:t xml:space="preserve">    </w:t>
      </w:r>
      <w:proofErr w:type="spellStart"/>
      <w:r w:rsidRPr="005B4A5D">
        <w:t>stream.bzfree</w:t>
      </w:r>
      <w:proofErr w:type="spellEnd"/>
      <w:r w:rsidRPr="005B4A5D">
        <w:t xml:space="preserve"> = NULL;</w:t>
      </w:r>
    </w:p>
    <w:p w:rsidR="005A7094" w:rsidRPr="005B4A5D" w:rsidRDefault="005A7094" w:rsidP="005A7094">
      <w:pPr>
        <w:pStyle w:val="PlainText"/>
      </w:pPr>
      <w:r w:rsidRPr="005B4A5D">
        <w:t xml:space="preserve">   119</w:t>
      </w:r>
      <w:r w:rsidRPr="005B4A5D">
        <w:tab/>
        <w:t xml:space="preserve">    </w:t>
      </w:r>
      <w:proofErr w:type="spellStart"/>
      <w:r w:rsidRPr="005B4A5D">
        <w:t>stream.opaque</w:t>
      </w:r>
      <w:proofErr w:type="spellEnd"/>
      <w:r w:rsidRPr="005B4A5D">
        <w:t xml:space="preserve"> = NULL;</w:t>
      </w:r>
    </w:p>
    <w:p w:rsidR="005A7094" w:rsidRPr="005B4A5D" w:rsidRDefault="005A7094" w:rsidP="005A7094">
      <w:pPr>
        <w:pStyle w:val="PlainText"/>
      </w:pPr>
      <w:r w:rsidRPr="005B4A5D">
        <w:t xml:space="preserve">   120</w:t>
      </w:r>
      <w:r w:rsidRPr="005B4A5D">
        <w:tab/>
      </w:r>
    </w:p>
    <w:p w:rsidR="005A7094" w:rsidRPr="005B4A5D" w:rsidRDefault="005A7094" w:rsidP="005A7094">
      <w:pPr>
        <w:pStyle w:val="PlainText"/>
      </w:pPr>
      <w:r w:rsidRPr="005B4A5D">
        <w:t xml:space="preserve">   121</w:t>
      </w:r>
      <w:r w:rsidRPr="005B4A5D">
        <w:tab/>
        <w:t xml:space="preserve">    /* Start decompression. */</w:t>
      </w:r>
    </w:p>
    <w:p w:rsidR="005A7094" w:rsidRPr="005B4A5D" w:rsidRDefault="005A7094" w:rsidP="005A7094">
      <w:pPr>
        <w:pStyle w:val="PlainText"/>
      </w:pPr>
      <w:r w:rsidRPr="005B4A5D">
        <w:t xml:space="preserve">   122</w:t>
      </w:r>
      <w:r w:rsidRPr="005B4A5D">
        <w:tab/>
        <w:t xml:space="preserve">    ret = BZ2_</w:t>
      </w:r>
      <w:proofErr w:type="gramStart"/>
      <w:r w:rsidRPr="005B4A5D">
        <w:t>bzDecompressInit(</w:t>
      </w:r>
      <w:proofErr w:type="gramEnd"/>
      <w:r w:rsidRPr="005B4A5D">
        <w:t>&amp;stream, 0, 0);</w:t>
      </w:r>
    </w:p>
    <w:p w:rsidR="005A7094" w:rsidRPr="005B4A5D" w:rsidRDefault="005A7094" w:rsidP="005A7094">
      <w:pPr>
        <w:pStyle w:val="PlainText"/>
      </w:pPr>
      <w:r w:rsidRPr="005B4A5D">
        <w:t xml:space="preserve">   123</w:t>
      </w:r>
      <w:r w:rsidRPr="005B4A5D">
        <w:tab/>
        <w:t xml:space="preserve">    if (</w:t>
      </w:r>
      <w:proofErr w:type="gramStart"/>
      <w:r w:rsidRPr="005B4A5D">
        <w:t>ret !</w:t>
      </w:r>
      <w:proofErr w:type="gramEnd"/>
      <w:r w:rsidRPr="005B4A5D">
        <w:t>= BZ_OK) {</w:t>
      </w:r>
    </w:p>
    <w:p w:rsidR="005A7094" w:rsidRPr="005B4A5D" w:rsidRDefault="005A7094" w:rsidP="005A7094">
      <w:pPr>
        <w:pStyle w:val="PlainText"/>
      </w:pPr>
      <w:r w:rsidRPr="005B4A5D">
        <w:t xml:space="preserve">   124</w:t>
      </w:r>
      <w:r w:rsidRPr="005B4A5D">
        <w:tab/>
        <w:t xml:space="preserve">      </w:t>
      </w:r>
      <w:proofErr w:type="gramStart"/>
      <w:r w:rsidRPr="005B4A5D">
        <w:t>fprintf(</w:t>
      </w:r>
      <w:proofErr w:type="gramEnd"/>
      <w:r w:rsidRPr="005B4A5D">
        <w:t>stderr, "bzip2 decompression start failed with error %d\n", ret);</w:t>
      </w:r>
    </w:p>
    <w:p w:rsidR="005A7094" w:rsidRPr="005B4A5D" w:rsidRDefault="005A7094" w:rsidP="005A7094">
      <w:pPr>
        <w:pStyle w:val="PlainText"/>
      </w:pPr>
      <w:r w:rsidRPr="005B4A5D">
        <w:t xml:space="preserve">   125</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126</w:t>
      </w:r>
      <w:r w:rsidRPr="005B4A5D">
        <w:tab/>
        <w:t xml:space="preserve">    }</w:t>
      </w:r>
    </w:p>
    <w:p w:rsidR="005A7094" w:rsidRPr="005B4A5D" w:rsidRDefault="005A7094" w:rsidP="005A7094">
      <w:pPr>
        <w:pStyle w:val="PlainText"/>
      </w:pPr>
      <w:r w:rsidRPr="005B4A5D">
        <w:t xml:space="preserve">   127</w:t>
      </w:r>
      <w:r w:rsidRPr="005B4A5D">
        <w:tab/>
      </w:r>
    </w:p>
    <w:p w:rsidR="005A7094" w:rsidRPr="005B4A5D" w:rsidRDefault="005A7094" w:rsidP="005A7094">
      <w:pPr>
        <w:pStyle w:val="PlainText"/>
      </w:pPr>
      <w:r w:rsidRPr="005B4A5D">
        <w:t xml:space="preserve">   128</w:t>
      </w:r>
      <w:r w:rsidRPr="005B4A5D">
        <w:tab/>
        <w:t xml:space="preserve">    /* Feed data to the decompression process and get decompressed data. */</w:t>
      </w:r>
    </w:p>
    <w:p w:rsidR="005A7094" w:rsidRPr="005B4A5D" w:rsidRDefault="005A7094" w:rsidP="005A7094">
      <w:pPr>
        <w:pStyle w:val="PlainText"/>
      </w:pPr>
      <w:r w:rsidRPr="005B4A5D">
        <w:t xml:space="preserve">   129</w:t>
      </w:r>
      <w:r w:rsidRPr="005B4A5D">
        <w:tab/>
        <w:t xml:space="preserve">    </w:t>
      </w:r>
      <w:proofErr w:type="spellStart"/>
      <w:r w:rsidRPr="005B4A5D">
        <w:t>stream.next_out</w:t>
      </w:r>
      <w:proofErr w:type="spellEnd"/>
      <w:r w:rsidRPr="005B4A5D">
        <w:t xml:space="preserve"> = </w:t>
      </w:r>
      <w:proofErr w:type="spellStart"/>
      <w:r w:rsidRPr="005B4A5D">
        <w:t>outbuf</w:t>
      </w:r>
      <w:proofErr w:type="spellEnd"/>
      <w:r w:rsidRPr="005B4A5D">
        <w:t>;</w:t>
      </w:r>
    </w:p>
    <w:p w:rsidR="005A7094" w:rsidRPr="005B4A5D" w:rsidRDefault="005A7094" w:rsidP="005A7094">
      <w:pPr>
        <w:pStyle w:val="PlainText"/>
      </w:pPr>
      <w:r w:rsidRPr="005B4A5D">
        <w:t xml:space="preserve">   130</w:t>
      </w:r>
      <w:r w:rsidRPr="005B4A5D">
        <w:tab/>
        <w:t xml:space="preserve">    </w:t>
      </w:r>
      <w:proofErr w:type="spellStart"/>
      <w:r w:rsidRPr="005B4A5D">
        <w:t>stream.avail_out</w:t>
      </w:r>
      <w:proofErr w:type="spellEnd"/>
      <w:r w:rsidRPr="005B4A5D">
        <w:t xml:space="preserve"> = </w:t>
      </w:r>
      <w:proofErr w:type="spellStart"/>
      <w:r w:rsidRPr="005B4A5D">
        <w:t>outbuflen</w:t>
      </w:r>
      <w:proofErr w:type="spellEnd"/>
      <w:r w:rsidRPr="005B4A5D">
        <w:t>;</w:t>
      </w:r>
    </w:p>
    <w:p w:rsidR="005A7094" w:rsidRPr="005B4A5D" w:rsidRDefault="005A7094" w:rsidP="005A7094">
      <w:pPr>
        <w:pStyle w:val="PlainText"/>
      </w:pPr>
      <w:r w:rsidRPr="005B4A5D">
        <w:t xml:space="preserve">   131</w:t>
      </w:r>
      <w:r w:rsidRPr="005B4A5D">
        <w:tab/>
        <w:t xml:space="preserve">    </w:t>
      </w:r>
      <w:proofErr w:type="spellStart"/>
      <w:r w:rsidRPr="005B4A5D">
        <w:t>stream.next_in</w:t>
      </w:r>
      <w:proofErr w:type="spellEnd"/>
      <w:r w:rsidRPr="005B4A5D">
        <w:t xml:space="preserve"> = *</w:t>
      </w:r>
      <w:proofErr w:type="spellStart"/>
      <w:r w:rsidRPr="005B4A5D">
        <w:t>buf</w:t>
      </w:r>
      <w:proofErr w:type="spellEnd"/>
      <w:r w:rsidRPr="005B4A5D">
        <w:t>;</w:t>
      </w:r>
    </w:p>
    <w:p w:rsidR="005A7094" w:rsidRPr="005B4A5D" w:rsidRDefault="005A7094" w:rsidP="005A7094">
      <w:pPr>
        <w:pStyle w:val="PlainText"/>
      </w:pPr>
      <w:r w:rsidRPr="005B4A5D">
        <w:t xml:space="preserve">   132</w:t>
      </w:r>
      <w:r w:rsidRPr="005B4A5D">
        <w:tab/>
        <w:t xml:space="preserve">    </w:t>
      </w:r>
      <w:proofErr w:type="spellStart"/>
      <w:r w:rsidRPr="005B4A5D">
        <w:t>stream.avail_in</w:t>
      </w:r>
      <w:proofErr w:type="spellEnd"/>
      <w:r w:rsidRPr="005B4A5D">
        <w:t xml:space="preserve"> = </w:t>
      </w:r>
      <w:proofErr w:type="spellStart"/>
      <w:r w:rsidRPr="005B4A5D">
        <w:t>nbytes</w:t>
      </w:r>
      <w:proofErr w:type="spellEnd"/>
      <w:r w:rsidRPr="005B4A5D">
        <w:t>;</w:t>
      </w:r>
    </w:p>
    <w:p w:rsidR="005A7094" w:rsidRPr="005B4A5D" w:rsidRDefault="005A7094" w:rsidP="005A7094">
      <w:pPr>
        <w:pStyle w:val="PlainText"/>
      </w:pPr>
      <w:r w:rsidRPr="005B4A5D">
        <w:t xml:space="preserve">   133</w:t>
      </w:r>
      <w:r w:rsidRPr="005B4A5D">
        <w:tab/>
        <w:t xml:space="preserve">    do {</w:t>
      </w:r>
    </w:p>
    <w:p w:rsidR="005A7094" w:rsidRPr="005B4A5D" w:rsidRDefault="005A7094" w:rsidP="005A7094">
      <w:pPr>
        <w:pStyle w:val="PlainText"/>
      </w:pPr>
      <w:r w:rsidRPr="005B4A5D">
        <w:t xml:space="preserve">   134</w:t>
      </w:r>
      <w:r w:rsidRPr="005B4A5D">
        <w:tab/>
        <w:t xml:space="preserve">      ret = BZ2_</w:t>
      </w:r>
      <w:proofErr w:type="gramStart"/>
      <w:r w:rsidRPr="005B4A5D">
        <w:t>bzDecompress(</w:t>
      </w:r>
      <w:proofErr w:type="gramEnd"/>
      <w:r w:rsidRPr="005B4A5D">
        <w:t>&amp;stream);</w:t>
      </w:r>
    </w:p>
    <w:p w:rsidR="005A7094" w:rsidRPr="005B4A5D" w:rsidRDefault="005A7094" w:rsidP="005A7094">
      <w:pPr>
        <w:pStyle w:val="PlainText"/>
      </w:pPr>
      <w:r w:rsidRPr="005B4A5D">
        <w:t xml:space="preserve">   135</w:t>
      </w:r>
      <w:r w:rsidRPr="005B4A5D">
        <w:tab/>
        <w:t xml:space="preserve">      if (ret &lt; 0) {</w:t>
      </w:r>
    </w:p>
    <w:p w:rsidR="005A7094" w:rsidRPr="005B4A5D" w:rsidRDefault="005A7094" w:rsidP="005A7094">
      <w:pPr>
        <w:pStyle w:val="PlainText"/>
      </w:pPr>
      <w:r w:rsidRPr="005B4A5D">
        <w:t xml:space="preserve">   136</w:t>
      </w:r>
      <w:r w:rsidRPr="005B4A5D">
        <w:tab/>
      </w:r>
      <w:r w:rsidRPr="005B4A5D">
        <w:tab/>
      </w:r>
      <w:proofErr w:type="gramStart"/>
      <w:r w:rsidRPr="005B4A5D">
        <w:t>fprintf(</w:t>
      </w:r>
      <w:proofErr w:type="gramEnd"/>
      <w:r w:rsidRPr="005B4A5D">
        <w:t>stderr, "BUG: bzip2 decompression failed with error %d\n", ret);</w:t>
      </w:r>
    </w:p>
    <w:p w:rsidR="005A7094" w:rsidRPr="005B4A5D" w:rsidRDefault="005A7094" w:rsidP="005A7094">
      <w:pPr>
        <w:pStyle w:val="PlainText"/>
      </w:pPr>
      <w:r w:rsidRPr="005B4A5D">
        <w:t xml:space="preserve">   137</w:t>
      </w:r>
      <w:r w:rsidRPr="005B4A5D">
        <w:tab/>
      </w:r>
      <w:r w:rsidRPr="005B4A5D">
        <w:tab/>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138</w:t>
      </w:r>
      <w:r w:rsidRPr="005B4A5D">
        <w:tab/>
        <w:t xml:space="preserve">      }</w:t>
      </w:r>
    </w:p>
    <w:p w:rsidR="005A7094" w:rsidRPr="005B4A5D" w:rsidRDefault="005A7094" w:rsidP="005A7094">
      <w:pPr>
        <w:pStyle w:val="PlainText"/>
      </w:pPr>
      <w:r w:rsidRPr="005B4A5D">
        <w:t xml:space="preserve">   139</w:t>
      </w:r>
      <w:r w:rsidRPr="005B4A5D">
        <w:tab/>
      </w:r>
    </w:p>
    <w:p w:rsidR="005A7094" w:rsidRPr="005B4A5D" w:rsidRDefault="005A7094" w:rsidP="005A7094">
      <w:pPr>
        <w:pStyle w:val="PlainText"/>
      </w:pPr>
      <w:r w:rsidRPr="005B4A5D">
        <w:t xml:space="preserve">   140</w:t>
      </w:r>
      <w:r w:rsidRPr="005B4A5D">
        <w:tab/>
        <w:t xml:space="preserve">      if (</w:t>
      </w:r>
      <w:proofErr w:type="gramStart"/>
      <w:r w:rsidRPr="005B4A5D">
        <w:t>ret !</w:t>
      </w:r>
      <w:proofErr w:type="gramEnd"/>
      <w:r w:rsidRPr="005B4A5D">
        <w:t xml:space="preserve">= BZ_STREAM_END &amp;&amp; </w:t>
      </w:r>
      <w:proofErr w:type="spellStart"/>
      <w:r w:rsidRPr="005B4A5D">
        <w:t>stream.avail_out</w:t>
      </w:r>
      <w:proofErr w:type="spellEnd"/>
      <w:r w:rsidRPr="005B4A5D">
        <w:t xml:space="preserve"> == 0) {</w:t>
      </w:r>
    </w:p>
    <w:p w:rsidR="005A7094" w:rsidRPr="005B4A5D" w:rsidRDefault="005A7094" w:rsidP="005A7094">
      <w:pPr>
        <w:pStyle w:val="PlainText"/>
      </w:pPr>
      <w:r w:rsidRPr="005B4A5D">
        <w:t xml:space="preserve">   141</w:t>
      </w:r>
      <w:r w:rsidRPr="005B4A5D">
        <w:tab/>
        <w:t xml:space="preserve">        /* Grow the output buffer. */</w:t>
      </w:r>
    </w:p>
    <w:p w:rsidR="005A7094" w:rsidRPr="005B4A5D" w:rsidRDefault="005A7094" w:rsidP="005A7094">
      <w:pPr>
        <w:pStyle w:val="PlainText"/>
      </w:pPr>
      <w:r w:rsidRPr="005B4A5D">
        <w:t xml:space="preserve">   142</w:t>
      </w:r>
      <w:r w:rsidRPr="005B4A5D">
        <w:tab/>
        <w:t xml:space="preserve">        </w:t>
      </w:r>
      <w:proofErr w:type="spellStart"/>
      <w:r w:rsidRPr="005B4A5D">
        <w:t>newbuflen</w:t>
      </w:r>
      <w:proofErr w:type="spellEnd"/>
      <w:r w:rsidRPr="005B4A5D">
        <w:t xml:space="preserve"> = </w:t>
      </w:r>
      <w:proofErr w:type="spellStart"/>
      <w:r w:rsidRPr="005B4A5D">
        <w:t>outbuflen</w:t>
      </w:r>
      <w:proofErr w:type="spellEnd"/>
      <w:r w:rsidRPr="005B4A5D">
        <w:t xml:space="preserve"> * 2;</w:t>
      </w:r>
    </w:p>
    <w:p w:rsidR="005A7094" w:rsidRPr="005B4A5D" w:rsidRDefault="005A7094" w:rsidP="005A7094">
      <w:pPr>
        <w:pStyle w:val="PlainText"/>
      </w:pPr>
      <w:r w:rsidRPr="005B4A5D">
        <w:t xml:space="preserve">   143</w:t>
      </w:r>
      <w:r w:rsidRPr="005B4A5D">
        <w:tab/>
        <w:t xml:space="preserve">        </w:t>
      </w:r>
      <w:proofErr w:type="spellStart"/>
      <w:r w:rsidRPr="005B4A5D">
        <w:t>newbuf</w:t>
      </w:r>
      <w:proofErr w:type="spellEnd"/>
      <w:r w:rsidRPr="005B4A5D">
        <w:t xml:space="preserve"> = </w:t>
      </w:r>
      <w:proofErr w:type="spellStart"/>
      <w:proofErr w:type="gramStart"/>
      <w:r w:rsidRPr="005B4A5D">
        <w:t>realloc</w:t>
      </w:r>
      <w:proofErr w:type="spellEnd"/>
      <w:r w:rsidRPr="005B4A5D">
        <w:t>(</w:t>
      </w:r>
      <w:proofErr w:type="spellStart"/>
      <w:proofErr w:type="gramEnd"/>
      <w:r w:rsidRPr="005B4A5D">
        <w:t>outbuf</w:t>
      </w:r>
      <w:proofErr w:type="spellEnd"/>
      <w:r w:rsidRPr="005B4A5D">
        <w:t xml:space="preserve">, </w:t>
      </w:r>
      <w:proofErr w:type="spellStart"/>
      <w:r w:rsidRPr="005B4A5D">
        <w:t>newbuflen</w:t>
      </w:r>
      <w:proofErr w:type="spellEnd"/>
      <w:r w:rsidRPr="005B4A5D">
        <w:t>);</w:t>
      </w:r>
    </w:p>
    <w:p w:rsidR="005A7094" w:rsidRPr="005B4A5D" w:rsidRDefault="005A7094" w:rsidP="005A7094">
      <w:pPr>
        <w:pStyle w:val="PlainText"/>
      </w:pPr>
      <w:r w:rsidRPr="005B4A5D">
        <w:t xml:space="preserve">   144</w:t>
      </w:r>
      <w:r w:rsidRPr="005B4A5D">
        <w:tab/>
        <w:t xml:space="preserve">        if (</w:t>
      </w:r>
      <w:proofErr w:type="spellStart"/>
      <w:r w:rsidRPr="005B4A5D">
        <w:t>newbuf</w:t>
      </w:r>
      <w:proofErr w:type="spellEnd"/>
      <w:r w:rsidRPr="005B4A5D">
        <w:t xml:space="preserve"> == NULL) {</w:t>
      </w:r>
    </w:p>
    <w:p w:rsidR="005A7094" w:rsidRPr="005B4A5D" w:rsidRDefault="005A7094" w:rsidP="005A7094">
      <w:pPr>
        <w:pStyle w:val="PlainText"/>
      </w:pPr>
      <w:r w:rsidRPr="005B4A5D">
        <w:t xml:space="preserve">   145</w:t>
      </w:r>
      <w:r w:rsidRPr="005B4A5D">
        <w:tab/>
        <w:t xml:space="preserve">          </w:t>
      </w:r>
      <w:proofErr w:type="gramStart"/>
      <w:r w:rsidRPr="005B4A5D">
        <w:t>fprintf(</w:t>
      </w:r>
      <w:proofErr w:type="gramEnd"/>
      <w:r w:rsidRPr="005B4A5D">
        <w:t>stderr, "memory allocation failed for bzip2 decompression\n");</w:t>
      </w:r>
    </w:p>
    <w:p w:rsidR="005A7094" w:rsidRPr="005B4A5D" w:rsidRDefault="005A7094" w:rsidP="005A7094">
      <w:pPr>
        <w:pStyle w:val="PlainText"/>
      </w:pPr>
      <w:r w:rsidRPr="005B4A5D">
        <w:t xml:space="preserve">   146</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147</w:t>
      </w:r>
      <w:r w:rsidRPr="005B4A5D">
        <w:tab/>
        <w:t xml:space="preserve">        }</w:t>
      </w:r>
    </w:p>
    <w:p w:rsidR="005A7094" w:rsidRPr="005B4A5D" w:rsidRDefault="005A7094" w:rsidP="005A7094">
      <w:pPr>
        <w:pStyle w:val="PlainText"/>
      </w:pPr>
      <w:r w:rsidRPr="005B4A5D">
        <w:t xml:space="preserve">   148</w:t>
      </w:r>
      <w:r w:rsidRPr="005B4A5D">
        <w:tab/>
        <w:t xml:space="preserve">        </w:t>
      </w:r>
      <w:proofErr w:type="spellStart"/>
      <w:r w:rsidRPr="005B4A5D">
        <w:t>stream.next_out</w:t>
      </w:r>
      <w:proofErr w:type="spellEnd"/>
      <w:r w:rsidRPr="005B4A5D">
        <w:t xml:space="preserve"> = </w:t>
      </w:r>
      <w:proofErr w:type="spellStart"/>
      <w:r w:rsidRPr="005B4A5D">
        <w:t>newbuf</w:t>
      </w:r>
      <w:proofErr w:type="spellEnd"/>
      <w:r w:rsidRPr="005B4A5D">
        <w:t xml:space="preserve"> + </w:t>
      </w:r>
      <w:proofErr w:type="spellStart"/>
      <w:r w:rsidRPr="005B4A5D">
        <w:t>outbuflen</w:t>
      </w:r>
      <w:proofErr w:type="spellEnd"/>
      <w:proofErr w:type="gramStart"/>
      <w:r w:rsidRPr="005B4A5D">
        <w:t>;  /</w:t>
      </w:r>
      <w:proofErr w:type="gramEnd"/>
      <w:r w:rsidRPr="005B4A5D">
        <w:t>* half the new buffer behind */</w:t>
      </w:r>
    </w:p>
    <w:p w:rsidR="005A7094" w:rsidRPr="005B4A5D" w:rsidRDefault="005A7094" w:rsidP="005A7094">
      <w:pPr>
        <w:pStyle w:val="PlainText"/>
      </w:pPr>
      <w:r w:rsidRPr="005B4A5D">
        <w:t xml:space="preserve">   149</w:t>
      </w:r>
      <w:r w:rsidRPr="005B4A5D">
        <w:tab/>
        <w:t xml:space="preserve">        </w:t>
      </w:r>
      <w:proofErr w:type="spellStart"/>
      <w:r w:rsidRPr="005B4A5D">
        <w:t>stream.avail_out</w:t>
      </w:r>
      <w:proofErr w:type="spellEnd"/>
      <w:r w:rsidRPr="005B4A5D">
        <w:t xml:space="preserve"> = </w:t>
      </w:r>
      <w:proofErr w:type="spellStart"/>
      <w:r w:rsidRPr="005B4A5D">
        <w:t>outbuflen</w:t>
      </w:r>
      <w:proofErr w:type="spellEnd"/>
      <w:proofErr w:type="gramStart"/>
      <w:r w:rsidRPr="005B4A5D">
        <w:t>;  /</w:t>
      </w:r>
      <w:proofErr w:type="gramEnd"/>
      <w:r w:rsidRPr="005B4A5D">
        <w:t>* half the new buffer ahead */</w:t>
      </w:r>
    </w:p>
    <w:p w:rsidR="005A7094" w:rsidRPr="005B4A5D" w:rsidRDefault="005A7094" w:rsidP="005A7094">
      <w:pPr>
        <w:pStyle w:val="PlainText"/>
      </w:pPr>
      <w:r w:rsidRPr="005B4A5D">
        <w:t xml:space="preserve">   150</w:t>
      </w:r>
      <w:r w:rsidRPr="005B4A5D">
        <w:tab/>
        <w:t xml:space="preserve">        </w:t>
      </w:r>
      <w:proofErr w:type="spellStart"/>
      <w:r w:rsidRPr="005B4A5D">
        <w:t>outbuf</w:t>
      </w:r>
      <w:proofErr w:type="spellEnd"/>
      <w:r w:rsidRPr="005B4A5D">
        <w:t xml:space="preserve"> = </w:t>
      </w:r>
      <w:proofErr w:type="spellStart"/>
      <w:r w:rsidRPr="005B4A5D">
        <w:t>newbuf</w:t>
      </w:r>
      <w:proofErr w:type="spellEnd"/>
      <w:r w:rsidRPr="005B4A5D">
        <w:t>;</w:t>
      </w:r>
    </w:p>
    <w:p w:rsidR="005A7094" w:rsidRPr="005B4A5D" w:rsidRDefault="005A7094" w:rsidP="005A7094">
      <w:pPr>
        <w:pStyle w:val="PlainText"/>
      </w:pPr>
      <w:r w:rsidRPr="005B4A5D">
        <w:t xml:space="preserve">   151</w:t>
      </w:r>
      <w:r w:rsidRPr="005B4A5D">
        <w:tab/>
        <w:t xml:space="preserve">        </w:t>
      </w:r>
      <w:proofErr w:type="spellStart"/>
      <w:r w:rsidRPr="005B4A5D">
        <w:t>outbuflen</w:t>
      </w:r>
      <w:proofErr w:type="spellEnd"/>
      <w:r w:rsidRPr="005B4A5D">
        <w:t xml:space="preserve"> = </w:t>
      </w:r>
      <w:proofErr w:type="spellStart"/>
      <w:r w:rsidRPr="005B4A5D">
        <w:t>newbuflen</w:t>
      </w:r>
      <w:proofErr w:type="spellEnd"/>
      <w:r w:rsidRPr="005B4A5D">
        <w:t>;</w:t>
      </w:r>
    </w:p>
    <w:p w:rsidR="005A7094" w:rsidRPr="005B4A5D" w:rsidRDefault="005A7094" w:rsidP="005A7094">
      <w:pPr>
        <w:pStyle w:val="PlainText"/>
      </w:pPr>
      <w:r w:rsidRPr="005B4A5D">
        <w:t xml:space="preserve">   152</w:t>
      </w:r>
      <w:r w:rsidRPr="005B4A5D">
        <w:tab/>
        <w:t xml:space="preserve">      }</w:t>
      </w:r>
    </w:p>
    <w:p w:rsidR="005A7094" w:rsidRPr="005B4A5D" w:rsidRDefault="005A7094" w:rsidP="005A7094">
      <w:pPr>
        <w:pStyle w:val="PlainText"/>
      </w:pPr>
      <w:r w:rsidRPr="005B4A5D">
        <w:lastRenderedPageBreak/>
        <w:t xml:space="preserve">   153</w:t>
      </w:r>
      <w:r w:rsidRPr="005B4A5D">
        <w:tab/>
        <w:t xml:space="preserve">    } while (</w:t>
      </w:r>
      <w:proofErr w:type="gramStart"/>
      <w:r w:rsidRPr="005B4A5D">
        <w:t>ret !</w:t>
      </w:r>
      <w:proofErr w:type="gramEnd"/>
      <w:r w:rsidRPr="005B4A5D">
        <w:t>= BZ_STREAM_END);</w:t>
      </w:r>
    </w:p>
    <w:p w:rsidR="005A7094" w:rsidRPr="005B4A5D" w:rsidRDefault="005A7094" w:rsidP="005A7094">
      <w:pPr>
        <w:pStyle w:val="PlainText"/>
      </w:pPr>
      <w:r w:rsidRPr="005B4A5D">
        <w:t xml:space="preserve">   154</w:t>
      </w:r>
      <w:r w:rsidRPr="005B4A5D">
        <w:tab/>
      </w:r>
    </w:p>
    <w:p w:rsidR="005A7094" w:rsidRPr="005B4A5D" w:rsidRDefault="005A7094" w:rsidP="005A7094">
      <w:pPr>
        <w:pStyle w:val="PlainText"/>
      </w:pPr>
      <w:r w:rsidRPr="005B4A5D">
        <w:t xml:space="preserve">   155</w:t>
      </w:r>
      <w:r w:rsidRPr="005B4A5D">
        <w:tab/>
        <w:t xml:space="preserve">    /* End compression. */</w:t>
      </w:r>
    </w:p>
    <w:p w:rsidR="005A7094" w:rsidRPr="005B4A5D" w:rsidRDefault="005A7094" w:rsidP="005A7094">
      <w:pPr>
        <w:pStyle w:val="PlainText"/>
      </w:pPr>
      <w:r w:rsidRPr="005B4A5D">
        <w:t xml:space="preserve">   156</w:t>
      </w:r>
      <w:r w:rsidRPr="005B4A5D">
        <w:tab/>
        <w:t xml:space="preserve">    </w:t>
      </w:r>
      <w:proofErr w:type="spellStart"/>
      <w:r w:rsidRPr="005B4A5D">
        <w:t>outdatalen</w:t>
      </w:r>
      <w:proofErr w:type="spellEnd"/>
      <w:r w:rsidRPr="005B4A5D">
        <w:t xml:space="preserve"> = stream.total_out_lo32;</w:t>
      </w:r>
    </w:p>
    <w:p w:rsidR="005A7094" w:rsidRPr="005B4A5D" w:rsidRDefault="005A7094" w:rsidP="005A7094">
      <w:pPr>
        <w:pStyle w:val="PlainText"/>
      </w:pPr>
      <w:r w:rsidRPr="005B4A5D">
        <w:t xml:space="preserve">   157</w:t>
      </w:r>
      <w:r w:rsidRPr="005B4A5D">
        <w:tab/>
        <w:t xml:space="preserve">    ret = BZ2_</w:t>
      </w:r>
      <w:proofErr w:type="gramStart"/>
      <w:r w:rsidRPr="005B4A5D">
        <w:t>bzDecompressEnd(</w:t>
      </w:r>
      <w:proofErr w:type="gramEnd"/>
      <w:r w:rsidRPr="005B4A5D">
        <w:t>&amp;stream);</w:t>
      </w:r>
    </w:p>
    <w:p w:rsidR="005A7094" w:rsidRPr="005B4A5D" w:rsidRDefault="005A7094" w:rsidP="005A7094">
      <w:pPr>
        <w:pStyle w:val="PlainText"/>
      </w:pPr>
      <w:r w:rsidRPr="005B4A5D">
        <w:t xml:space="preserve">   158</w:t>
      </w:r>
      <w:r w:rsidRPr="005B4A5D">
        <w:tab/>
        <w:t xml:space="preserve">    if (</w:t>
      </w:r>
      <w:proofErr w:type="gramStart"/>
      <w:r w:rsidRPr="005B4A5D">
        <w:t>ret !</w:t>
      </w:r>
      <w:proofErr w:type="gramEnd"/>
      <w:r w:rsidRPr="005B4A5D">
        <w:t>= BZ_OK) {</w:t>
      </w:r>
    </w:p>
    <w:p w:rsidR="005A7094" w:rsidRPr="005B4A5D" w:rsidRDefault="005A7094" w:rsidP="005A7094">
      <w:pPr>
        <w:pStyle w:val="PlainText"/>
      </w:pPr>
      <w:r w:rsidRPr="005B4A5D">
        <w:t xml:space="preserve">   159</w:t>
      </w:r>
      <w:r w:rsidRPr="005B4A5D">
        <w:tab/>
        <w:t xml:space="preserve">      </w:t>
      </w:r>
      <w:proofErr w:type="gramStart"/>
      <w:r w:rsidRPr="005B4A5D">
        <w:t>fprintf(</w:t>
      </w:r>
      <w:proofErr w:type="gramEnd"/>
      <w:r w:rsidRPr="005B4A5D">
        <w:t>stderr, "bzip2 compression end failed with error %d\n", ret);</w:t>
      </w:r>
    </w:p>
    <w:p w:rsidR="005A7094" w:rsidRPr="005B4A5D" w:rsidRDefault="005A7094" w:rsidP="005A7094">
      <w:pPr>
        <w:pStyle w:val="PlainText"/>
      </w:pPr>
      <w:r w:rsidRPr="005B4A5D">
        <w:t xml:space="preserve">   160</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161</w:t>
      </w:r>
      <w:r w:rsidRPr="005B4A5D">
        <w:tab/>
        <w:t xml:space="preserve">    }</w:t>
      </w:r>
    </w:p>
    <w:p w:rsidR="005A7094" w:rsidRPr="005B4A5D" w:rsidRDefault="005A7094" w:rsidP="005A7094">
      <w:pPr>
        <w:pStyle w:val="PlainText"/>
      </w:pPr>
      <w:r w:rsidRPr="005B4A5D">
        <w:t xml:space="preserve">   162</w:t>
      </w:r>
      <w:r w:rsidRPr="005B4A5D">
        <w:tab/>
      </w:r>
    </w:p>
    <w:p w:rsidR="005A7094" w:rsidRPr="005B4A5D" w:rsidRDefault="005A7094" w:rsidP="005A7094">
      <w:pPr>
        <w:pStyle w:val="PlainText"/>
      </w:pPr>
      <w:r w:rsidRPr="005B4A5D">
        <w:t xml:space="preserve">   163</w:t>
      </w:r>
      <w:r w:rsidRPr="005B4A5D">
        <w:tab/>
        <w:t xml:space="preserve">  } else {</w:t>
      </w:r>
    </w:p>
    <w:p w:rsidR="005A7094" w:rsidRPr="005B4A5D" w:rsidRDefault="005A7094" w:rsidP="005A7094">
      <w:pPr>
        <w:pStyle w:val="PlainText"/>
      </w:pPr>
      <w:r w:rsidRPr="005B4A5D">
        <w:t xml:space="preserve">   164</w:t>
      </w:r>
      <w:r w:rsidRPr="005B4A5D">
        <w:tab/>
      </w:r>
    </w:p>
    <w:p w:rsidR="005A7094" w:rsidRPr="005B4A5D" w:rsidRDefault="005A7094" w:rsidP="005A7094">
      <w:pPr>
        <w:pStyle w:val="PlainText"/>
      </w:pPr>
      <w:r w:rsidRPr="005B4A5D">
        <w:t xml:space="preserve">   165</w:t>
      </w:r>
      <w:r w:rsidRPr="005B4A5D">
        <w:tab/>
        <w:t xml:space="preserve">    /** Compress data.</w:t>
      </w:r>
    </w:p>
    <w:p w:rsidR="005A7094" w:rsidRPr="005B4A5D" w:rsidRDefault="005A7094" w:rsidP="005A7094">
      <w:pPr>
        <w:pStyle w:val="PlainText"/>
      </w:pPr>
      <w:r w:rsidRPr="005B4A5D">
        <w:t xml:space="preserve">   166</w:t>
      </w:r>
      <w:r w:rsidRPr="005B4A5D">
        <w:tab/>
        <w:t xml:space="preserve">     **</w:t>
      </w:r>
    </w:p>
    <w:p w:rsidR="005A7094" w:rsidRPr="005B4A5D" w:rsidRDefault="005A7094" w:rsidP="005A7094">
      <w:pPr>
        <w:pStyle w:val="PlainText"/>
      </w:pPr>
      <w:r>
        <w:t>…</w:t>
      </w:r>
    </w:p>
    <w:p w:rsidR="005A7094" w:rsidRPr="005B4A5D" w:rsidRDefault="005A7094" w:rsidP="005A7094">
      <w:pPr>
        <w:pStyle w:val="PlainText"/>
      </w:pPr>
      <w:r w:rsidRPr="005B4A5D">
        <w:t xml:space="preserve">   171</w:t>
      </w:r>
      <w:r w:rsidRPr="005B4A5D">
        <w:tab/>
        <w:t xml:space="preserve">     **/</w:t>
      </w:r>
    </w:p>
    <w:p w:rsidR="005A7094" w:rsidRPr="005B4A5D" w:rsidRDefault="005A7094" w:rsidP="005A7094">
      <w:pPr>
        <w:pStyle w:val="PlainText"/>
      </w:pPr>
      <w:r w:rsidRPr="005B4A5D">
        <w:t xml:space="preserve">   172</w:t>
      </w:r>
      <w:r w:rsidRPr="005B4A5D">
        <w:tab/>
      </w:r>
    </w:p>
    <w:p w:rsidR="005A7094" w:rsidRPr="005B4A5D" w:rsidRDefault="005A7094" w:rsidP="005A7094">
      <w:pPr>
        <w:pStyle w:val="PlainText"/>
      </w:pPr>
      <w:r w:rsidRPr="005B4A5D">
        <w:t xml:space="preserve">   173</w:t>
      </w:r>
      <w:r w:rsidRPr="005B4A5D">
        <w:tab/>
        <w:t xml:space="preserve">    unsigned </w:t>
      </w:r>
      <w:proofErr w:type="spellStart"/>
      <w:r w:rsidRPr="005B4A5D">
        <w:t>int</w:t>
      </w:r>
      <w:proofErr w:type="spellEnd"/>
      <w:r w:rsidRPr="005B4A5D">
        <w:t xml:space="preserve"> </w:t>
      </w:r>
      <w:proofErr w:type="spellStart"/>
      <w:r w:rsidRPr="005B4A5D">
        <w:t>odatalen</w:t>
      </w:r>
      <w:proofErr w:type="spellEnd"/>
      <w:proofErr w:type="gramStart"/>
      <w:r w:rsidRPr="005B4A5D">
        <w:t>;  /</w:t>
      </w:r>
      <w:proofErr w:type="gramEnd"/>
      <w:r w:rsidRPr="005B4A5D">
        <w:t xml:space="preserve">* maybe not the same size as </w:t>
      </w:r>
      <w:proofErr w:type="spellStart"/>
      <w:r w:rsidRPr="005B4A5D">
        <w:t>outdatalen</w:t>
      </w:r>
      <w:proofErr w:type="spellEnd"/>
      <w:r w:rsidRPr="005B4A5D">
        <w:t xml:space="preserve"> */</w:t>
      </w:r>
    </w:p>
    <w:p w:rsidR="005A7094" w:rsidRPr="005B4A5D" w:rsidRDefault="005A7094" w:rsidP="005A7094">
      <w:pPr>
        <w:pStyle w:val="PlainText"/>
      </w:pPr>
      <w:r w:rsidRPr="005B4A5D">
        <w:t xml:space="preserve">   174</w:t>
      </w:r>
      <w:r w:rsidRPr="005B4A5D">
        <w:tab/>
        <w:t xml:space="preserve">    int blockSize100k = 9;</w:t>
      </w:r>
    </w:p>
    <w:p w:rsidR="005A7094" w:rsidRPr="005B4A5D" w:rsidRDefault="005A7094" w:rsidP="005A7094">
      <w:pPr>
        <w:pStyle w:val="PlainText"/>
      </w:pPr>
      <w:r w:rsidRPr="005B4A5D">
        <w:t xml:space="preserve">   175</w:t>
      </w:r>
      <w:r w:rsidRPr="005B4A5D">
        <w:tab/>
      </w:r>
    </w:p>
    <w:p w:rsidR="005A7094" w:rsidRPr="005B4A5D" w:rsidRDefault="005A7094" w:rsidP="005A7094">
      <w:pPr>
        <w:pStyle w:val="PlainText"/>
      </w:pPr>
      <w:r w:rsidRPr="005B4A5D">
        <w:t xml:space="preserve">   176</w:t>
      </w:r>
      <w:r w:rsidRPr="005B4A5D">
        <w:tab/>
        <w:t xml:space="preserve">    /* Get compression block size if present. */</w:t>
      </w:r>
    </w:p>
    <w:p w:rsidR="005A7094" w:rsidRPr="005B4A5D" w:rsidRDefault="005A7094" w:rsidP="005A7094">
      <w:pPr>
        <w:pStyle w:val="PlainText"/>
      </w:pPr>
      <w:r w:rsidRPr="005B4A5D">
        <w:t xml:space="preserve">   177</w:t>
      </w:r>
      <w:r w:rsidRPr="005B4A5D">
        <w:tab/>
        <w:t xml:space="preserve">    if (cd_nelmts &gt; 0) {</w:t>
      </w:r>
    </w:p>
    <w:p w:rsidR="005A7094" w:rsidRPr="005B4A5D" w:rsidRDefault="005A7094" w:rsidP="005A7094">
      <w:pPr>
        <w:pStyle w:val="PlainText"/>
      </w:pPr>
      <w:r w:rsidRPr="005B4A5D">
        <w:t xml:space="preserve">   178</w:t>
      </w:r>
      <w:r w:rsidRPr="005B4A5D">
        <w:tab/>
        <w:t xml:space="preserve">      blockSize100k = cd_</w:t>
      </w:r>
      <w:proofErr w:type="gramStart"/>
      <w:r w:rsidRPr="005B4A5D">
        <w:t>values[</w:t>
      </w:r>
      <w:proofErr w:type="gramEnd"/>
      <w:r w:rsidRPr="005B4A5D">
        <w:t>0];</w:t>
      </w:r>
    </w:p>
    <w:p w:rsidR="005A7094" w:rsidRPr="005B4A5D" w:rsidRDefault="005A7094" w:rsidP="005A7094">
      <w:pPr>
        <w:pStyle w:val="PlainText"/>
      </w:pPr>
      <w:r w:rsidRPr="005B4A5D">
        <w:t xml:space="preserve">   179</w:t>
      </w:r>
      <w:r w:rsidRPr="005B4A5D">
        <w:tab/>
        <w:t xml:space="preserve">      if (blockSize100k &lt; 1 || blockSize100k &gt; 9) {</w:t>
      </w:r>
    </w:p>
    <w:p w:rsidR="005A7094" w:rsidRPr="005B4A5D" w:rsidRDefault="005A7094" w:rsidP="005A7094">
      <w:pPr>
        <w:pStyle w:val="PlainText"/>
      </w:pPr>
      <w:r w:rsidRPr="005B4A5D">
        <w:t xml:space="preserve">   180</w:t>
      </w:r>
      <w:r w:rsidRPr="005B4A5D">
        <w:tab/>
      </w:r>
      <w:r w:rsidRPr="005B4A5D">
        <w:tab/>
      </w:r>
      <w:proofErr w:type="gramStart"/>
      <w:r w:rsidRPr="005B4A5D">
        <w:t>fprintf(</w:t>
      </w:r>
      <w:proofErr w:type="gramEnd"/>
      <w:r w:rsidRPr="005B4A5D">
        <w:t>stderr, "invalid compression block size: %d\n", blockSize100k);</w:t>
      </w:r>
    </w:p>
    <w:p w:rsidR="005A7094" w:rsidRPr="005B4A5D" w:rsidRDefault="005A7094" w:rsidP="005A7094">
      <w:pPr>
        <w:pStyle w:val="PlainText"/>
      </w:pPr>
      <w:r w:rsidRPr="005B4A5D">
        <w:t xml:space="preserve">   181</w:t>
      </w:r>
      <w:r w:rsidRPr="005B4A5D">
        <w:tab/>
      </w:r>
      <w:r w:rsidRPr="005B4A5D">
        <w:tab/>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182</w:t>
      </w:r>
      <w:r w:rsidRPr="005B4A5D">
        <w:tab/>
        <w:t xml:space="preserve">      }</w:t>
      </w:r>
    </w:p>
    <w:p w:rsidR="005A7094" w:rsidRPr="005B4A5D" w:rsidRDefault="005A7094" w:rsidP="005A7094">
      <w:pPr>
        <w:pStyle w:val="PlainText"/>
      </w:pPr>
      <w:r w:rsidRPr="005B4A5D">
        <w:t xml:space="preserve">   183</w:t>
      </w:r>
      <w:r w:rsidRPr="005B4A5D">
        <w:tab/>
        <w:t xml:space="preserve">    }</w:t>
      </w:r>
    </w:p>
    <w:p w:rsidR="005A7094" w:rsidRPr="005B4A5D" w:rsidRDefault="005A7094" w:rsidP="005A7094">
      <w:pPr>
        <w:pStyle w:val="PlainText"/>
      </w:pPr>
      <w:r w:rsidRPr="005B4A5D">
        <w:t xml:space="preserve">   184</w:t>
      </w:r>
      <w:r w:rsidRPr="005B4A5D">
        <w:tab/>
      </w:r>
    </w:p>
    <w:p w:rsidR="005A7094" w:rsidRPr="005B4A5D" w:rsidRDefault="005A7094" w:rsidP="005A7094">
      <w:pPr>
        <w:pStyle w:val="PlainText"/>
      </w:pPr>
      <w:r w:rsidRPr="005B4A5D">
        <w:t xml:space="preserve">   185</w:t>
      </w:r>
      <w:r w:rsidRPr="005B4A5D">
        <w:tab/>
        <w:t xml:space="preserve">    /* Prepare the output buffer. */</w:t>
      </w:r>
    </w:p>
    <w:p w:rsidR="005A7094" w:rsidRPr="005B4A5D" w:rsidRDefault="005A7094" w:rsidP="005A7094">
      <w:pPr>
        <w:pStyle w:val="PlainText"/>
      </w:pPr>
      <w:r w:rsidRPr="005B4A5D">
        <w:t xml:space="preserve">   186</w:t>
      </w:r>
      <w:r w:rsidRPr="005B4A5D">
        <w:tab/>
        <w:t xml:space="preserve">    </w:t>
      </w:r>
      <w:proofErr w:type="spellStart"/>
      <w:r w:rsidRPr="005B4A5D">
        <w:t>outbuflen</w:t>
      </w:r>
      <w:proofErr w:type="spellEnd"/>
      <w:r w:rsidRPr="005B4A5D">
        <w:t xml:space="preserve"> = </w:t>
      </w:r>
      <w:proofErr w:type="spellStart"/>
      <w:r w:rsidRPr="005B4A5D">
        <w:t>nbytes</w:t>
      </w:r>
      <w:proofErr w:type="spellEnd"/>
      <w:r w:rsidRPr="005B4A5D">
        <w:t xml:space="preserve"> + nbytes / 100 + 600</w:t>
      </w:r>
      <w:proofErr w:type="gramStart"/>
      <w:r w:rsidRPr="005B4A5D">
        <w:t>;  /</w:t>
      </w:r>
      <w:proofErr w:type="gramEnd"/>
      <w:r w:rsidRPr="005B4A5D">
        <w:t>* worst case (bzip2 docs) */</w:t>
      </w:r>
    </w:p>
    <w:p w:rsidR="005A7094" w:rsidRPr="005B4A5D" w:rsidRDefault="005A7094" w:rsidP="005A7094">
      <w:pPr>
        <w:pStyle w:val="PlainText"/>
      </w:pPr>
      <w:r w:rsidRPr="005B4A5D">
        <w:t xml:space="preserve">   187</w:t>
      </w:r>
      <w:r w:rsidRPr="005B4A5D">
        <w:tab/>
        <w:t xml:space="preserve">    </w:t>
      </w:r>
      <w:proofErr w:type="spellStart"/>
      <w:r w:rsidRPr="005B4A5D">
        <w:t>outbuf</w:t>
      </w:r>
      <w:proofErr w:type="spellEnd"/>
      <w:r w:rsidRPr="005B4A5D">
        <w:t xml:space="preserve"> = </w:t>
      </w:r>
      <w:proofErr w:type="spellStart"/>
      <w:proofErr w:type="gramStart"/>
      <w:r w:rsidRPr="005B4A5D">
        <w:t>malloc</w:t>
      </w:r>
      <w:proofErr w:type="spellEnd"/>
      <w:r w:rsidRPr="005B4A5D">
        <w:t>(</w:t>
      </w:r>
      <w:proofErr w:type="spellStart"/>
      <w:proofErr w:type="gramEnd"/>
      <w:r w:rsidRPr="005B4A5D">
        <w:t>outbuflen</w:t>
      </w:r>
      <w:proofErr w:type="spellEnd"/>
      <w:r w:rsidRPr="005B4A5D">
        <w:t>);</w:t>
      </w:r>
    </w:p>
    <w:p w:rsidR="005A7094" w:rsidRPr="005B4A5D" w:rsidRDefault="005A7094" w:rsidP="005A7094">
      <w:pPr>
        <w:pStyle w:val="PlainText"/>
      </w:pPr>
      <w:r w:rsidRPr="005B4A5D">
        <w:t xml:space="preserve">   188</w:t>
      </w:r>
      <w:r w:rsidRPr="005B4A5D">
        <w:tab/>
        <w:t xml:space="preserve">    if (outbuf == NULL) {</w:t>
      </w:r>
    </w:p>
    <w:p w:rsidR="005A7094" w:rsidRPr="005B4A5D" w:rsidRDefault="005A7094" w:rsidP="005A7094">
      <w:pPr>
        <w:pStyle w:val="PlainText"/>
      </w:pPr>
      <w:r w:rsidRPr="005B4A5D">
        <w:t xml:space="preserve">   189</w:t>
      </w:r>
      <w:r w:rsidRPr="005B4A5D">
        <w:tab/>
        <w:t xml:space="preserve">      </w:t>
      </w:r>
      <w:proofErr w:type="gramStart"/>
      <w:r w:rsidRPr="005B4A5D">
        <w:t>fprintf(</w:t>
      </w:r>
      <w:proofErr w:type="gramEnd"/>
      <w:r w:rsidRPr="005B4A5D">
        <w:t>stderr, "memory allocation failed for bzip2 compression\n");</w:t>
      </w:r>
    </w:p>
    <w:p w:rsidR="005A7094" w:rsidRPr="005B4A5D" w:rsidRDefault="005A7094" w:rsidP="005A7094">
      <w:pPr>
        <w:pStyle w:val="PlainText"/>
      </w:pPr>
      <w:r w:rsidRPr="005B4A5D">
        <w:t xml:space="preserve">   190</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191</w:t>
      </w:r>
      <w:r w:rsidRPr="005B4A5D">
        <w:tab/>
        <w:t xml:space="preserve">    }</w:t>
      </w:r>
    </w:p>
    <w:p w:rsidR="005A7094" w:rsidRPr="005B4A5D" w:rsidRDefault="005A7094" w:rsidP="005A7094">
      <w:pPr>
        <w:pStyle w:val="PlainText"/>
      </w:pPr>
      <w:r w:rsidRPr="005B4A5D">
        <w:t xml:space="preserve">   192</w:t>
      </w:r>
      <w:r w:rsidRPr="005B4A5D">
        <w:tab/>
      </w:r>
    </w:p>
    <w:p w:rsidR="005A7094" w:rsidRPr="005B4A5D" w:rsidRDefault="005A7094" w:rsidP="005A7094">
      <w:pPr>
        <w:pStyle w:val="PlainText"/>
      </w:pPr>
      <w:r w:rsidRPr="005B4A5D">
        <w:t xml:space="preserve">   193</w:t>
      </w:r>
      <w:r w:rsidRPr="005B4A5D">
        <w:tab/>
        <w:t xml:space="preserve">    /* Compress data. */</w:t>
      </w:r>
    </w:p>
    <w:p w:rsidR="005A7094" w:rsidRPr="005B4A5D" w:rsidRDefault="005A7094" w:rsidP="005A7094">
      <w:pPr>
        <w:pStyle w:val="PlainText"/>
      </w:pPr>
      <w:r w:rsidRPr="005B4A5D">
        <w:t xml:space="preserve">   194</w:t>
      </w:r>
      <w:r w:rsidRPr="005B4A5D">
        <w:tab/>
        <w:t xml:space="preserve">    </w:t>
      </w:r>
      <w:proofErr w:type="spellStart"/>
      <w:r w:rsidRPr="005B4A5D">
        <w:t>odatalen</w:t>
      </w:r>
      <w:proofErr w:type="spellEnd"/>
      <w:r w:rsidRPr="005B4A5D">
        <w:t xml:space="preserve"> = </w:t>
      </w:r>
      <w:proofErr w:type="spellStart"/>
      <w:r w:rsidRPr="005B4A5D">
        <w:t>outbuflen</w:t>
      </w:r>
      <w:proofErr w:type="spellEnd"/>
      <w:r w:rsidRPr="005B4A5D">
        <w:t>;</w:t>
      </w:r>
    </w:p>
    <w:p w:rsidR="005A7094" w:rsidRPr="005B4A5D" w:rsidRDefault="005A7094" w:rsidP="005A7094">
      <w:pPr>
        <w:pStyle w:val="PlainText"/>
      </w:pPr>
      <w:r w:rsidRPr="005B4A5D">
        <w:t xml:space="preserve">   195</w:t>
      </w:r>
      <w:r w:rsidRPr="005B4A5D">
        <w:tab/>
        <w:t xml:space="preserve">    ret = BZ2_</w:t>
      </w:r>
      <w:proofErr w:type="gramStart"/>
      <w:r w:rsidRPr="005B4A5D">
        <w:t>bzBuffToBuffCompress(</w:t>
      </w:r>
      <w:proofErr w:type="spellStart"/>
      <w:proofErr w:type="gramEnd"/>
      <w:r w:rsidRPr="005B4A5D">
        <w:t>outbuf</w:t>
      </w:r>
      <w:proofErr w:type="spellEnd"/>
      <w:r w:rsidRPr="005B4A5D">
        <w:t>, &amp;</w:t>
      </w:r>
      <w:proofErr w:type="spellStart"/>
      <w:r w:rsidRPr="005B4A5D">
        <w:t>odatalen</w:t>
      </w:r>
      <w:proofErr w:type="spellEnd"/>
      <w:r w:rsidRPr="005B4A5D">
        <w:t>, *</w:t>
      </w:r>
      <w:proofErr w:type="spellStart"/>
      <w:r w:rsidRPr="005B4A5D">
        <w:t>buf</w:t>
      </w:r>
      <w:proofErr w:type="spellEnd"/>
      <w:r w:rsidRPr="005B4A5D">
        <w:t xml:space="preserve">, </w:t>
      </w:r>
      <w:proofErr w:type="spellStart"/>
      <w:r w:rsidRPr="005B4A5D">
        <w:t>nbytes</w:t>
      </w:r>
      <w:proofErr w:type="spellEnd"/>
      <w:r w:rsidRPr="005B4A5D">
        <w:t>,</w:t>
      </w:r>
    </w:p>
    <w:p w:rsidR="005A7094" w:rsidRPr="005B4A5D" w:rsidRDefault="005A7094" w:rsidP="005A7094">
      <w:pPr>
        <w:pStyle w:val="PlainText"/>
      </w:pPr>
      <w:r w:rsidRPr="005B4A5D">
        <w:t xml:space="preserve">   196</w:t>
      </w:r>
      <w:r w:rsidRPr="005B4A5D">
        <w:tab/>
        <w:t xml:space="preserve">                                   blockSize100k, 0, 0);</w:t>
      </w:r>
    </w:p>
    <w:p w:rsidR="005A7094" w:rsidRPr="005B4A5D" w:rsidRDefault="005A7094" w:rsidP="005A7094">
      <w:pPr>
        <w:pStyle w:val="PlainText"/>
      </w:pPr>
      <w:r w:rsidRPr="005B4A5D">
        <w:t xml:space="preserve">   197</w:t>
      </w:r>
      <w:r w:rsidRPr="005B4A5D">
        <w:tab/>
        <w:t xml:space="preserve">    </w:t>
      </w:r>
      <w:proofErr w:type="spellStart"/>
      <w:r w:rsidRPr="005B4A5D">
        <w:t>outdatalen</w:t>
      </w:r>
      <w:proofErr w:type="spellEnd"/>
      <w:r w:rsidRPr="005B4A5D">
        <w:t xml:space="preserve"> = </w:t>
      </w:r>
      <w:proofErr w:type="spellStart"/>
      <w:r w:rsidRPr="005B4A5D">
        <w:t>odatalen</w:t>
      </w:r>
      <w:proofErr w:type="spellEnd"/>
      <w:r w:rsidRPr="005B4A5D">
        <w:t>;</w:t>
      </w:r>
    </w:p>
    <w:p w:rsidR="005A7094" w:rsidRPr="005B4A5D" w:rsidRDefault="005A7094" w:rsidP="005A7094">
      <w:pPr>
        <w:pStyle w:val="PlainText"/>
      </w:pPr>
      <w:r w:rsidRPr="005B4A5D">
        <w:t xml:space="preserve">   198</w:t>
      </w:r>
      <w:r w:rsidRPr="005B4A5D">
        <w:tab/>
        <w:t xml:space="preserve">    if (</w:t>
      </w:r>
      <w:proofErr w:type="gramStart"/>
      <w:r w:rsidRPr="005B4A5D">
        <w:t>ret !</w:t>
      </w:r>
      <w:proofErr w:type="gramEnd"/>
      <w:r w:rsidRPr="005B4A5D">
        <w:t>= BZ_OK) {</w:t>
      </w:r>
    </w:p>
    <w:p w:rsidR="005A7094" w:rsidRPr="005B4A5D" w:rsidRDefault="005A7094" w:rsidP="005A7094">
      <w:pPr>
        <w:pStyle w:val="PlainText"/>
      </w:pPr>
      <w:r w:rsidRPr="005B4A5D">
        <w:t xml:space="preserve">   199</w:t>
      </w:r>
      <w:r w:rsidRPr="005B4A5D">
        <w:tab/>
        <w:t xml:space="preserve">      </w:t>
      </w:r>
      <w:proofErr w:type="gramStart"/>
      <w:r w:rsidRPr="005B4A5D">
        <w:t>fprintf(</w:t>
      </w:r>
      <w:proofErr w:type="gramEnd"/>
      <w:r w:rsidRPr="005B4A5D">
        <w:t>stderr, "bzip2 compression failed with error %d\n", ret);</w:t>
      </w:r>
    </w:p>
    <w:p w:rsidR="005A7094" w:rsidRPr="005B4A5D" w:rsidRDefault="005A7094" w:rsidP="005A7094">
      <w:pPr>
        <w:pStyle w:val="PlainText"/>
      </w:pPr>
      <w:r w:rsidRPr="005B4A5D">
        <w:t xml:space="preserve">   200</w:t>
      </w:r>
      <w:r w:rsidRPr="005B4A5D">
        <w:tab/>
        <w:t xml:space="preserve">      </w:t>
      </w:r>
      <w:proofErr w:type="spellStart"/>
      <w:r w:rsidRPr="005B4A5D">
        <w:t>goto</w:t>
      </w:r>
      <w:proofErr w:type="spellEnd"/>
      <w:r w:rsidRPr="005B4A5D">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201</w:t>
      </w:r>
      <w:r w:rsidRPr="005B4A5D">
        <w:tab/>
        <w:t xml:space="preserve">    }</w:t>
      </w:r>
    </w:p>
    <w:p w:rsidR="005A7094" w:rsidRPr="005B4A5D" w:rsidRDefault="005A7094" w:rsidP="005A7094">
      <w:pPr>
        <w:pStyle w:val="PlainText"/>
      </w:pPr>
      <w:r w:rsidRPr="005B4A5D">
        <w:t xml:space="preserve">   202</w:t>
      </w:r>
      <w:r w:rsidRPr="005B4A5D">
        <w:tab/>
        <w:t xml:space="preserve">  }</w:t>
      </w:r>
    </w:p>
    <w:p w:rsidR="005A7094" w:rsidRPr="005B4A5D" w:rsidRDefault="005A7094" w:rsidP="005A7094">
      <w:pPr>
        <w:pStyle w:val="PlainText"/>
      </w:pPr>
      <w:r w:rsidRPr="005B4A5D">
        <w:t xml:space="preserve">   203</w:t>
      </w:r>
      <w:r w:rsidRPr="005B4A5D">
        <w:tab/>
      </w:r>
    </w:p>
    <w:p w:rsidR="005A7094" w:rsidRPr="005B4A5D" w:rsidRDefault="005A7094" w:rsidP="005A7094">
      <w:pPr>
        <w:pStyle w:val="PlainText"/>
      </w:pPr>
      <w:r w:rsidRPr="005B4A5D">
        <w:t xml:space="preserve">   204</w:t>
      </w:r>
      <w:r w:rsidRPr="005B4A5D">
        <w:tab/>
        <w:t xml:space="preserve">  /* Always replace the input buffer with the output buffer. */</w:t>
      </w:r>
    </w:p>
    <w:p w:rsidR="005A7094" w:rsidRPr="005B4A5D" w:rsidRDefault="005A7094" w:rsidP="005A7094">
      <w:pPr>
        <w:pStyle w:val="PlainText"/>
      </w:pPr>
      <w:r w:rsidRPr="005B4A5D">
        <w:t xml:space="preserve">   205</w:t>
      </w:r>
      <w:r w:rsidRPr="005B4A5D">
        <w:tab/>
        <w:t xml:space="preserve">  </w:t>
      </w:r>
      <w:proofErr w:type="gramStart"/>
      <w:r w:rsidRPr="005B4A5D">
        <w:t>free(</w:t>
      </w:r>
      <w:proofErr w:type="gramEnd"/>
      <w:r w:rsidRPr="005B4A5D">
        <w:t>*buf);</w:t>
      </w:r>
    </w:p>
    <w:p w:rsidR="005A7094" w:rsidRPr="005B4A5D" w:rsidRDefault="005A7094" w:rsidP="005A7094">
      <w:pPr>
        <w:pStyle w:val="PlainText"/>
      </w:pPr>
      <w:r w:rsidRPr="005B4A5D">
        <w:t xml:space="preserve">   206</w:t>
      </w:r>
      <w:r w:rsidRPr="005B4A5D">
        <w:tab/>
        <w:t xml:space="preserve">  *buf = outbuf;</w:t>
      </w:r>
    </w:p>
    <w:p w:rsidR="005A7094" w:rsidRPr="005B4A5D" w:rsidRDefault="005A7094" w:rsidP="005A7094">
      <w:pPr>
        <w:pStyle w:val="PlainText"/>
      </w:pPr>
      <w:r w:rsidRPr="005B4A5D">
        <w:t xml:space="preserve">   207</w:t>
      </w:r>
      <w:r w:rsidRPr="005B4A5D">
        <w:tab/>
        <w:t xml:space="preserve">  *</w:t>
      </w:r>
      <w:proofErr w:type="spellStart"/>
      <w:r w:rsidRPr="005B4A5D">
        <w:t>buf_size</w:t>
      </w:r>
      <w:proofErr w:type="spellEnd"/>
      <w:r w:rsidRPr="005B4A5D">
        <w:t xml:space="preserve"> = </w:t>
      </w:r>
      <w:proofErr w:type="spellStart"/>
      <w:r w:rsidRPr="005B4A5D">
        <w:t>outbuflen</w:t>
      </w:r>
      <w:proofErr w:type="spellEnd"/>
      <w:r w:rsidRPr="005B4A5D">
        <w:t>;</w:t>
      </w:r>
    </w:p>
    <w:p w:rsidR="005A7094" w:rsidRPr="005B4A5D" w:rsidRDefault="005A7094" w:rsidP="005A7094">
      <w:pPr>
        <w:pStyle w:val="PlainText"/>
      </w:pPr>
      <w:r w:rsidRPr="005B4A5D">
        <w:t xml:space="preserve">   208</w:t>
      </w:r>
      <w:r w:rsidRPr="005B4A5D">
        <w:tab/>
        <w:t xml:space="preserve">  return </w:t>
      </w:r>
      <w:proofErr w:type="spellStart"/>
      <w:r w:rsidRPr="005B4A5D">
        <w:t>outdatalen</w:t>
      </w:r>
      <w:proofErr w:type="spellEnd"/>
      <w:r w:rsidRPr="005B4A5D">
        <w:t>;</w:t>
      </w:r>
    </w:p>
    <w:p w:rsidR="005A7094" w:rsidRPr="005B4A5D" w:rsidRDefault="005A7094" w:rsidP="005A7094">
      <w:pPr>
        <w:pStyle w:val="PlainText"/>
      </w:pPr>
      <w:r w:rsidRPr="005B4A5D">
        <w:t xml:space="preserve">   209</w:t>
      </w:r>
      <w:r w:rsidRPr="005B4A5D">
        <w:tab/>
      </w:r>
    </w:p>
    <w:p w:rsidR="005A7094" w:rsidRPr="005B4A5D" w:rsidRDefault="005A7094" w:rsidP="005A7094">
      <w:pPr>
        <w:pStyle w:val="PlainText"/>
      </w:pPr>
      <w:r w:rsidRPr="005B4A5D">
        <w:t xml:space="preserve">   210</w:t>
      </w:r>
      <w:r w:rsidRPr="005B4A5D">
        <w:tab/>
        <w:t xml:space="preserve"> </w:t>
      </w:r>
      <w:proofErr w:type="spellStart"/>
      <w:r w:rsidRPr="005B4A5D">
        <w:t>cleanupAndFail</w:t>
      </w:r>
      <w:proofErr w:type="spellEnd"/>
      <w:r w:rsidRPr="005B4A5D">
        <w:t>:</w:t>
      </w:r>
    </w:p>
    <w:p w:rsidR="005A7094" w:rsidRPr="005B4A5D" w:rsidRDefault="005A7094" w:rsidP="005A7094">
      <w:pPr>
        <w:pStyle w:val="PlainText"/>
      </w:pPr>
      <w:r w:rsidRPr="005B4A5D">
        <w:t xml:space="preserve">   211</w:t>
      </w:r>
      <w:r w:rsidRPr="005B4A5D">
        <w:tab/>
        <w:t xml:space="preserve">  if (outbuf)</w:t>
      </w:r>
    </w:p>
    <w:p w:rsidR="005A7094" w:rsidRPr="005B4A5D" w:rsidRDefault="005A7094" w:rsidP="005A7094">
      <w:pPr>
        <w:pStyle w:val="PlainText"/>
      </w:pPr>
      <w:r w:rsidRPr="005B4A5D">
        <w:t xml:space="preserve">   212</w:t>
      </w:r>
      <w:r w:rsidRPr="005B4A5D">
        <w:tab/>
        <w:t xml:space="preserve">    </w:t>
      </w:r>
      <w:proofErr w:type="gramStart"/>
      <w:r w:rsidRPr="005B4A5D">
        <w:t>free(</w:t>
      </w:r>
      <w:proofErr w:type="gramEnd"/>
      <w:r w:rsidRPr="005B4A5D">
        <w:t>outbuf);</w:t>
      </w:r>
    </w:p>
    <w:p w:rsidR="005A7094" w:rsidRPr="005B4A5D" w:rsidRDefault="005A7094" w:rsidP="005A7094">
      <w:pPr>
        <w:pStyle w:val="PlainText"/>
      </w:pPr>
      <w:r w:rsidRPr="005B4A5D">
        <w:t xml:space="preserve">   213</w:t>
      </w:r>
      <w:r w:rsidRPr="005B4A5D">
        <w:tab/>
        <w:t xml:space="preserve">  return 0;</w:t>
      </w:r>
    </w:p>
    <w:p w:rsidR="005A7094" w:rsidRPr="005B4A5D" w:rsidRDefault="005A7094" w:rsidP="005A7094">
      <w:pPr>
        <w:pStyle w:val="PlainText"/>
      </w:pPr>
      <w:r w:rsidRPr="005B4A5D">
        <w:t xml:space="preserve">   214</w:t>
      </w:r>
      <w:r w:rsidRPr="005B4A5D">
        <w:tab/>
        <w:t>}</w:t>
      </w:r>
    </w:p>
    <w:p w:rsidR="005A7094" w:rsidRPr="007F7232" w:rsidRDefault="005A7094" w:rsidP="005A7094"/>
    <w:p w:rsidR="005A7094" w:rsidRDefault="005A7094" w:rsidP="00CF3D69"/>
    <w:p w:rsidR="00654103" w:rsidRDefault="00654103" w:rsidP="00654103">
      <w:pPr>
        <w:pStyle w:val="Heading1"/>
        <w:spacing w:before="360" w:after="120"/>
        <w:ind w:left="432" w:hanging="432"/>
        <w:jc w:val="both"/>
      </w:pPr>
      <w:bookmarkStart w:id="60" w:name="_Ref227147967"/>
      <w:bookmarkStart w:id="61" w:name="_Toc353374083"/>
      <w:bookmarkStart w:id="62" w:name="_Toc356894532"/>
      <w:r>
        <w:lastRenderedPageBreak/>
        <w:t>Examp</w:t>
      </w:r>
      <w:bookmarkStart w:id="63" w:name="ExampleOfMakefile"/>
      <w:bookmarkEnd w:id="63"/>
      <w:r>
        <w:t>le of Makefile</w:t>
      </w:r>
      <w:bookmarkEnd w:id="60"/>
      <w:bookmarkEnd w:id="61"/>
      <w:bookmarkEnd w:id="62"/>
      <w:r>
        <w:t xml:space="preserve"> </w:t>
      </w:r>
    </w:p>
    <w:p w:rsidR="00654103" w:rsidRDefault="00654103" w:rsidP="00654103">
      <w:r>
        <w:t xml:space="preserve">This is an example for </w:t>
      </w:r>
      <w:r w:rsidRPr="00654103">
        <w:rPr>
          <w:rFonts w:ascii="Courier New" w:hAnsi="Courier New"/>
          <w:sz w:val="18"/>
          <w:szCs w:val="23"/>
        </w:rPr>
        <w:t>Makefile</w:t>
      </w:r>
      <w:r>
        <w:t xml:space="preserve">. Building shared libraries may be tricky. Please consult system documentation for the flags on your system. You may also want to consider using </w:t>
      </w:r>
      <w:proofErr w:type="spellStart"/>
      <w:r w:rsidRPr="00654103">
        <w:rPr>
          <w:rFonts w:ascii="Courier New" w:hAnsi="Courier New"/>
          <w:sz w:val="18"/>
          <w:szCs w:val="23"/>
        </w:rPr>
        <w:t>libtool</w:t>
      </w:r>
      <w:proofErr w:type="spellEnd"/>
      <w:r>
        <w:t xml:space="preserve"> as we do in the bzip2 plugin example.</w:t>
      </w:r>
    </w:p>
    <w:p w:rsidR="00654103" w:rsidRDefault="00654103" w:rsidP="00654103"/>
    <w:p w:rsidR="00654103" w:rsidRPr="007C0FEB" w:rsidRDefault="00654103" w:rsidP="00654103">
      <w:pPr>
        <w:pStyle w:val="PlainText"/>
      </w:pPr>
      <w:r w:rsidRPr="007C0FEB">
        <w:t xml:space="preserve">     1</w:t>
      </w:r>
      <w:r w:rsidRPr="007C0FEB">
        <w:tab/>
      </w:r>
      <w:r>
        <w:t xml:space="preserve">   </w:t>
      </w:r>
      <w:r w:rsidRPr="007C0FEB">
        <w:t>CFLAGS = -</w:t>
      </w:r>
      <w:proofErr w:type="spellStart"/>
      <w:r w:rsidRPr="007C0FEB">
        <w:t>fPIC</w:t>
      </w:r>
      <w:proofErr w:type="spellEnd"/>
      <w:r w:rsidRPr="007C0FEB">
        <w:t xml:space="preserve"> -g</w:t>
      </w:r>
    </w:p>
    <w:p w:rsidR="00654103" w:rsidRPr="007C0FEB" w:rsidRDefault="00654103" w:rsidP="00654103">
      <w:pPr>
        <w:pStyle w:val="PlainText"/>
      </w:pPr>
      <w:r w:rsidRPr="007C0FEB">
        <w:t xml:space="preserve">     2</w:t>
      </w:r>
      <w:r w:rsidRPr="007C0FEB">
        <w:tab/>
      </w:r>
      <w:r>
        <w:t xml:space="preserve">   </w:t>
      </w:r>
      <w:r w:rsidRPr="007C0FEB">
        <w:t xml:space="preserve">CC = </w:t>
      </w:r>
      <w:proofErr w:type="spellStart"/>
      <w:r w:rsidRPr="007C0FEB">
        <w:t>gcc</w:t>
      </w:r>
      <w:proofErr w:type="spellEnd"/>
    </w:p>
    <w:p w:rsidR="00654103" w:rsidRPr="007C0FEB" w:rsidRDefault="00654103" w:rsidP="00654103">
      <w:pPr>
        <w:pStyle w:val="PlainText"/>
      </w:pPr>
      <w:r w:rsidRPr="007C0FEB">
        <w:t xml:space="preserve">     3</w:t>
      </w:r>
      <w:r w:rsidRPr="007C0FEB">
        <w:tab/>
      </w:r>
      <w:r>
        <w:t xml:space="preserve">   </w:t>
      </w:r>
      <w:r w:rsidRPr="007C0FEB">
        <w:t>HDF5_INSTALL = /</w:t>
      </w:r>
      <w:proofErr w:type="spellStart"/>
      <w:r w:rsidRPr="007C0FEB">
        <w:t>mnt</w:t>
      </w:r>
      <w:proofErr w:type="spellEnd"/>
      <w:r w:rsidRPr="007C0FEB">
        <w:t>/scr1/_</w:t>
      </w:r>
      <w:proofErr w:type="spellStart"/>
      <w:r w:rsidRPr="007C0FEB">
        <w:t>tmp</w:t>
      </w:r>
      <w:proofErr w:type="spellEnd"/>
      <w:r w:rsidRPr="007C0FEB">
        <w:t>/_build/hdf5/</w:t>
      </w:r>
    </w:p>
    <w:p w:rsidR="00654103" w:rsidRPr="007C0FEB" w:rsidRDefault="00654103" w:rsidP="00654103">
      <w:pPr>
        <w:pStyle w:val="PlainText"/>
      </w:pPr>
      <w:r w:rsidRPr="007C0FEB">
        <w:t xml:space="preserve">     4</w:t>
      </w:r>
      <w:r>
        <w:t xml:space="preserve">   </w:t>
      </w:r>
      <w:r w:rsidRPr="007C0FEB">
        <w:t>BZIP2_INSTALL = /</w:t>
      </w:r>
      <w:proofErr w:type="spellStart"/>
      <w:r w:rsidRPr="007C0FEB">
        <w:t>mnt</w:t>
      </w:r>
      <w:proofErr w:type="spellEnd"/>
      <w:r w:rsidRPr="007C0FEB">
        <w:t xml:space="preserve">/scr1/bzip2-1.0.5 </w:t>
      </w:r>
    </w:p>
    <w:p w:rsidR="00654103" w:rsidRPr="007C0FEB" w:rsidRDefault="00654103" w:rsidP="00654103">
      <w:pPr>
        <w:pStyle w:val="PlainText"/>
      </w:pPr>
      <w:r w:rsidRPr="007C0FEB">
        <w:t xml:space="preserve">     5</w:t>
      </w:r>
      <w:r w:rsidRPr="007C0FEB">
        <w:tab/>
      </w:r>
      <w:r>
        <w:t xml:space="preserve">   </w:t>
      </w:r>
      <w:r w:rsidRPr="007C0FEB">
        <w:t>MAJOR = 0</w:t>
      </w:r>
    </w:p>
    <w:p w:rsidR="00654103" w:rsidRPr="007C0FEB" w:rsidRDefault="00654103" w:rsidP="00654103">
      <w:pPr>
        <w:pStyle w:val="PlainText"/>
      </w:pPr>
      <w:r w:rsidRPr="007C0FEB">
        <w:t xml:space="preserve">     6</w:t>
      </w:r>
      <w:r>
        <w:t xml:space="preserve">   </w:t>
      </w:r>
      <w:r w:rsidRPr="007C0FEB">
        <w:t>MINOR = 1</w:t>
      </w:r>
    </w:p>
    <w:p w:rsidR="00654103" w:rsidRPr="007C0FEB" w:rsidRDefault="00654103" w:rsidP="00654103">
      <w:pPr>
        <w:pStyle w:val="PlainText"/>
      </w:pPr>
      <w:r w:rsidRPr="007C0FEB">
        <w:t xml:space="preserve">     7</w:t>
      </w:r>
      <w:r w:rsidRPr="007C0FEB">
        <w:tab/>
      </w:r>
      <w:r>
        <w:t xml:space="preserve">   </w:t>
      </w:r>
      <w:r w:rsidRPr="007C0FEB">
        <w:t>NAME1 = H5Zbzip2</w:t>
      </w:r>
    </w:p>
    <w:p w:rsidR="00654103" w:rsidRPr="007C0FEB" w:rsidRDefault="00654103" w:rsidP="00654103">
      <w:pPr>
        <w:pStyle w:val="PlainText"/>
      </w:pPr>
      <w:r w:rsidRPr="007C0FEB">
        <w:t xml:space="preserve">     8</w:t>
      </w:r>
      <w:r w:rsidRPr="007C0FEB">
        <w:tab/>
      </w:r>
      <w:r>
        <w:t xml:space="preserve">   </w:t>
      </w:r>
      <w:r w:rsidRPr="007C0FEB">
        <w:t>VERSION = $(MAJOR)</w:t>
      </w:r>
      <w:proofErr w:type="gramStart"/>
      <w:r w:rsidRPr="007C0FEB">
        <w:t>.$</w:t>
      </w:r>
      <w:proofErr w:type="gramEnd"/>
      <w:r w:rsidRPr="007C0FEB">
        <w:t>(MINOR)</w:t>
      </w:r>
    </w:p>
    <w:p w:rsidR="00654103" w:rsidRPr="007C0FEB" w:rsidRDefault="00654103" w:rsidP="00654103">
      <w:pPr>
        <w:pStyle w:val="PlainText"/>
      </w:pPr>
      <w:r w:rsidRPr="007C0FEB">
        <w:t xml:space="preserve">     9</w:t>
      </w:r>
      <w:r w:rsidRPr="007C0FEB">
        <w:tab/>
      </w:r>
    </w:p>
    <w:p w:rsidR="00654103" w:rsidRPr="007C0FEB" w:rsidRDefault="00654103" w:rsidP="00654103">
      <w:pPr>
        <w:pStyle w:val="PlainText"/>
      </w:pPr>
      <w:r w:rsidRPr="007C0FEB">
        <w:t xml:space="preserve">    10</w:t>
      </w:r>
      <w:r w:rsidRPr="007C0FEB">
        <w:tab/>
      </w:r>
      <w:r>
        <w:t xml:space="preserve">   </w:t>
      </w:r>
      <w:r w:rsidRPr="007C0FEB">
        <w:t># Include files in hdf5/src build/src directories for hdf5.h and</w:t>
      </w:r>
    </w:p>
    <w:p w:rsidR="00654103" w:rsidRPr="007C0FEB" w:rsidRDefault="00654103" w:rsidP="00654103">
      <w:pPr>
        <w:pStyle w:val="PlainText"/>
      </w:pPr>
      <w:r w:rsidRPr="007C0FEB">
        <w:t xml:space="preserve">             H5pubconf.h</w:t>
      </w:r>
    </w:p>
    <w:p w:rsidR="00654103" w:rsidRPr="007C0FEB" w:rsidRDefault="00654103" w:rsidP="00654103">
      <w:pPr>
        <w:pStyle w:val="PlainText"/>
      </w:pPr>
      <w:r w:rsidRPr="007C0FEB">
        <w:t xml:space="preserve">    11</w:t>
      </w:r>
      <w:r w:rsidRPr="007C0FEB">
        <w:tab/>
      </w:r>
      <w:r>
        <w:t xml:space="preserve">   </w:t>
      </w:r>
      <w:r w:rsidRPr="007C0FEB">
        <w:t>INCLUDES = -I</w:t>
      </w:r>
      <w:proofErr w:type="gramStart"/>
      <w:r w:rsidRPr="007C0FEB">
        <w:t>./</w:t>
      </w:r>
      <w:proofErr w:type="gramEnd"/>
      <w:r w:rsidRPr="007C0FEB">
        <w:t xml:space="preserve"> -I$(HDF5_INSTALL)/include -I$(BZIP2_INSTALL)</w:t>
      </w:r>
    </w:p>
    <w:p w:rsidR="00654103" w:rsidRPr="007C0FEB" w:rsidRDefault="00654103" w:rsidP="00654103">
      <w:pPr>
        <w:pStyle w:val="PlainText"/>
      </w:pPr>
      <w:r w:rsidRPr="007C0FEB">
        <w:t xml:space="preserve">    12</w:t>
      </w:r>
      <w:r w:rsidRPr="007C0FEB">
        <w:tab/>
      </w:r>
    </w:p>
    <w:p w:rsidR="00654103" w:rsidRPr="007C0FEB" w:rsidRDefault="00654103" w:rsidP="00654103">
      <w:pPr>
        <w:pStyle w:val="PlainText"/>
      </w:pPr>
      <w:r w:rsidRPr="007C0FEB">
        <w:t xml:space="preserve">    13</w:t>
      </w:r>
      <w:r w:rsidRPr="007C0FEB">
        <w:tab/>
      </w:r>
      <w:r>
        <w:t xml:space="preserve">   </w:t>
      </w:r>
      <w:r w:rsidRPr="007C0FEB">
        <w:t>lib: lib$(NAME1).so</w:t>
      </w:r>
      <w:proofErr w:type="gramStart"/>
      <w:r w:rsidRPr="007C0FEB">
        <w:t>.$</w:t>
      </w:r>
      <w:proofErr w:type="gramEnd"/>
      <w:r w:rsidRPr="007C0FEB">
        <w:t>(VERSION)</w:t>
      </w:r>
    </w:p>
    <w:p w:rsidR="00654103" w:rsidRPr="007C0FEB" w:rsidRDefault="00654103" w:rsidP="00654103">
      <w:pPr>
        <w:pStyle w:val="PlainText"/>
      </w:pPr>
      <w:r w:rsidRPr="007C0FEB">
        <w:t xml:space="preserve">    14</w:t>
      </w:r>
      <w:r w:rsidRPr="007C0FEB">
        <w:tab/>
      </w:r>
    </w:p>
    <w:p w:rsidR="00654103" w:rsidRPr="007C0FEB" w:rsidRDefault="00654103" w:rsidP="00654103">
      <w:pPr>
        <w:pStyle w:val="PlainText"/>
      </w:pPr>
      <w:r w:rsidRPr="007C0FEB">
        <w:t xml:space="preserve">    15</w:t>
      </w:r>
      <w:r w:rsidRPr="007C0FEB">
        <w:tab/>
      </w:r>
      <w:r>
        <w:t xml:space="preserve">   </w:t>
      </w:r>
      <w:r w:rsidRPr="007C0FEB">
        <w:t>$(NAME1).o: $(NAME1).c</w:t>
      </w:r>
    </w:p>
    <w:p w:rsidR="00654103" w:rsidRPr="007C0FEB" w:rsidRDefault="00654103" w:rsidP="00654103">
      <w:pPr>
        <w:pStyle w:val="PlainText"/>
      </w:pPr>
      <w:r w:rsidRPr="007C0FEB">
        <w:t xml:space="preserve">    16</w:t>
      </w:r>
      <w:r w:rsidRPr="007C0FEB">
        <w:tab/>
      </w:r>
      <w:r w:rsidRPr="007C0FEB">
        <w:tab/>
      </w:r>
      <w:r>
        <w:t xml:space="preserve">   </w:t>
      </w:r>
      <w:r w:rsidRPr="007C0FEB">
        <w:t>$(CC) $(CFLAGS) $(INCLUDES) -c $(NAME1).c</w:t>
      </w:r>
    </w:p>
    <w:p w:rsidR="00654103" w:rsidRPr="007C0FEB" w:rsidRDefault="00654103" w:rsidP="00654103">
      <w:pPr>
        <w:pStyle w:val="PlainText"/>
      </w:pPr>
      <w:r w:rsidRPr="007C0FEB">
        <w:t xml:space="preserve">    17</w:t>
      </w:r>
      <w:r w:rsidRPr="007C0FEB">
        <w:tab/>
      </w:r>
    </w:p>
    <w:p w:rsidR="00654103" w:rsidRPr="007C0FEB" w:rsidRDefault="00654103" w:rsidP="00654103">
      <w:pPr>
        <w:pStyle w:val="PlainText"/>
      </w:pPr>
      <w:r w:rsidRPr="007C0FEB">
        <w:t xml:space="preserve">    18</w:t>
      </w:r>
      <w:r w:rsidRPr="007C0FEB">
        <w:tab/>
      </w:r>
      <w:r>
        <w:t xml:space="preserve">   </w:t>
      </w:r>
      <w:r w:rsidRPr="007C0FEB">
        <w:t>lib$(NAME1).so</w:t>
      </w:r>
      <w:proofErr w:type="gramStart"/>
      <w:r w:rsidRPr="007C0FEB">
        <w:t>.$</w:t>
      </w:r>
      <w:proofErr w:type="gramEnd"/>
      <w:r w:rsidRPr="007C0FEB">
        <w:t>(VERSION): $(NAME1).o</w:t>
      </w:r>
    </w:p>
    <w:p w:rsidR="00654103" w:rsidRPr="007C0FEB" w:rsidRDefault="00654103" w:rsidP="00654103">
      <w:pPr>
        <w:pStyle w:val="PlainText"/>
      </w:pPr>
      <w:r w:rsidRPr="007C0FEB">
        <w:t xml:space="preserve">    19</w:t>
      </w:r>
      <w:r w:rsidRPr="007C0FEB">
        <w:tab/>
      </w:r>
      <w:r w:rsidRPr="007C0FEB">
        <w:tab/>
      </w:r>
      <w:r>
        <w:t xml:space="preserve">   </w:t>
      </w:r>
      <w:r w:rsidRPr="007C0FEB">
        <w:t>$(CC) -shared -</w:t>
      </w:r>
      <w:proofErr w:type="spellStart"/>
      <w:r w:rsidRPr="007C0FEB">
        <w:t>Wl,-soname</w:t>
      </w:r>
      <w:proofErr w:type="gramStart"/>
      <w:r w:rsidRPr="007C0FEB">
        <w:t>,lib</w:t>
      </w:r>
      <w:proofErr w:type="spellEnd"/>
      <w:proofErr w:type="gramEnd"/>
      <w:r w:rsidRPr="007C0FEB">
        <w:t>$(NAME1).so.$(MAJOR) $^ -o $@ -L/$(BZIP2_INSTALL) -lbz2</w:t>
      </w:r>
    </w:p>
    <w:p w:rsidR="00654103" w:rsidRPr="007C0FEB" w:rsidRDefault="00654103" w:rsidP="00654103">
      <w:pPr>
        <w:pStyle w:val="PlainText"/>
      </w:pPr>
      <w:r w:rsidRPr="007C0FEB">
        <w:t xml:space="preserve">    20</w:t>
      </w:r>
      <w:r w:rsidRPr="007C0FEB">
        <w:tab/>
      </w:r>
    </w:p>
    <w:p w:rsidR="00654103" w:rsidRPr="007C0FEB" w:rsidRDefault="00654103" w:rsidP="00654103">
      <w:pPr>
        <w:pStyle w:val="PlainText"/>
      </w:pPr>
      <w:r w:rsidRPr="007C0FEB">
        <w:t xml:space="preserve">    21</w:t>
      </w:r>
      <w:r w:rsidRPr="007C0FEB">
        <w:tab/>
      </w:r>
      <w:r>
        <w:t xml:space="preserve">   </w:t>
      </w:r>
      <w:r w:rsidRPr="007C0FEB">
        <w:t>clean:</w:t>
      </w:r>
    </w:p>
    <w:p w:rsidR="00654103" w:rsidRPr="007C0FEB" w:rsidRDefault="00654103" w:rsidP="00654103">
      <w:pPr>
        <w:pStyle w:val="PlainText"/>
      </w:pPr>
      <w:r w:rsidRPr="007C0FEB">
        <w:t xml:space="preserve">    22</w:t>
      </w:r>
      <w:r w:rsidRPr="007C0FEB">
        <w:tab/>
      </w:r>
      <w:r w:rsidRPr="007C0FEB">
        <w:tab/>
      </w:r>
      <w:r>
        <w:t xml:space="preserve">   </w:t>
      </w:r>
      <w:r w:rsidRPr="007C0FEB">
        <w:t xml:space="preserve">$(RM) *.o *.so* </w:t>
      </w:r>
    </w:p>
    <w:p w:rsidR="00654103" w:rsidRPr="007C0FEB" w:rsidRDefault="00654103" w:rsidP="00654103">
      <w:pPr>
        <w:pStyle w:val="PlainText"/>
      </w:pPr>
      <w:r w:rsidRPr="007C0FEB">
        <w:t xml:space="preserve">    23</w:t>
      </w:r>
      <w:r w:rsidRPr="007C0FEB">
        <w:tab/>
      </w:r>
    </w:p>
    <w:p w:rsidR="00654103" w:rsidRPr="007C0FEB" w:rsidRDefault="00654103" w:rsidP="00654103">
      <w:pPr>
        <w:pStyle w:val="PlainText"/>
      </w:pPr>
      <w:r w:rsidRPr="007C0FEB">
        <w:t xml:space="preserve">    24</w:t>
      </w:r>
      <w:r w:rsidRPr="007C0FEB">
        <w:tab/>
      </w:r>
      <w:r>
        <w:t xml:space="preserve">   </w:t>
      </w:r>
      <w:proofErr w:type="spellStart"/>
      <w:r w:rsidRPr="007C0FEB">
        <w:t>distclean</w:t>
      </w:r>
      <w:proofErr w:type="spellEnd"/>
      <w:r w:rsidRPr="007C0FEB">
        <w:t>:</w:t>
      </w:r>
    </w:p>
    <w:p w:rsidR="00654103" w:rsidRPr="007C0FEB" w:rsidRDefault="00654103" w:rsidP="00654103">
      <w:pPr>
        <w:pStyle w:val="PlainText"/>
      </w:pPr>
      <w:r w:rsidRPr="007C0FEB">
        <w:t xml:space="preserve">    25</w:t>
      </w:r>
      <w:r w:rsidRPr="007C0FEB">
        <w:tab/>
      </w:r>
      <w:r w:rsidRPr="007C0FEB">
        <w:tab/>
      </w:r>
      <w:r>
        <w:t xml:space="preserve">   </w:t>
      </w:r>
      <w:r w:rsidRPr="007C0FEB">
        <w:t xml:space="preserve">$(RM) *.o *.so* </w:t>
      </w:r>
    </w:p>
    <w:p w:rsidR="00654103" w:rsidRPr="007C0FEB" w:rsidRDefault="00654103" w:rsidP="00654103"/>
    <w:p w:rsidR="00654103" w:rsidRDefault="00654103" w:rsidP="00CF3D69"/>
    <w:p w:rsidR="00654103" w:rsidRDefault="00654103" w:rsidP="00CF3D69"/>
    <w:p w:rsidR="00654103" w:rsidRDefault="00654103" w:rsidP="00654103">
      <w:pPr>
        <w:pStyle w:val="Heading1"/>
        <w:spacing w:before="360" w:after="120"/>
        <w:ind w:left="432" w:hanging="432"/>
        <w:jc w:val="both"/>
      </w:pPr>
      <w:bookmarkStart w:id="64" w:name="_Toc353374085"/>
      <w:bookmarkStart w:id="65" w:name="_Toc356894533"/>
      <w:r w:rsidRPr="00430A08">
        <w:lastRenderedPageBreak/>
        <w:t>References</w:t>
      </w:r>
      <w:bookmarkEnd w:id="64"/>
      <w:bookmarkEnd w:id="65"/>
    </w:p>
    <w:p w:rsidR="00654103" w:rsidRDefault="00654103" w:rsidP="00654103">
      <w:pPr>
        <w:pStyle w:val="ListNumberReference"/>
        <w:numPr>
          <w:ilvl w:val="0"/>
          <w:numId w:val="30"/>
        </w:numPr>
      </w:pPr>
      <w:r>
        <w:t xml:space="preserve">The HDF Group. “HDF5 Documentation,” </w:t>
      </w:r>
      <w:hyperlink r:id="rId32" w:history="1">
        <w:r w:rsidRPr="005B38D2">
          <w:rPr>
            <w:rStyle w:val="Hyperlink"/>
          </w:rPr>
          <w:t>http://www.hdfgroup.org/HDF5/doc/doc-info.html</w:t>
        </w:r>
      </w:hyperlink>
      <w:r>
        <w:t xml:space="preserve"> (November 15, 2012).</w:t>
      </w:r>
    </w:p>
    <w:p w:rsidR="00654103" w:rsidRDefault="00654103" w:rsidP="00CF3D69"/>
    <w:p w:rsidR="00CF3D69" w:rsidRDefault="00CF3D69" w:rsidP="00CF3D69"/>
    <w:sectPr w:rsidR="00CF3D69" w:rsidSect="00654103">
      <w:headerReference w:type="first" r:id="rId33"/>
      <w:type w:val="continuous"/>
      <w:pgSz w:w="12240" w:h="15840" w:code="1"/>
      <w:pgMar w:top="1440" w:right="1440" w:bottom="1440" w:left="1440" w:header="432"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C90" w:rsidRDefault="00D27C90" w:rsidP="00621809">
      <w:r>
        <w:separator/>
      </w:r>
    </w:p>
  </w:endnote>
  <w:endnote w:type="continuationSeparator" w:id="0">
    <w:p w:rsidR="00D27C90" w:rsidRDefault="00D27C90" w:rsidP="006218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onaco">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720777"/>
      <w:docPartObj>
        <w:docPartGallery w:val="Page Numbers (Bottom of Page)"/>
        <w:docPartUnique/>
      </w:docPartObj>
    </w:sdtPr>
    <w:sdtContent>
      <w:sdt>
        <w:sdtPr>
          <w:id w:val="844759434"/>
          <w:docPartObj>
            <w:docPartGallery w:val="Page Numbers (Top of Page)"/>
            <w:docPartUnique/>
          </w:docPartObj>
        </w:sdtPr>
        <w:sdtContent>
          <w:p w:rsidR="007D6A43" w:rsidRDefault="007D6A43" w:rsidP="00621809">
            <w:pPr>
              <w:pStyle w:val="HDFFooter"/>
            </w:pPr>
            <w:r>
              <w:rPr>
                <w:noProof/>
              </w:rPr>
              <w:drawing>
                <wp:anchor distT="0" distB="0" distL="0" distR="0" simplePos="0" relativeHeight="251658240" behindDoc="0" locked="0" layoutInCell="1" allowOverlap="1">
                  <wp:simplePos x="0" y="0"/>
                  <wp:positionH relativeFrom="leftMargin">
                    <wp:posOffset>914400</wp:posOffset>
                  </wp:positionH>
                  <wp:positionV relativeFrom="bottomMargin">
                    <wp:posOffset>288290</wp:posOffset>
                  </wp:positionV>
                  <wp:extent cx="587663" cy="356616"/>
                  <wp:effectExtent l="0" t="0" r="3175" b="5715"/>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7663" cy="356616"/>
                          </a:xfrm>
                          <a:prstGeom prst="rect">
                            <a:avLst/>
                          </a:prstGeom>
                        </pic:spPr>
                      </pic:pic>
                    </a:graphicData>
                  </a:graphic>
                </wp:anchor>
              </w:drawing>
            </w:r>
            <w:r>
              <w:t xml:space="preserve">Page </w:t>
            </w:r>
            <w:r w:rsidR="00801C42">
              <w:fldChar w:fldCharType="begin"/>
            </w:r>
            <w:r w:rsidR="00DB1778">
              <w:instrText xml:space="preserve"> PAGE </w:instrText>
            </w:r>
            <w:r w:rsidR="00801C42">
              <w:fldChar w:fldCharType="separate"/>
            </w:r>
            <w:r w:rsidR="001762D2">
              <w:rPr>
                <w:noProof/>
              </w:rPr>
              <w:t>26</w:t>
            </w:r>
            <w:r w:rsidR="00801C42">
              <w:rPr>
                <w:noProof/>
              </w:rPr>
              <w:fldChar w:fldCharType="end"/>
            </w:r>
            <w:r>
              <w:t xml:space="preserve"> of </w:t>
            </w:r>
            <w:fldSimple w:instr=" NUMPAGES  ">
              <w:r w:rsidR="001762D2">
                <w:rPr>
                  <w:noProof/>
                </w:rPr>
                <w:t>26</w:t>
              </w:r>
            </w:fldSimple>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B24139" w:rsidRDefault="00B24139" w:rsidP="00621809">
            <w:pPr>
              <w:pStyle w:val="HDFFooter"/>
            </w:pPr>
            <w:r>
              <w:rPr>
                <w:noProof/>
              </w:rPr>
              <w:drawing>
                <wp:anchor distT="0" distB="0" distL="0" distR="0" simplePos="0" relativeHeight="251662336" behindDoc="0" locked="0" layoutInCell="1" allowOverlap="1">
                  <wp:simplePos x="0" y="0"/>
                  <wp:positionH relativeFrom="leftMargin">
                    <wp:posOffset>914400</wp:posOffset>
                  </wp:positionH>
                  <wp:positionV relativeFrom="bottomMargin">
                    <wp:posOffset>288290</wp:posOffset>
                  </wp:positionV>
                  <wp:extent cx="585216" cy="356616"/>
                  <wp:effectExtent l="0" t="0" r="5715" b="5715"/>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anchor>
              </w:drawing>
            </w:r>
            <w:r>
              <w:t xml:space="preserve">Page </w:t>
            </w:r>
            <w:r w:rsidR="00801C42">
              <w:fldChar w:fldCharType="begin"/>
            </w:r>
            <w:r>
              <w:instrText xml:space="preserve"> PAGE </w:instrText>
            </w:r>
            <w:r w:rsidR="00801C42">
              <w:fldChar w:fldCharType="separate"/>
            </w:r>
            <w:r w:rsidR="001762D2">
              <w:rPr>
                <w:noProof/>
              </w:rPr>
              <w:t>4</w:t>
            </w:r>
            <w:r w:rsidR="00801C42">
              <w:rPr>
                <w:noProof/>
              </w:rPr>
              <w:fldChar w:fldCharType="end"/>
            </w:r>
            <w:r>
              <w:t xml:space="preserve"> of </w:t>
            </w:r>
            <w:fldSimple w:instr=" NUMPAGES  ">
              <w:r w:rsidR="001762D2">
                <w:rPr>
                  <w:noProof/>
                </w:rPr>
                <w:t>4</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C90" w:rsidRDefault="00D27C90" w:rsidP="00621809">
      <w:r>
        <w:separator/>
      </w:r>
    </w:p>
  </w:footnote>
  <w:footnote w:type="continuationSeparator" w:id="0">
    <w:p w:rsidR="00D27C90" w:rsidRDefault="00D27C90" w:rsidP="00621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A43" w:rsidRDefault="00801C42" w:rsidP="00801D68">
    <w:pPr>
      <w:pStyle w:val="THGHeader2"/>
      <w:jc w:val="right"/>
    </w:pPr>
    <w:fldSimple w:instr=" STYLEREF  &quot;Heading 1&quot;  \* MERGEFORMAT ">
      <w:r w:rsidR="001762D2">
        <w:rPr>
          <w:noProof/>
        </w:rPr>
        <w:t>References</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A43" w:rsidRPr="006D4EA4" w:rsidRDefault="007D6A43" w:rsidP="00621809">
    <w:pPr>
      <w:pStyle w:val="THGHeader"/>
    </w:pPr>
    <w:r>
      <w:ptab w:relativeTo="margin" w:alignment="center" w:leader="none"/>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139" w:rsidRPr="006D4EA4" w:rsidRDefault="00B24139" w:rsidP="005750AC">
    <w:pPr>
      <w:pStyle w:val="THGHeader2"/>
    </w:pPr>
    <w:r>
      <w:ptab w:relativeTo="margin" w:alignment="center" w:leader="none"/>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139" w:rsidRPr="006D4EA4" w:rsidRDefault="00801C42" w:rsidP="00326919">
    <w:pPr>
      <w:pStyle w:val="THGHeader2"/>
      <w:jc w:val="right"/>
    </w:pPr>
    <w:fldSimple w:instr=" STYLEREF  Contents  \* MERGEFORMAT ">
      <w:r w:rsidR="001762D2">
        <w:rPr>
          <w:noProof/>
        </w:rPr>
        <w:t>Contents</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0DD" w:rsidRPr="006D4EA4" w:rsidRDefault="00801C42" w:rsidP="00326919">
    <w:pPr>
      <w:pStyle w:val="THGHeader2"/>
      <w:jc w:val="right"/>
    </w:pPr>
    <w:fldSimple w:instr=" STYLEREF  &quot;Heading 1&quot;  \* MERGEFORMAT ">
      <w:r w:rsidR="001762D2">
        <w:rPr>
          <w:noProof/>
        </w:rPr>
        <w:t>Introduction</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4E521B9A"/>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BA2CD456"/>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3C8C317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CBC82E4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07B03F58"/>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11855450"/>
    <w:multiLevelType w:val="hybridMultilevel"/>
    <w:tmpl w:val="1E642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386801"/>
    <w:multiLevelType w:val="hybridMultilevel"/>
    <w:tmpl w:val="57E2E18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nsid w:val="2C736BB7"/>
    <w:multiLevelType w:val="hybridMultilevel"/>
    <w:tmpl w:val="414454F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473ED3"/>
    <w:multiLevelType w:val="hybridMultilevel"/>
    <w:tmpl w:val="DED05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076D80"/>
    <w:multiLevelType w:val="hybridMultilevel"/>
    <w:tmpl w:val="7FBA8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3557B6"/>
    <w:multiLevelType w:val="hybridMultilevel"/>
    <w:tmpl w:val="31003C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BD7C9A"/>
    <w:multiLevelType w:val="hybridMultilevel"/>
    <w:tmpl w:val="E9CE0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EA3530"/>
    <w:multiLevelType w:val="hybridMultilevel"/>
    <w:tmpl w:val="5EEA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3">
    <w:nsid w:val="779573AA"/>
    <w:multiLevelType w:val="hybridMultilevel"/>
    <w:tmpl w:val="A70C2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DC7CAD"/>
    <w:multiLevelType w:val="hybridMultilevel"/>
    <w:tmpl w:val="9BD6F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E5411A"/>
    <w:multiLevelType w:val="hybridMultilevel"/>
    <w:tmpl w:val="A51EE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A91E45"/>
    <w:multiLevelType w:val="hybridMultilevel"/>
    <w:tmpl w:val="1E642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7"/>
  </w:num>
  <w:num w:numId="4">
    <w:abstractNumId w:val="2"/>
  </w:num>
  <w:num w:numId="5">
    <w:abstractNumId w:val="1"/>
  </w:num>
  <w:num w:numId="6">
    <w:abstractNumId w:val="0"/>
  </w:num>
  <w:num w:numId="7">
    <w:abstractNumId w:val="12"/>
  </w:num>
  <w:num w:numId="8">
    <w:abstractNumId w:val="19"/>
  </w:num>
  <w:num w:numId="9">
    <w:abstractNumId w:val="18"/>
  </w:num>
  <w:num w:numId="10">
    <w:abstractNumId w:val="24"/>
  </w:num>
  <w:num w:numId="11">
    <w:abstractNumId w:val="20"/>
  </w:num>
  <w:num w:numId="12">
    <w:abstractNumId w:val="28"/>
  </w:num>
  <w:num w:numId="13">
    <w:abstractNumId w:val="26"/>
  </w:num>
  <w:num w:numId="14">
    <w:abstractNumId w:val="21"/>
  </w:num>
  <w:num w:numId="15">
    <w:abstractNumId w:val="25"/>
  </w:num>
  <w:num w:numId="16">
    <w:abstractNumId w:val="8"/>
  </w:num>
  <w:num w:numId="17">
    <w:abstractNumId w:val="6"/>
  </w:num>
  <w:num w:numId="18">
    <w:abstractNumId w:val="5"/>
  </w:num>
  <w:num w:numId="19">
    <w:abstractNumId w:val="4"/>
  </w:num>
  <w:num w:numId="20">
    <w:abstractNumId w:val="3"/>
  </w:num>
  <w:num w:numId="21">
    <w:abstractNumId w:val="13"/>
  </w:num>
  <w:num w:numId="22">
    <w:abstractNumId w:val="16"/>
  </w:num>
  <w:num w:numId="23">
    <w:abstractNumId w:val="11"/>
  </w:num>
  <w:num w:numId="24">
    <w:abstractNumId w:val="10"/>
  </w:num>
  <w:num w:numId="25">
    <w:abstractNumId w:val="23"/>
  </w:num>
  <w:num w:numId="26">
    <w:abstractNumId w:val="27"/>
  </w:num>
  <w:num w:numId="27">
    <w:abstractNumId w:val="14"/>
  </w:num>
  <w:num w:numId="28">
    <w:abstractNumId w:val="17"/>
  </w:num>
  <w:num w:numId="29">
    <w:abstractNumId w:val="15"/>
  </w:num>
  <w:num w:numId="30">
    <w:abstractNumId w:val="7"/>
    <w:lvlOverride w:ilvl="0">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801D68"/>
    <w:rsid w:val="00015CAB"/>
    <w:rsid w:val="00043253"/>
    <w:rsid w:val="00074439"/>
    <w:rsid w:val="00087AB3"/>
    <w:rsid w:val="000B4568"/>
    <w:rsid w:val="000C650D"/>
    <w:rsid w:val="000D0A78"/>
    <w:rsid w:val="000D2422"/>
    <w:rsid w:val="000E784E"/>
    <w:rsid w:val="00110268"/>
    <w:rsid w:val="001310B9"/>
    <w:rsid w:val="00137C51"/>
    <w:rsid w:val="00157E5A"/>
    <w:rsid w:val="00173C7C"/>
    <w:rsid w:val="00175226"/>
    <w:rsid w:val="001762D2"/>
    <w:rsid w:val="001800F5"/>
    <w:rsid w:val="00186743"/>
    <w:rsid w:val="001E28A1"/>
    <w:rsid w:val="001E5CA0"/>
    <w:rsid w:val="001E7B70"/>
    <w:rsid w:val="00221BF6"/>
    <w:rsid w:val="00237DBA"/>
    <w:rsid w:val="002C2B0D"/>
    <w:rsid w:val="002D0CCA"/>
    <w:rsid w:val="002E2C16"/>
    <w:rsid w:val="002F1DA8"/>
    <w:rsid w:val="00326919"/>
    <w:rsid w:val="00351DB1"/>
    <w:rsid w:val="003A0997"/>
    <w:rsid w:val="003B47E3"/>
    <w:rsid w:val="003C12D9"/>
    <w:rsid w:val="003C3CEE"/>
    <w:rsid w:val="003F72C5"/>
    <w:rsid w:val="00420406"/>
    <w:rsid w:val="004356B1"/>
    <w:rsid w:val="00485751"/>
    <w:rsid w:val="00491278"/>
    <w:rsid w:val="004A5834"/>
    <w:rsid w:val="004A71D7"/>
    <w:rsid w:val="004B32E7"/>
    <w:rsid w:val="004C498A"/>
    <w:rsid w:val="005033AA"/>
    <w:rsid w:val="0053342D"/>
    <w:rsid w:val="0055169A"/>
    <w:rsid w:val="005547B8"/>
    <w:rsid w:val="005750AC"/>
    <w:rsid w:val="00575CB8"/>
    <w:rsid w:val="005A0F21"/>
    <w:rsid w:val="005A7094"/>
    <w:rsid w:val="005D2638"/>
    <w:rsid w:val="005D3991"/>
    <w:rsid w:val="005F63DC"/>
    <w:rsid w:val="006131A1"/>
    <w:rsid w:val="00621809"/>
    <w:rsid w:val="006257DA"/>
    <w:rsid w:val="00630358"/>
    <w:rsid w:val="00641805"/>
    <w:rsid w:val="00641E67"/>
    <w:rsid w:val="00654103"/>
    <w:rsid w:val="0066528A"/>
    <w:rsid w:val="00671F76"/>
    <w:rsid w:val="006B7A63"/>
    <w:rsid w:val="006F0BF9"/>
    <w:rsid w:val="00730E8C"/>
    <w:rsid w:val="007352C9"/>
    <w:rsid w:val="007625C5"/>
    <w:rsid w:val="00770DF1"/>
    <w:rsid w:val="00771444"/>
    <w:rsid w:val="007821E1"/>
    <w:rsid w:val="00791AB4"/>
    <w:rsid w:val="00793F1A"/>
    <w:rsid w:val="007A1E8A"/>
    <w:rsid w:val="007A7267"/>
    <w:rsid w:val="007C59DE"/>
    <w:rsid w:val="007D6A43"/>
    <w:rsid w:val="007E6149"/>
    <w:rsid w:val="007E67DF"/>
    <w:rsid w:val="00801C42"/>
    <w:rsid w:val="00801D68"/>
    <w:rsid w:val="00802B89"/>
    <w:rsid w:val="00803FC8"/>
    <w:rsid w:val="00840098"/>
    <w:rsid w:val="00850531"/>
    <w:rsid w:val="00874E7A"/>
    <w:rsid w:val="008838F3"/>
    <w:rsid w:val="008853FE"/>
    <w:rsid w:val="008B2DDF"/>
    <w:rsid w:val="008B4FA6"/>
    <w:rsid w:val="008D1E44"/>
    <w:rsid w:val="008E76DC"/>
    <w:rsid w:val="009105FD"/>
    <w:rsid w:val="00915832"/>
    <w:rsid w:val="00931CB2"/>
    <w:rsid w:val="009744CB"/>
    <w:rsid w:val="00981886"/>
    <w:rsid w:val="009834DC"/>
    <w:rsid w:val="009A66F3"/>
    <w:rsid w:val="009B1A60"/>
    <w:rsid w:val="009B40CC"/>
    <w:rsid w:val="00A13E79"/>
    <w:rsid w:val="00A14305"/>
    <w:rsid w:val="00A14DE9"/>
    <w:rsid w:val="00A15271"/>
    <w:rsid w:val="00A230DD"/>
    <w:rsid w:val="00A24834"/>
    <w:rsid w:val="00A9131E"/>
    <w:rsid w:val="00AB5454"/>
    <w:rsid w:val="00AC30DD"/>
    <w:rsid w:val="00B044EC"/>
    <w:rsid w:val="00B04E61"/>
    <w:rsid w:val="00B05985"/>
    <w:rsid w:val="00B20A18"/>
    <w:rsid w:val="00B24139"/>
    <w:rsid w:val="00B2437E"/>
    <w:rsid w:val="00B41B65"/>
    <w:rsid w:val="00B64A9F"/>
    <w:rsid w:val="00B64C13"/>
    <w:rsid w:val="00B72310"/>
    <w:rsid w:val="00B75AC3"/>
    <w:rsid w:val="00B8194A"/>
    <w:rsid w:val="00B9239B"/>
    <w:rsid w:val="00BB55EE"/>
    <w:rsid w:val="00BD207B"/>
    <w:rsid w:val="00BD47D0"/>
    <w:rsid w:val="00BE2D69"/>
    <w:rsid w:val="00BE77AE"/>
    <w:rsid w:val="00C27E3A"/>
    <w:rsid w:val="00C41E4B"/>
    <w:rsid w:val="00C66687"/>
    <w:rsid w:val="00CE69CA"/>
    <w:rsid w:val="00CF3D69"/>
    <w:rsid w:val="00D150F3"/>
    <w:rsid w:val="00D27C90"/>
    <w:rsid w:val="00D35AE4"/>
    <w:rsid w:val="00D84FDB"/>
    <w:rsid w:val="00D9653E"/>
    <w:rsid w:val="00DB1778"/>
    <w:rsid w:val="00DC5415"/>
    <w:rsid w:val="00E07973"/>
    <w:rsid w:val="00E13586"/>
    <w:rsid w:val="00E24BD3"/>
    <w:rsid w:val="00E4710C"/>
    <w:rsid w:val="00E5784D"/>
    <w:rsid w:val="00E7140E"/>
    <w:rsid w:val="00E85681"/>
    <w:rsid w:val="00E91BEF"/>
    <w:rsid w:val="00F129E7"/>
    <w:rsid w:val="00F369C4"/>
    <w:rsid w:val="00F4132D"/>
    <w:rsid w:val="00F42B88"/>
    <w:rsid w:val="00F73133"/>
    <w:rsid w:val="00F81DC4"/>
    <w:rsid w:val="00F81E0F"/>
    <w:rsid w:val="00F85B48"/>
    <w:rsid w:val="00FC46A0"/>
    <w:rsid w:val="00FE22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HTML Preformatted" w:uiPriority="99"/>
    <w:lsdException w:name="List Paragraph" w:uiPriority="34"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customStyle="1" w:styleId="Normal10">
    <w:name w:val="Normal10"/>
    <w:basedOn w:val="Normal"/>
    <w:qFormat/>
    <w:rsid w:val="00C66687"/>
    <w:rPr>
      <w:sz w:val="20"/>
    </w:rPr>
  </w:style>
  <w:style w:type="paragraph" w:styleId="HTMLPreformatted">
    <w:name w:val="HTML Preformatted"/>
    <w:basedOn w:val="Normal"/>
    <w:link w:val="HTMLPreformattedChar"/>
    <w:uiPriority w:val="99"/>
    <w:unhideWhenUsed/>
    <w:rsid w:val="00CF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CF3D69"/>
    <w:rPr>
      <w:rFonts w:ascii="Courier" w:hAnsi="Courier" w:cs="Courier"/>
      <w:sz w:val="20"/>
      <w:szCs w:val="20"/>
    </w:rPr>
  </w:style>
  <w:style w:type="paragraph" w:customStyle="1" w:styleId="ListNumberReference">
    <w:name w:val="List Number Reference"/>
    <w:basedOn w:val="ListNumber"/>
    <w:qFormat/>
    <w:rsid w:val="00654103"/>
    <w:pPr>
      <w:numPr>
        <w:numId w:val="0"/>
      </w:numPr>
      <w:spacing w:after="120"/>
      <w:ind w:left="360" w:hanging="360"/>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HTML Preformatted" w:uiPriority="99"/>
    <w:lsdException w:name="List Paragraph" w:uiPriority="34"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qFormat/>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qFormat/>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qFormat/>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981886"/>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981886"/>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981886"/>
    <w:pPr>
      <w:tabs>
        <w:tab w:val="left" w:pos="1008"/>
        <w:tab w:val="right" w:leader="dot" w:pos="9346"/>
      </w:tabs>
      <w:ind w:left="475"/>
    </w:pPr>
  </w:style>
  <w:style w:type="paragraph" w:styleId="TOC4">
    <w:name w:val="toc 4"/>
    <w:basedOn w:val="Normal"/>
    <w:next w:val="Normal"/>
    <w:autoRedefine/>
    <w:uiPriority w:val="39"/>
    <w:unhideWhenUsed/>
    <w:rsid w:val="00981886"/>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981886"/>
    <w:pPr>
      <w:tabs>
        <w:tab w:val="right" w:leader="dot" w:pos="9346"/>
      </w:tabs>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paragraph" w:customStyle="1" w:styleId="Normal9">
    <w:name w:val="Normal9"/>
    <w:basedOn w:val="Normal"/>
    <w:qFormat/>
    <w:rsid w:val="001800F5"/>
    <w:rPr>
      <w:sz w:val="18"/>
    </w:rPr>
  </w:style>
  <w:style w:type="paragraph" w:customStyle="1" w:styleId="Normal10">
    <w:name w:val="Normal10"/>
    <w:basedOn w:val="Normal"/>
    <w:qFormat/>
    <w:rsid w:val="00C66687"/>
    <w:rPr>
      <w:sz w:val="20"/>
    </w:rPr>
  </w:style>
  <w:style w:type="paragraph" w:styleId="HTMLPreformatted">
    <w:name w:val="HTML Preformatted"/>
    <w:basedOn w:val="Normal"/>
    <w:link w:val="HTMLPreformattedChar"/>
    <w:uiPriority w:val="99"/>
    <w:unhideWhenUsed/>
    <w:rsid w:val="00CF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CF3D69"/>
    <w:rPr>
      <w:rFonts w:ascii="Courier" w:hAnsi="Courier" w:cs="Courier"/>
      <w:sz w:val="20"/>
      <w:szCs w:val="20"/>
    </w:rPr>
  </w:style>
  <w:style w:type="paragraph" w:customStyle="1" w:styleId="ListNumberReference">
    <w:name w:val="List Number Reference"/>
    <w:basedOn w:val="ListNumber"/>
    <w:qFormat/>
    <w:rsid w:val="00654103"/>
    <w:pPr>
      <w:numPr>
        <w:numId w:val="0"/>
      </w:numPr>
      <w:spacing w:after="120"/>
      <w:ind w:left="360" w:hanging="360"/>
      <w:jc w:val="both"/>
    </w:pPr>
    <w:rPr>
      <w:sz w:val="24"/>
    </w:rPr>
  </w:style>
</w:styles>
</file>

<file path=word/webSettings.xml><?xml version="1.0" encoding="utf-8"?>
<w:webSettings xmlns:r="http://schemas.openxmlformats.org/officeDocument/2006/relationships" xmlns:w="http://schemas.openxmlformats.org/wordprocessingml/2006/main">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hdfgroup.org/services/contributions.html" TargetMode="External"/><Relationship Id="rId26" Type="http://schemas.openxmlformats.org/officeDocument/2006/relationships/hyperlink" Target="https://svn.hdfgroup.uiuc.edu/bzip2/" TargetMode="External"/><Relationship Id="rId3" Type="http://schemas.openxmlformats.org/officeDocument/2006/relationships/styles" Target="styles.xml"/><Relationship Id="rId21" Type="http://schemas.openxmlformats.org/officeDocument/2006/relationships/hyperlink" Target="http://www.hdfgroup.org/HDF5/doc/RM/RM_H5Z.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hdfgroup.org/services/contributions.html" TargetMode="External"/><Relationship Id="rId25" Type="http://schemas.openxmlformats.org/officeDocument/2006/relationships/hyperlink" Target="https://svn.hdfgroup.uiuc.edu/hdf5_plugins/trunk/BZIP2"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hdfgroup.org" TargetMode="External"/><Relationship Id="rId20" Type="http://schemas.openxmlformats.org/officeDocument/2006/relationships/hyperlink" Target="https://svn.hdfgroup.uiuc.edu/hdf5_plugins/trunk/BZIP2" TargetMode="External"/><Relationship Id="rId29" Type="http://schemas.openxmlformats.org/officeDocument/2006/relationships/hyperlink" Target="https://svn.hdfgroup.uiuc.edu/hdf5_plugins/trunk/BZIP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jpeg"/><Relationship Id="rId32" Type="http://schemas.openxmlformats.org/officeDocument/2006/relationships/hyperlink" Target="http://www.hdfgroup.org/HDF5/doc/doc-info.html"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vn.hdfgroup.uiuc.edu/hdf5_plugins/trunk/BZIP2/" TargetMode="External"/><Relationship Id="rId28" Type="http://schemas.openxmlformats.org/officeDocument/2006/relationships/hyperlink" Target="http://www.hdfgroup.uiuc.edu/ftp/pub/outgoing/hdf5/snapshots/v18/hdf5-1.8.11-snap16.tar.gz" TargetMode="External"/><Relationship Id="rId36"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yperlink" Target="http://www.hdfgroup.org/HDF5/doc/H5.user/Filters.html" TargetMode="External"/><Relationship Id="rId31" Type="http://schemas.openxmlformats.org/officeDocument/2006/relationships/hyperlink" Target="http://svn.hdfgroup.uiuc.edu/hdf5_plugins/trunk/BZIP2/src/H5Zbzip2.c" TargetMode="External"/><Relationship Id="rId4" Type="http://schemas.openxmlformats.org/officeDocument/2006/relationships/settings" Target="settings.xml"/><Relationship Id="rId9" Type="http://schemas.openxmlformats.org/officeDocument/2006/relationships/hyperlink" Target="http://www.HDFGroup.org" TargetMode="External"/><Relationship Id="rId14" Type="http://schemas.openxmlformats.org/officeDocument/2006/relationships/footer" Target="footer2.xml"/><Relationship Id="rId22" Type="http://schemas.openxmlformats.org/officeDocument/2006/relationships/hyperlink" Target="http://www.hdfgroup.org/services/contributions.html" TargetMode="External"/><Relationship Id="rId27" Type="http://schemas.openxmlformats.org/officeDocument/2006/relationships/hyperlink" Target="http://svn.hdfgroup.uiuc.edu/hdf5/branches/hdf5_1_8/" TargetMode="External"/><Relationship Id="rId30" Type="http://schemas.openxmlformats.org/officeDocument/2006/relationships/hyperlink" Target="ftp://ftp.hdfgroup.uiuc.edu/pub/outgoing/HDF5-plugins/BZIP2-plugin.tar.gz"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DEEA-07AA-4C55-B618-503D4AAAF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75</TotalTime>
  <Pages>26</Pages>
  <Words>6848</Words>
  <Characters>39040</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45797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HDF5 Dynamically Loaded Filters</dc:title>
  <dc:creator/>
  <cp:lastModifiedBy>evan</cp:lastModifiedBy>
  <cp:revision>10</cp:revision>
  <cp:lastPrinted>2010-03-12T20:54:00Z</cp:lastPrinted>
  <dcterms:created xsi:type="dcterms:W3CDTF">2013-05-21T13:53:00Z</dcterms:created>
  <dcterms:modified xsi:type="dcterms:W3CDTF">2013-05-21T15:22:00Z</dcterms:modified>
</cp:coreProperties>
</file>